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16" w:rsidRPr="002B51BB" w:rsidRDefault="000029B1" w:rsidP="00D028F5">
      <w:pPr>
        <w:tabs>
          <w:tab w:val="left" w:pos="7371"/>
        </w:tabs>
        <w:ind w:firstLine="708"/>
        <w:jc w:val="center"/>
        <w:rPr>
          <w:b/>
          <w:sz w:val="24"/>
          <w:szCs w:val="24"/>
        </w:rPr>
      </w:pPr>
      <w:r w:rsidRPr="002B51BB">
        <w:rPr>
          <w:bCs/>
          <w:smallCaps/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2473960</wp:posOffset>
                </wp:positionH>
                <wp:positionV relativeFrom="paragraph">
                  <wp:posOffset>-255270</wp:posOffset>
                </wp:positionV>
                <wp:extent cx="1214755" cy="847090"/>
                <wp:effectExtent l="0" t="1905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4755" cy="847090"/>
                          <a:chOff x="2840" y="1704"/>
                          <a:chExt cx="3969" cy="283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3629" y="1738"/>
                            <a:ext cx="2543" cy="2766"/>
                            <a:chOff x="1798" y="7722"/>
                            <a:chExt cx="4437" cy="4827"/>
                          </a:xfrm>
                        </wpg:grpSpPr>
                        <wps:wsp>
                          <wps:cNvPr id="3" name="Freeform 4"/>
                          <wps:cNvSpPr>
                            <a:spLocks noEditPoints="1"/>
                          </wps:cNvSpPr>
                          <wps:spPr bwMode="auto">
                            <a:xfrm>
                              <a:off x="1907" y="9902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5"/>
                          <wps:cNvSpPr>
                            <a:spLocks/>
                          </wps:cNvSpPr>
                          <wps:spPr bwMode="auto">
                            <a:xfrm>
                              <a:off x="2028" y="11235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16" y="8560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4913" y="9881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3902" y="9321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9"/>
                          <wps:cNvSpPr>
                            <a:spLocks/>
                          </wps:cNvSpPr>
                          <wps:spPr bwMode="auto">
                            <a:xfrm>
                              <a:off x="2858" y="9321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991" y="9885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1"/>
                          <wps:cNvSpPr>
                            <a:spLocks/>
                          </wps:cNvSpPr>
                          <wps:spPr bwMode="auto">
                            <a:xfrm>
                              <a:off x="2000" y="8544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3902" y="8544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3769" y="9885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4"/>
                          <wps:cNvSpPr>
                            <a:spLocks/>
                          </wps:cNvSpPr>
                          <wps:spPr bwMode="auto">
                            <a:xfrm>
                              <a:off x="4075" y="9954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5"/>
                          <wps:cNvSpPr>
                            <a:spLocks/>
                          </wps:cNvSpPr>
                          <wps:spPr bwMode="auto">
                            <a:xfrm>
                              <a:off x="3902" y="10772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2717" y="10506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7"/>
                          <wps:cNvSpPr>
                            <a:spLocks/>
                          </wps:cNvSpPr>
                          <wps:spPr bwMode="auto">
                            <a:xfrm>
                              <a:off x="2818" y="10506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8"/>
                          <wps:cNvSpPr>
                            <a:spLocks/>
                          </wps:cNvSpPr>
                          <wps:spPr bwMode="auto">
                            <a:xfrm>
                              <a:off x="3229" y="10591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3902" y="10824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20"/>
                          <wps:cNvSpPr>
                            <a:spLocks/>
                          </wps:cNvSpPr>
                          <wps:spPr bwMode="auto">
                            <a:xfrm>
                              <a:off x="3712" y="10313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2818" y="10599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2862" y="10599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3"/>
                          <wps:cNvSpPr>
                            <a:spLocks/>
                          </wps:cNvSpPr>
                          <wps:spPr bwMode="auto">
                            <a:xfrm>
                              <a:off x="2902" y="10599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4"/>
                          <wps:cNvSpPr>
                            <a:spLocks/>
                          </wps:cNvSpPr>
                          <wps:spPr bwMode="auto">
                            <a:xfrm>
                              <a:off x="2947" y="10599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2991" y="10599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3031" y="10599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7"/>
                          <wps:cNvSpPr>
                            <a:spLocks/>
                          </wps:cNvSpPr>
                          <wps:spPr bwMode="auto">
                            <a:xfrm>
                              <a:off x="3076" y="10599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3120" y="10599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9"/>
                          <wps:cNvSpPr>
                            <a:spLocks/>
                          </wps:cNvSpPr>
                          <wps:spPr bwMode="auto">
                            <a:xfrm>
                              <a:off x="3160" y="10599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30"/>
                          <wps:cNvSpPr>
                            <a:spLocks/>
                          </wps:cNvSpPr>
                          <wps:spPr bwMode="auto">
                            <a:xfrm>
                              <a:off x="3204" y="10599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3249" y="10599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10599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3333" y="10671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3378" y="10800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5"/>
                          <wps:cNvSpPr>
                            <a:spLocks/>
                          </wps:cNvSpPr>
                          <wps:spPr bwMode="auto">
                            <a:xfrm>
                              <a:off x="3418" y="10877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3462" y="10933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3507" y="10977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3547" y="11014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>
                              <a:off x="3591" y="11046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3636" y="11070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3676" y="11094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3720" y="11110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3765" y="11122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4"/>
                          <wps:cNvSpPr>
                            <a:spLocks noEditPoints="1"/>
                          </wps:cNvSpPr>
                          <wps:spPr bwMode="auto">
                            <a:xfrm>
                              <a:off x="3805" y="10373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3849" y="10321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3894" y="10268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3934" y="10216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3978" y="10163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4023" y="10111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4063" y="10059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4107" y="10022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4152" y="10035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4192" y="10075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4236" y="10111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4281" y="10151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4321" y="10192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7"/>
                          <wps:cNvSpPr>
                            <a:spLocks/>
                          </wps:cNvSpPr>
                          <wps:spPr bwMode="auto">
                            <a:xfrm>
                              <a:off x="4365" y="10232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4409" y="10272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4450" y="10313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60"/>
                          <wps:cNvSpPr>
                            <a:spLocks/>
                          </wps:cNvSpPr>
                          <wps:spPr bwMode="auto">
                            <a:xfrm>
                              <a:off x="4494" y="10353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4538" y="10393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2"/>
                          <wps:cNvSpPr>
                            <a:spLocks/>
                          </wps:cNvSpPr>
                          <wps:spPr bwMode="auto">
                            <a:xfrm>
                              <a:off x="4579" y="10433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4623" y="10474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4667" y="10514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5"/>
                          <wps:cNvSpPr>
                            <a:spLocks/>
                          </wps:cNvSpPr>
                          <wps:spPr bwMode="auto">
                            <a:xfrm>
                              <a:off x="4708" y="10554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4752" y="10595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7"/>
                          <wps:cNvSpPr>
                            <a:spLocks/>
                          </wps:cNvSpPr>
                          <wps:spPr bwMode="auto">
                            <a:xfrm>
                              <a:off x="4796" y="10635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4837" y="10675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9"/>
                          <wps:cNvSpPr>
                            <a:spLocks/>
                          </wps:cNvSpPr>
                          <wps:spPr bwMode="auto">
                            <a:xfrm>
                              <a:off x="4881" y="10715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70"/>
                          <wps:cNvSpPr>
                            <a:spLocks/>
                          </wps:cNvSpPr>
                          <wps:spPr bwMode="auto">
                            <a:xfrm>
                              <a:off x="4925" y="10756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5526" y="8979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2"/>
                          <wps:cNvSpPr>
                            <a:spLocks/>
                          </wps:cNvSpPr>
                          <wps:spPr bwMode="auto">
                            <a:xfrm>
                              <a:off x="4986" y="9015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3"/>
                          <wps:cNvSpPr>
                            <a:spLocks/>
                          </wps:cNvSpPr>
                          <wps:spPr bwMode="auto">
                            <a:xfrm>
                              <a:off x="5050" y="10123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5941" y="11070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5"/>
                          <wps:cNvSpPr>
                            <a:spLocks/>
                          </wps:cNvSpPr>
                          <wps:spPr bwMode="auto">
                            <a:xfrm>
                              <a:off x="4337" y="10075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6"/>
                          <wps:cNvSpPr>
                            <a:spLocks/>
                          </wps:cNvSpPr>
                          <wps:spPr bwMode="auto">
                            <a:xfrm>
                              <a:off x="4337" y="8096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4434" y="8096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8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9"/>
                          <wps:cNvSpPr>
                            <a:spLocks/>
                          </wps:cNvSpPr>
                          <wps:spPr bwMode="auto">
                            <a:xfrm>
                              <a:off x="4869" y="8979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4434" y="8193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1"/>
                          <wps:cNvSpPr>
                            <a:spLocks/>
                          </wps:cNvSpPr>
                          <wps:spPr bwMode="auto">
                            <a:xfrm>
                              <a:off x="4466" y="8193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2"/>
                          <wps:cNvSpPr>
                            <a:spLocks/>
                          </wps:cNvSpPr>
                          <wps:spPr bwMode="auto">
                            <a:xfrm>
                              <a:off x="4498" y="8193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4530" y="8193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4"/>
                          <wps:cNvSpPr>
                            <a:spLocks/>
                          </wps:cNvSpPr>
                          <wps:spPr bwMode="auto">
                            <a:xfrm>
                              <a:off x="4563" y="8193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5"/>
                          <wps:cNvSpPr>
                            <a:spLocks/>
                          </wps:cNvSpPr>
                          <wps:spPr bwMode="auto">
                            <a:xfrm>
                              <a:off x="4595" y="8193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6"/>
                          <wps:cNvSpPr>
                            <a:spLocks/>
                          </wps:cNvSpPr>
                          <wps:spPr bwMode="auto">
                            <a:xfrm>
                              <a:off x="4627" y="8193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7"/>
                          <wps:cNvSpPr>
                            <a:spLocks/>
                          </wps:cNvSpPr>
                          <wps:spPr bwMode="auto">
                            <a:xfrm>
                              <a:off x="4659" y="8193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8"/>
                          <wps:cNvSpPr>
                            <a:spLocks/>
                          </wps:cNvSpPr>
                          <wps:spPr bwMode="auto">
                            <a:xfrm>
                              <a:off x="4688" y="8193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9"/>
                          <wps:cNvSpPr>
                            <a:spLocks/>
                          </wps:cNvSpPr>
                          <wps:spPr bwMode="auto">
                            <a:xfrm>
                              <a:off x="4720" y="8193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90"/>
                          <wps:cNvSpPr>
                            <a:spLocks/>
                          </wps:cNvSpPr>
                          <wps:spPr bwMode="auto">
                            <a:xfrm>
                              <a:off x="4752" y="8193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1"/>
                          <wps:cNvSpPr>
                            <a:spLocks/>
                          </wps:cNvSpPr>
                          <wps:spPr bwMode="auto">
                            <a:xfrm>
                              <a:off x="4784" y="8193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2"/>
                          <wps:cNvSpPr>
                            <a:spLocks/>
                          </wps:cNvSpPr>
                          <wps:spPr bwMode="auto">
                            <a:xfrm>
                              <a:off x="4817" y="8193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3"/>
                          <wps:cNvSpPr>
                            <a:spLocks/>
                          </wps:cNvSpPr>
                          <wps:spPr bwMode="auto">
                            <a:xfrm>
                              <a:off x="4849" y="8193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4"/>
                          <wps:cNvSpPr>
                            <a:spLocks/>
                          </wps:cNvSpPr>
                          <wps:spPr bwMode="auto">
                            <a:xfrm>
                              <a:off x="4881" y="8193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5"/>
                          <wps:cNvSpPr>
                            <a:spLocks/>
                          </wps:cNvSpPr>
                          <wps:spPr bwMode="auto">
                            <a:xfrm>
                              <a:off x="4913" y="8193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6"/>
                          <wps:cNvSpPr>
                            <a:spLocks/>
                          </wps:cNvSpPr>
                          <wps:spPr bwMode="auto">
                            <a:xfrm>
                              <a:off x="4945" y="9704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7"/>
                          <wps:cNvSpPr>
                            <a:spLocks/>
                          </wps:cNvSpPr>
                          <wps:spPr bwMode="auto">
                            <a:xfrm>
                              <a:off x="4978" y="9668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8"/>
                          <wps:cNvSpPr>
                            <a:spLocks/>
                          </wps:cNvSpPr>
                          <wps:spPr bwMode="auto">
                            <a:xfrm>
                              <a:off x="5010" y="9632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9"/>
                          <wps:cNvSpPr>
                            <a:spLocks/>
                          </wps:cNvSpPr>
                          <wps:spPr bwMode="auto">
                            <a:xfrm>
                              <a:off x="5042" y="9595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100"/>
                          <wps:cNvSpPr>
                            <a:spLocks/>
                          </wps:cNvSpPr>
                          <wps:spPr bwMode="auto">
                            <a:xfrm>
                              <a:off x="5074" y="9559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1"/>
                          <wps:cNvSpPr>
                            <a:spLocks/>
                          </wps:cNvSpPr>
                          <wps:spPr bwMode="auto">
                            <a:xfrm>
                              <a:off x="5107" y="9519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2"/>
                          <wps:cNvSpPr>
                            <a:spLocks noEditPoints="1"/>
                          </wps:cNvSpPr>
                          <wps:spPr bwMode="auto">
                            <a:xfrm>
                              <a:off x="5139" y="9482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5171" y="9446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5203" y="9410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5236" y="9374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5268" y="9333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5300" y="9297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5332" y="9261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5365" y="9225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5397" y="9184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5429" y="9148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5457" y="9112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5490" y="9076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5522" y="9072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5554" y="9072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5586" y="9072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5619" y="9072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5651" y="9072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5683" y="9072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5715" y="9072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5747" y="9072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5780" y="9072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5812" y="9076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5844" y="9076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5876" y="9076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5909" y="9076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5941" y="9076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5973" y="9076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6005" y="9076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30"/>
                          <wps:cNvSpPr>
                            <a:spLocks/>
                          </wps:cNvSpPr>
                          <wps:spPr bwMode="auto">
                            <a:xfrm>
                              <a:off x="3321" y="8979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1"/>
                          <wps:cNvSpPr>
                            <a:spLocks/>
                          </wps:cNvSpPr>
                          <wps:spPr bwMode="auto">
                            <a:xfrm>
                              <a:off x="3321" y="9072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2"/>
                          <wps:cNvSpPr>
                            <a:spLocks/>
                          </wps:cNvSpPr>
                          <wps:spPr bwMode="auto">
                            <a:xfrm>
                              <a:off x="3418" y="9426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3"/>
                          <wps:cNvSpPr>
                            <a:spLocks/>
                          </wps:cNvSpPr>
                          <wps:spPr bwMode="auto">
                            <a:xfrm>
                              <a:off x="3321" y="9458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4"/>
                          <wps:cNvSpPr>
                            <a:spLocks/>
                          </wps:cNvSpPr>
                          <wps:spPr bwMode="auto">
                            <a:xfrm>
                              <a:off x="3386" y="9942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5"/>
                          <wps:cNvSpPr>
                            <a:spLocks/>
                          </wps:cNvSpPr>
                          <wps:spPr bwMode="auto">
                            <a:xfrm>
                              <a:off x="3692" y="8979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18" y="9072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7"/>
                          <wps:cNvSpPr>
                            <a:spLocks noEditPoints="1"/>
                          </wps:cNvSpPr>
                          <wps:spPr bwMode="auto">
                            <a:xfrm>
                              <a:off x="3446" y="9072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3470" y="9072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3499" y="9072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3527" y="9072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3555" y="9072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3579" y="9072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3608" y="9072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3636" y="9072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3660" y="9072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3688" y="9072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3716" y="9072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3740" y="9072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3769" y="9072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3797" y="9072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3825" y="9072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2"/>
                          <wps:cNvSpPr>
                            <a:spLocks/>
                          </wps:cNvSpPr>
                          <wps:spPr bwMode="auto">
                            <a:xfrm>
                              <a:off x="3849" y="9072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3"/>
                          <wps:cNvSpPr>
                            <a:spLocks/>
                          </wps:cNvSpPr>
                          <wps:spPr bwMode="auto">
                            <a:xfrm>
                              <a:off x="3878" y="9072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4"/>
                          <wps:cNvSpPr>
                            <a:spLocks/>
                          </wps:cNvSpPr>
                          <wps:spPr bwMode="auto">
                            <a:xfrm>
                              <a:off x="3906" y="9072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5"/>
                          <wps:cNvSpPr>
                            <a:spLocks/>
                          </wps:cNvSpPr>
                          <wps:spPr bwMode="auto">
                            <a:xfrm>
                              <a:off x="3930" y="9072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6"/>
                          <wps:cNvSpPr>
                            <a:spLocks/>
                          </wps:cNvSpPr>
                          <wps:spPr bwMode="auto">
                            <a:xfrm>
                              <a:off x="3958" y="9072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7"/>
                          <wps:cNvSpPr>
                            <a:spLocks/>
                          </wps:cNvSpPr>
                          <wps:spPr bwMode="auto">
                            <a:xfrm>
                              <a:off x="3986" y="9072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8"/>
                          <wps:cNvSpPr>
                            <a:spLocks/>
                          </wps:cNvSpPr>
                          <wps:spPr bwMode="auto">
                            <a:xfrm>
                              <a:off x="4011" y="9072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9"/>
                          <wps:cNvSpPr>
                            <a:spLocks/>
                          </wps:cNvSpPr>
                          <wps:spPr bwMode="auto">
                            <a:xfrm>
                              <a:off x="4039" y="9072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0"/>
                          <wps:cNvSpPr>
                            <a:spLocks/>
                          </wps:cNvSpPr>
                          <wps:spPr bwMode="auto">
                            <a:xfrm>
                              <a:off x="4067" y="9072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1"/>
                          <wps:cNvSpPr>
                            <a:spLocks/>
                          </wps:cNvSpPr>
                          <wps:spPr bwMode="auto">
                            <a:xfrm>
                              <a:off x="4095" y="9072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2"/>
                          <wps:cNvSpPr>
                            <a:spLocks/>
                          </wps:cNvSpPr>
                          <wps:spPr bwMode="auto">
                            <a:xfrm>
                              <a:off x="4119" y="9072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3"/>
                          <wps:cNvSpPr>
                            <a:spLocks/>
                          </wps:cNvSpPr>
                          <wps:spPr bwMode="auto">
                            <a:xfrm>
                              <a:off x="4148" y="9072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4"/>
                          <wps:cNvSpPr>
                            <a:spLocks/>
                          </wps:cNvSpPr>
                          <wps:spPr bwMode="auto">
                            <a:xfrm>
                              <a:off x="4176" y="9072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5"/>
                          <wps:cNvSpPr>
                            <a:spLocks/>
                          </wps:cNvSpPr>
                          <wps:spPr bwMode="auto">
                            <a:xfrm>
                              <a:off x="4200" y="9072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6"/>
                          <wps:cNvSpPr>
                            <a:spLocks/>
                          </wps:cNvSpPr>
                          <wps:spPr bwMode="auto">
                            <a:xfrm>
                              <a:off x="4228" y="9072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7"/>
                          <wps:cNvSpPr>
                            <a:spLocks/>
                          </wps:cNvSpPr>
                          <wps:spPr bwMode="auto">
                            <a:xfrm>
                              <a:off x="4256" y="9072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8"/>
                          <wps:cNvSpPr>
                            <a:spLocks/>
                          </wps:cNvSpPr>
                          <wps:spPr bwMode="auto">
                            <a:xfrm>
                              <a:off x="4285" y="9072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9"/>
                          <wps:cNvSpPr>
                            <a:spLocks/>
                          </wps:cNvSpPr>
                          <wps:spPr bwMode="auto">
                            <a:xfrm>
                              <a:off x="4309" y="9072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70"/>
                          <wps:cNvSpPr>
                            <a:spLocks/>
                          </wps:cNvSpPr>
                          <wps:spPr bwMode="auto">
                            <a:xfrm>
                              <a:off x="4337" y="9072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1"/>
                          <wps:cNvSpPr>
                            <a:spLocks/>
                          </wps:cNvSpPr>
                          <wps:spPr bwMode="auto">
                            <a:xfrm>
                              <a:off x="4365" y="9072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2"/>
                          <wps:cNvSpPr>
                            <a:spLocks/>
                          </wps:cNvSpPr>
                          <wps:spPr bwMode="auto">
                            <a:xfrm>
                              <a:off x="4389" y="9072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3"/>
                          <wps:cNvSpPr>
                            <a:spLocks/>
                          </wps:cNvSpPr>
                          <wps:spPr bwMode="auto">
                            <a:xfrm>
                              <a:off x="4418" y="9072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4"/>
                          <wps:cNvSpPr>
                            <a:spLocks/>
                          </wps:cNvSpPr>
                          <wps:spPr bwMode="auto">
                            <a:xfrm>
                              <a:off x="4446" y="9072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5"/>
                          <wps:cNvSpPr>
                            <a:spLocks/>
                          </wps:cNvSpPr>
                          <wps:spPr bwMode="auto">
                            <a:xfrm>
                              <a:off x="4470" y="9072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6"/>
                          <wps:cNvSpPr>
                            <a:spLocks/>
                          </wps:cNvSpPr>
                          <wps:spPr bwMode="auto">
                            <a:xfrm>
                              <a:off x="4498" y="9072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7"/>
                          <wps:cNvSpPr>
                            <a:spLocks/>
                          </wps:cNvSpPr>
                          <wps:spPr bwMode="auto">
                            <a:xfrm>
                              <a:off x="4526" y="9072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8"/>
                          <wps:cNvSpPr>
                            <a:spLocks/>
                          </wps:cNvSpPr>
                          <wps:spPr bwMode="auto">
                            <a:xfrm>
                              <a:off x="4555" y="9072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9"/>
                          <wps:cNvSpPr>
                            <a:spLocks/>
                          </wps:cNvSpPr>
                          <wps:spPr bwMode="auto">
                            <a:xfrm>
                              <a:off x="4579" y="9072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80"/>
                          <wps:cNvSpPr>
                            <a:spLocks/>
                          </wps:cNvSpPr>
                          <wps:spPr bwMode="auto">
                            <a:xfrm>
                              <a:off x="4607" y="9072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1"/>
                          <wps:cNvSpPr>
                            <a:spLocks/>
                          </wps:cNvSpPr>
                          <wps:spPr bwMode="auto">
                            <a:xfrm>
                              <a:off x="4635" y="9072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2"/>
                          <wps:cNvSpPr>
                            <a:spLocks/>
                          </wps:cNvSpPr>
                          <wps:spPr bwMode="auto">
                            <a:xfrm>
                              <a:off x="4659" y="9072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3"/>
                          <wps:cNvSpPr>
                            <a:spLocks/>
                          </wps:cNvSpPr>
                          <wps:spPr bwMode="auto">
                            <a:xfrm>
                              <a:off x="4688" y="9072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4"/>
                          <wps:cNvSpPr>
                            <a:spLocks/>
                          </wps:cNvSpPr>
                          <wps:spPr bwMode="auto">
                            <a:xfrm>
                              <a:off x="4716" y="9072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5"/>
                          <wps:cNvSpPr>
                            <a:spLocks/>
                          </wps:cNvSpPr>
                          <wps:spPr bwMode="auto">
                            <a:xfrm>
                              <a:off x="4744" y="9072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6"/>
                          <wps:cNvSpPr>
                            <a:spLocks/>
                          </wps:cNvSpPr>
                          <wps:spPr bwMode="auto">
                            <a:xfrm>
                              <a:off x="2310" y="8604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7"/>
                          <wps:cNvSpPr>
                            <a:spLocks/>
                          </wps:cNvSpPr>
                          <wps:spPr bwMode="auto">
                            <a:xfrm>
                              <a:off x="2403" y="8604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8"/>
                          <wps:cNvSpPr>
                            <a:spLocks/>
                          </wps:cNvSpPr>
                          <wps:spPr bwMode="auto">
                            <a:xfrm>
                              <a:off x="2721" y="8697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9"/>
                          <wps:cNvSpPr>
                            <a:spLocks/>
                          </wps:cNvSpPr>
                          <wps:spPr bwMode="auto">
                            <a:xfrm>
                              <a:off x="2818" y="10405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90"/>
                          <wps:cNvSpPr>
                            <a:spLocks/>
                          </wps:cNvSpPr>
                          <wps:spPr bwMode="auto">
                            <a:xfrm>
                              <a:off x="3229" y="7726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1"/>
                          <wps:cNvSpPr>
                            <a:spLocks/>
                          </wps:cNvSpPr>
                          <wps:spPr bwMode="auto">
                            <a:xfrm>
                              <a:off x="2721" y="7726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2"/>
                          <wps:cNvSpPr>
                            <a:spLocks/>
                          </wps:cNvSpPr>
                          <wps:spPr bwMode="auto">
                            <a:xfrm>
                              <a:off x="2721" y="7818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3"/>
                          <wps:cNvSpPr>
                            <a:spLocks/>
                          </wps:cNvSpPr>
                          <wps:spPr bwMode="auto">
                            <a:xfrm>
                              <a:off x="2306" y="8092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4"/>
                          <wps:cNvSpPr>
                            <a:spLocks/>
                          </wps:cNvSpPr>
                          <wps:spPr bwMode="auto">
                            <a:xfrm>
                              <a:off x="2306" y="7722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5"/>
                          <wps:cNvSpPr>
                            <a:spLocks/>
                          </wps:cNvSpPr>
                          <wps:spPr bwMode="auto">
                            <a:xfrm>
                              <a:off x="1798" y="7722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6"/>
                          <wps:cNvSpPr>
                            <a:spLocks/>
                          </wps:cNvSpPr>
                          <wps:spPr bwMode="auto">
                            <a:xfrm>
                              <a:off x="1798" y="7814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7"/>
                          <wps:cNvSpPr>
                            <a:spLocks/>
                          </wps:cNvSpPr>
                          <wps:spPr bwMode="auto">
                            <a:xfrm>
                              <a:off x="1802" y="9011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8"/>
                          <wps:cNvSpPr>
                            <a:spLocks/>
                          </wps:cNvSpPr>
                          <wps:spPr bwMode="auto">
                            <a:xfrm>
                              <a:off x="1895" y="7814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9"/>
                          <wps:cNvSpPr>
                            <a:spLocks/>
                          </wps:cNvSpPr>
                          <wps:spPr bwMode="auto">
                            <a:xfrm>
                              <a:off x="1923" y="7814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200"/>
                          <wps:cNvSpPr>
                            <a:spLocks/>
                          </wps:cNvSpPr>
                          <wps:spPr bwMode="auto">
                            <a:xfrm>
                              <a:off x="1951" y="7814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1"/>
                          <wps:cNvSpPr>
                            <a:spLocks/>
                          </wps:cNvSpPr>
                          <wps:spPr bwMode="auto">
                            <a:xfrm>
                              <a:off x="1979" y="7814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2"/>
                          <wps:cNvSpPr>
                            <a:spLocks/>
                          </wps:cNvSpPr>
                          <wps:spPr bwMode="auto">
                            <a:xfrm>
                              <a:off x="2008" y="7814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3"/>
                          <wps:cNvSpPr>
                            <a:spLocks/>
                          </wps:cNvSpPr>
                          <wps:spPr bwMode="auto">
                            <a:xfrm>
                              <a:off x="2036" y="7814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4"/>
                          <wps:cNvSpPr>
                            <a:spLocks/>
                          </wps:cNvSpPr>
                          <wps:spPr bwMode="auto">
                            <a:xfrm>
                              <a:off x="2064" y="7814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5"/>
                          <wps:cNvSpPr>
                            <a:spLocks/>
                          </wps:cNvSpPr>
                          <wps:spPr bwMode="auto">
                            <a:xfrm>
                              <a:off x="2092" y="7814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6"/>
                          <wps:cNvSpPr>
                            <a:spLocks/>
                          </wps:cNvSpPr>
                          <wps:spPr bwMode="auto">
                            <a:xfrm>
                              <a:off x="2120" y="7814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7"/>
                          <wps:cNvSpPr>
                            <a:spLocks/>
                          </wps:cNvSpPr>
                          <wps:spPr bwMode="auto">
                            <a:xfrm>
                              <a:off x="2149" y="7814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8"/>
                          <wps:cNvSpPr>
                            <a:spLocks/>
                          </wps:cNvSpPr>
                          <wps:spPr bwMode="auto">
                            <a:xfrm>
                              <a:off x="2181" y="7814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9"/>
                          <wps:cNvSpPr>
                            <a:spLocks/>
                          </wps:cNvSpPr>
                          <wps:spPr bwMode="auto">
                            <a:xfrm>
                              <a:off x="2209" y="7814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10"/>
                          <wps:cNvSpPr>
                            <a:spLocks/>
                          </wps:cNvSpPr>
                          <wps:spPr bwMode="auto">
                            <a:xfrm>
                              <a:off x="2237" y="7814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1"/>
                          <wps:cNvSpPr>
                            <a:spLocks/>
                          </wps:cNvSpPr>
                          <wps:spPr bwMode="auto">
                            <a:xfrm>
                              <a:off x="2265" y="7814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2"/>
                          <wps:cNvSpPr>
                            <a:spLocks/>
                          </wps:cNvSpPr>
                          <wps:spPr bwMode="auto">
                            <a:xfrm>
                              <a:off x="2294" y="7814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3"/>
                          <wps:cNvSpPr>
                            <a:spLocks/>
                          </wps:cNvSpPr>
                          <wps:spPr bwMode="auto">
                            <a:xfrm>
                              <a:off x="2322" y="7814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4"/>
                          <wps:cNvSpPr>
                            <a:spLocks/>
                          </wps:cNvSpPr>
                          <wps:spPr bwMode="auto">
                            <a:xfrm>
                              <a:off x="2350" y="7814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5"/>
                          <wps:cNvSpPr>
                            <a:spLocks/>
                          </wps:cNvSpPr>
                          <wps:spPr bwMode="auto">
                            <a:xfrm>
                              <a:off x="2378" y="7814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Rectangle 2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7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3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63" y="8189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523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2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8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36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4" y="8189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3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1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749" y="8189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77" y="8189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230"/>
                          <wps:cNvSpPr>
                            <a:spLocks/>
                          </wps:cNvSpPr>
                          <wps:spPr bwMode="auto">
                            <a:xfrm>
                              <a:off x="2810" y="7818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8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89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2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1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3" y="7818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3096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4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152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0" y="7818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09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37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5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93" y="7818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47" name="Rectangle 24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840" y="1704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94.8pt;margin-top:-20.1pt;width:95.65pt;height:66.7pt;z-index:251657728" coordorigin="2840,170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">
                <v:group id="Group 3" o:spid="_x0000_s1027" style="position:absolute;left:3629;top:1738;width:2543;height:2766" coordorigin="1798,7722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1907;top:9902;width:3990;height:1337;visibility:visible;mso-wrap-style:square;v-text-anchor:top" coordsize="3990,13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lo4cEA&#10;AADaAAAADwAAAGRycy9kb3ducmV2LnhtbESP3YrCMBSE7wXfIRxh7zT1F6lG0QVZ71x/HuDYHNti&#10;c1KbbK0+vVkQvBxm5htmvmxMIWqqXG5ZQb8XgSBOrM45VXA6brpTEM4jaywsk4IHOVgu2q05xtre&#10;eU/1waciQNjFqCDzvoyldElGBl3PlsTBu9jKoA+ySqWu8B7gppCDKJpIgzmHhQxL+s4ouR7+jIJb&#10;Ovk9b0+3psbLE3elG41/1iOlvjrNagbCU+M/4Xd7qxUM4f9KuAF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JaOHBAAAA2gAAAA8AAAAAAAAAAAAAAAAAmAIAAGRycy9kb3du&#10;cmV2LnhtbFBLBQYAAAAABAAEAPUAAACGAwAAAAA=&#10;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/>
                    <o:lock v:ext="edit" verticies="t"/>
                  </v:shape>
                  <v:shape id="Freeform 5" o:spid="_x0000_s1029" style="position:absolute;left:2028;top:11235;width:3748;height:1314;visibility:visible;mso-wrap-style:square;v-text-anchor:top" coordsize="3748,13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7TsMA&#10;AADaAAAADwAAAGRycy9kb3ducmV2LnhtbESP3WrCQBSE7wu+w3KE3jUbS5EQswlFsAr2h6R6f8ge&#10;k9Ds2ZBdNb59t1DwcpiZb5ismEwvLjS6zrKCRRSDIK6t7rhRcPjePCUgnEfW2FsmBTdyUOSzhwxT&#10;ba9c0qXyjQgQdikqaL0fUild3ZJBF9mBOHgnOxr0QY6N1CNeA9z08jmOl9Jgx2GhxYHWLdU/1dko&#10;0B+W9tXXZ7+ckqNLtudy/fZeKvU4n15XIDxN/h7+b++0ghf4uxJu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7TsMAAADaAAAADwAAAAAAAAAAAAAAAACYAgAAZHJzL2Rv&#10;d25yZXYueG1sUEsFBgAAAAAEAAQA9QAAAIgDAAAAAA==&#10;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/>
                  </v:shape>
                  <v:shape id="Freeform 6" o:spid="_x0000_s1030" style="position:absolute;left:2016;top:8560;width:3772;height:1342;visibility:visible;mso-wrap-style:square;v-text-anchor:top" coordsize="3772,13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thcUA&#10;AADaAAAADwAAAGRycy9kb3ducmV2LnhtbESPQWvCQBSE74L/YXmF3nSTUm1JXUUKpSJ4iJGW3l6z&#10;r0lI9m3YXTX+e1cQehxm5htmsRpMJ07kfGNZQTpNQBCXVjdcKTgUH5NXED4ga+wsk4ILeVgtx6MF&#10;ZtqeOafTPlQiQthnqKAOoc+k9GVNBv3U9sTR+7POYIjSVVI7PEe46eRTksylwYbjQo09vddUtvuj&#10;UfBZtNufPN3tDunvpfXPxUv+/eWUenwY1m8gAg3hP3xvb7SCGdyuxBs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K2FxQAAANoAAAAPAAAAAAAAAAAAAAAAAJgCAABkcnMv&#10;ZG93bnJldi54bWxQSwUGAAAAAAQABAD1AAAAigMAAAAA&#10;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/>
                  </v:shape>
                  <v:shape id="Freeform 7" o:spid="_x0000_s1031" style="position:absolute;left:4913;top:9881;width:875;height:37;visibility:visible;mso-wrap-style:square;v-text-anchor:top" coordsize="875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ROH78A&#10;AADaAAAADwAAAGRycy9kb3ducmV2LnhtbESPwQrCMBBE74L/EFbwpqkeRKpRRFCE4sHqwePSrG21&#10;2ZQmavXrjSB4HGbmDTNftqYSD2pcaVnBaBiBIM6sLjlXcDpuBlMQziNrrCyTghc5WC66nTnG2j75&#10;QI/U5yJA2MWooPC+jqV0WUEG3dDWxMG72MagD7LJpW7wGeCmkuMomkiDJYeFAmtaF5Td0rtR8G6r&#10;9W1/vif6HV1Ph2RUym2SKtXvtasZCE+t/4d/7Z1WMIHvlX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1E4fvwAAANoAAAAPAAAAAAAAAAAAAAAAAJgCAABkcnMvZG93bnJl&#10;di54bWxQSwUGAAAAAAQABAD1AAAAhAMAAAAA&#10;" path="m,29r16,8l875,37r,-33l16,,28,8,,29r4,8l16,37,,29xe" fillcolor="#009" stroked="f">
                    <v:path arrowok="t" o:connecttype="custom" o:connectlocs="0,29;16,37;875,37;875,4;16,0;28,8;0,29;4,37;16,37;0,29" o:connectangles="0,0,0,0,0,0,0,0,0,0"/>
                  </v:shape>
                  <v:shape id="Freeform 8" o:spid="_x0000_s1032" style="position:absolute;left:3902;top:9321;width:1039;height:589;visibility:visible;mso-wrap-style:square;v-text-anchor:top" coordsize="1039,5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xg/sMA&#10;AADaAAAADwAAAGRycy9kb3ducmV2LnhtbESPQWvCQBSE70L/w/IKvemmLWhJXUMoLRRExGh7fmaf&#10;SWj2bdjdmuivdwXB4zAz3zDzbDCtOJLzjWUFz5MEBHFpdcOVgt32a/wGwgdkja1lUnAiD9niYTTH&#10;VNueN3QsQiUihH2KCuoQulRKX9Zk0E9sRxy9g3UGQ5SuktphH+GmlS9JMpUGG44LNXb0UVP5V/wb&#10;BU4Wbpl/tqt9t+vX65/f8+uMz0o9PQ75O4hAQ7iHb+1vrWAG1yvxBs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xg/sMAAADaAAAADwAAAAAAAAAAAAAAAACYAgAAZHJzL2Rv&#10;d25yZXYueG1sUEsFBgAAAAAEAAQA9QAAAIgDAAAAAA==&#10;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/>
                  </v:shape>
                  <v:shape id="Freeform 9" o:spid="_x0000_s1033" style="position:absolute;left:2858;top:9321;width:1044;height:597;visibility:visible;mso-wrap-style:square;v-text-anchor:top" coordsize="1044,5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NlsEA&#10;AADaAAAADwAAAGRycy9kb3ducmV2LnhtbERPu27CMBTdkfoP1q3EBg4M0KY4EeKhdqhUoKjzJb44&#10;aePrKHYg/H09IDEenfci720tLtT6yrGCyTgBQVw4XbFRcPzejl5A+ICssXZMCm7kIc+eBgtMtbvy&#10;ni6HYEQMYZ+igjKEJpXSFyVZ9GPXEEfu7FqLIcLWSN3iNYbbWk6TZCYtVhwbSmxoVVLxd+isgmX4&#10;7Lx5Xf/szKb7+t1OTu/741yp4XO/fAMRqA8P8d39oRXErfFKvAE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JzZbBAAAA2gAAAA8AAAAAAAAAAAAAAAAAmAIAAGRycy9kb3du&#10;cmV2LnhtbFBLBQYAAAAABAAEAPUAAACGAwAAAAA=&#10;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/>
                  </v:shape>
                  <v:shape id="Freeform 10" o:spid="_x0000_s1034" style="position:absolute;left:1991;top:9885;width:883;height:33;visibility:visible;mso-wrap-style:square;v-text-anchor:top" coordsize="883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aiDcEA&#10;AADaAAAADwAAAGRycy9kb3ducmV2LnhtbESPT4vCMBTE78J+h/CEvciaKiJuNYosuHj1DxRvz+bZ&#10;FJuX0kSN394IC3scZuY3zGIVbSPu1PnasYLRMANBXDpdc6XgeNh8zUD4gKyxcUwKnuRhtfzoLTDX&#10;7sE7uu9DJRKEfY4KTAhtLqUvDVn0Q9cSJ+/iOoshya6SusNHgttGjrNsKi3WnBYMtvRjqLzub1bB&#10;bhT173pgLsVschpn2xCLc2GU+uzH9RxEoBj+w3/trVbwDe8r6Qb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Gog3BAAAA2gAAAA8AAAAAAAAAAAAAAAAAmAIAAGRycy9kb3du&#10;cmV2LnhtbFBLBQYAAAAABAAEAPUAAACGAwAAAAA=&#10;" path="m9,13l25,33r858,l883,,25,,41,21,9,13,,33r25,l9,13xe" fillcolor="#009" stroked="f">
                    <v:path arrowok="t" o:connecttype="custom" o:connectlocs="9,13;25,33;883,33;883,0;25,0;41,21;9,13;0,33;25,33;9,13" o:connectangles="0,0,0,0,0,0,0,0,0,0"/>
                  </v:shape>
                  <v:shape id="Freeform 11" o:spid="_x0000_s1035" style="position:absolute;left:2000;top:8544;width:1902;height:1362;visibility:visible;mso-wrap-style:square;v-text-anchor:top" coordsize="1902,13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pPr8MA&#10;AADbAAAADwAAAGRycy9kb3ducmV2LnhtbESPQWvDMAyF74P+B6PCbqvTDUaW1i2lUNhxSUfWo4jV&#10;xDSW09hrs38/HQa7Sbyn9z6tt5Pv1Y3G6AIbWC4yUMRNsI5bA5/Hw1MOKiZki31gMvBDEbab2cMa&#10;CxvuXNKtSq2SEI4FGuhSGgqtY9ORx7gIA7Fo5zB6TLKOrbYj3iXc9/o5y161R8fS0OFA+46aS/Xt&#10;Dbz5l/yrDCc62aH6uJaudse8NuZxPu1WoBJN6d/8d/1uBV/o5RcZQG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pPr8MAAADbAAAADwAAAAAAAAAAAAAAAACYAgAAZHJzL2Rv&#10;d25yZXYueG1sUEsFBgAAAAAEAAQA9QAAAIgDAAAAAA==&#10;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/>
                  </v:shape>
                  <v:shape id="Freeform 12" o:spid="_x0000_s1036" style="position:absolute;left:3902;top:8544;width:1910;height:1374;visibility:visible;mso-wrap-style:square;v-text-anchor:top" coordsize="191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xd78A&#10;AADbAAAADwAAAGRycy9kb3ducmV2LnhtbERPS4vCMBC+L+x/CLPgZVnTelC3GkUWFjx48YHnoRmb&#10;YjMpzaj13xtB8DYf33Pmy9436kpdrAMbyIcZKOIy2JorA4f9/88UVBRki01gMnCnCMvF58ccCxtu&#10;vKXrTiqVQjgWaMCJtIXWsXTkMQ5DS5y4U+g8SoJdpW2HtxTuGz3KsrH2WHNqcNjSn6PyvLt4AxN/&#10;XK/u37nOL5PYZmf3G2Qjxgy++tUMlFAvb/HLvbZpfg7PX9IBe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eLF3vwAAANsAAAAPAAAAAAAAAAAAAAAAAJgCAABkcnMvZG93bnJl&#10;di54bWxQSwUGAAAAAAQABAD1AAAAhAMAAAAA&#10;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/>
                  </v:shape>
                  <v:shape id="Freeform 13" o:spid="_x0000_s1037" style="position:absolute;left:3769;top:9885;width:443;height:556;visibility:visible;mso-wrap-style:square;v-text-anchor:top" coordsize="443,5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5J8EA&#10;AADbAAAADwAAAGRycy9kb3ducmV2LnhtbERP22oCMRB9L/gPYQq+FM1WisjWKEVqUZCCqx8wbMZs&#10;6GayJKmufr0pCH2bw7nOfNm7VpwpROtZweu4AEFce23ZKDge1qMZiJiQNbaeScGVIiwXg6c5ltpf&#10;eE/nKhmRQziWqKBJqSuljHVDDuPYd8SZO/ngMGUYjNQBLznctXJSFFPp0HJuaLCjVUP1T/XrFNht&#10;WL/MCv99O31O5Zv5qszuYJUaPvcf7yAS9elf/HBvdJ4/gb9f8g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LuSfBAAAA2wAAAA8AAAAAAAAAAAAAAAAAmAIAAGRycy9kb3du&#10;cmV2LnhtbFBLBQYAAAAABAAEAPUAAACGAwAAAAA=&#10;" path="m435,69l298,77,,436,145,556,443,198r-137,8l435,69,362,,298,77,435,69xe" stroked="f">
                    <v:path arrowok="t" o:connecttype="custom" o:connectlocs="435,69;298,77;0,436;145,556;443,198;306,206;435,69;362,0;298,77;435,69" o:connectangles="0,0,0,0,0,0,0,0,0,0"/>
                  </v:shape>
                  <v:shape id="Freeform 14" o:spid="_x0000_s1038" style="position:absolute;left:4075;top:9954;width:995;height:911;visibility:visible;mso-wrap-style:square;v-text-anchor:top" coordsize="995,9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TWsL4A&#10;AADbAAAADwAAAGRycy9kb3ducmV2LnhtbERP3QoBQRS+V95hOsodsyhpGZIiUspP4e60c+xuds5s&#10;O4P19kYpd+fr+z2TWW0K8aTK5ZYV9LoRCOLE6pxTBafjsjMC4TyyxsIyKXiTg9m02ZhgrO2L9/Q8&#10;+FSEEHYxKsi8L2MpXZKRQde1JXHgbrYy6AOsUqkrfIVwU8h+FA2lwZxDQ4YlLTJK7oeHUZCn5bK4&#10;DU+76LLps109+HrZnpVqt+r5GISn2v/FP/dah/kD+P4SDpDT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01rC+AAAA2wAAAA8AAAAAAAAAAAAAAAAAmAIAAGRycy9kb3ducmV2&#10;LnhtbFBLBQYAAAAABAAEAPUAAACDAwAAAAA=&#10;" path="m983,862l955,770,129,,,137,826,911,802,818r181,44l995,810,955,770r28,92xe" stroked="f">
                    <v:path arrowok="t" o:connecttype="custom" o:connectlocs="983,862;955,770;129,0;0,137;826,911;802,818;983,862;995,810;955,770;983,862" o:connectangles="0,0,0,0,0,0,0,0,0,0"/>
                  </v:shape>
                  <v:shape id="Freeform 15" o:spid="_x0000_s1039" style="position:absolute;left:3902;top:10772;width:1156;height:963;visibility:visible;mso-wrap-style:square;v-text-anchor:top" coordsize="1156,9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oHsIA&#10;AADbAAAADwAAAGRycy9kb3ducmV2LnhtbERP32vCMBB+H/g/hBN801QpotUobuCQCQPdBB+P5myK&#10;zaU0me38681A2Nt9fD9vue5sJW7U+NKxgvEoAUGcO11yoeD7azucgfABWWPlmBT8kof1qveyxEy7&#10;lg90O4ZCxBD2GSowIdSZlD43ZNGPXE0cuYtrLIYIm0LqBtsYbis5SZKptFhybDBY05uh/Hr8sQr2&#10;7f01CWRO53F1nX/6TTp7/0iVGvS7zQJEoC78i5/unY7zU/j7JR4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agewgAAANsAAAAPAAAAAAAAAAAAAAAAAJgCAABkcnMvZG93&#10;bnJldi54bWxQSwUGAAAAAAQABAD1AAAAhwMAAAAA&#10;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/>
                  </v:shape>
                  <v:shape id="Freeform 16" o:spid="_x0000_s1040" style="position:absolute;left:2717;top:10506;width:1185;height:1229;visibility:visible;mso-wrap-style:square;v-text-anchor:top" coordsize="1185,1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ctBL0A&#10;AADbAAAADwAAAGRycy9kb3ducmV2LnhtbERPSwrCMBDdC94hjOBOUwVFqlHED7hwYxV0OTRjW2wm&#10;pUm13t4Igrt5vO8sVq0pxZNqV1hWMBpGIIhTqwvOFFzO+8EMhPPIGkvLpOBNDlbLbmeBsbYvPtEz&#10;8ZkIIexiVJB7X8VSujQng25oK+LA3W1t0AdYZ1LX+ArhppTjKJpKgwWHhhwr2uSUPpLGKJA7r8tj&#10;014nI05O23N2S9fbm1L9Xrueg/DU+r/45z7oMH8C31/CAXL5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pctBL0AAADbAAAADwAAAAAAAAAAAAAAAACYAgAAZHJzL2Rvd25yZXYu&#10;eG1sUEsFBgAAAAAEAAQA9QAAAIIDAAAAAA==&#10;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/>
                  </v:shape>
                  <v:shape id="Freeform 17" o:spid="_x0000_s1041" style="position:absolute;left:2818;top:1050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6d78A&#10;AADbAAAADwAAAGRycy9kb3ducmV2LnhtbERPTYvCMBC9C/6HMII3m+pBpGsUUURBYdEVz2MzttVm&#10;UppU67/fCIK3ebzPmc5bU4oH1a6wrGAYxSCIU6sLzhSc/taDCQjnkTWWlknBixzMZ93OFBNtn3yg&#10;x9FnIoSwS1BB7n2VSOnSnAy6yFbEgbva2qAPsM6krvEZwk0pR3E8lgYLDg05VrTMKb0fG6Pg1mZV&#10;MzrvD5fVLm7s73mzPXlWqt9rFz8gPLX+K/64tzrMH8P7l3CAn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bfp3vwAAANsAAAAPAAAAAAAAAAAAAAAAAJgCAABkcnMvZG93bnJl&#10;di54bWxQSwUGAAAAAAQABAD1AAAAhAMAAAAA&#10;" path="m600,85l503,,,,,189r503,l411,105,600,85,592,,503,r97,85xe" stroked="f">
                    <v:path arrowok="t" o:connecttype="custom" o:connectlocs="600,85;503,0;0,0;0,189;503,189;411,105;600,85;592,0;503,0;600,85" o:connectangles="0,0,0,0,0,0,0,0,0,0"/>
                  </v:shape>
                  <v:shape id="Freeform 18" o:spid="_x0000_s1042" style="position:absolute;left:3229;top:10591;width:673;height:644;visibility:visible;mso-wrap-style:square;v-text-anchor:top" coordsize="673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48G8EA&#10;AADbAAAADwAAAGRycy9kb3ducmV2LnhtbERPTU/CQBC9m/gfNmPCTbYKUVJYiIJVrgKB66Q7tA3d&#10;2WZ3gPLvXRMTb/PyPme26F2rLhRi49nA0zADRVx623BlYLctHiegoiBbbD2TgRtFWMzv72aYW3/l&#10;b7pspFIphGOOBmqRLtc6ljU5jEPfESfu6INDSTBU2ga8pnDX6ucse9EOG04NNXa0rKk8bc7OwD7q&#10;8Vg+D/uPoth+BX1bvctoZczgoX+bghLq5V/8517bNP8Vfn9JB+j5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uPBvBAAAA2wAAAA8AAAAAAAAAAAAAAAAAmAIAAGRycy9kb3du&#10;cmV2LnhtbFBLBQYAAAAABAAEAPUAAACGAwAAAAA=&#10;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/>
                  </v:shape>
                  <v:shape id="Freeform 19" o:spid="_x0000_s1043" style="position:absolute;left:3902;top:10824;width:600;height:411;visibility:visible;mso-wrap-style:square;v-text-anchor:top" coordsize="60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qgMQA&#10;AADbAAAADwAAAGRycy9kb3ducmV2LnhtbESPT2/CMAzF70h8h8hIXNBI2WGCQkATEojDduDP7lZj&#10;mmqNUzVZW/j082HSbrbe83s/b3aDr1VHbawCG1jMM1DERbAVlwZu18PLElRMyBbrwGTgQRF22/Fo&#10;g7kNPZ+pu6RSSQjHHA24lJpc61g48hjnoSEW7R5aj0nWttS2xV7Cfa1fs+xNe6xYGhw2tHdUfF9+&#10;vIGZ66ry8bFoPp+30xXxuOq/jitjppPhfQ0q0ZD+zX/XJyv4Aiu/yAB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U6oDEAAAA2wAAAA8AAAAAAAAAAAAAAAAAmAIAAGRycy9k&#10;b3ducmV2LnhtbFBLBQYAAAAABAAEAPUAAACJAwAAAAA=&#10;" path="m407,137l395,12,362,57,318,97r-44,36l225,165r-52,25l117,206r-29,4l60,218r-28,l,222,,411r40,-4l84,403r41,-4l169,387r73,-24l314,331r69,-41l447,238r56,-52l552,121,540,r12,121l600,53,540,,407,137xe" stroked="f"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/>
                  </v:shape>
                  <v:shape id="Freeform 20" o:spid="_x0000_s1044" style="position:absolute;left:3712;top:10313;width:730;height:648;visibility:visible;mso-wrap-style:square;v-text-anchor:top" coordsize="730,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W4sUA&#10;AADbAAAADwAAAGRycy9kb3ducmV2LnhtbESPQWvCQBCF74X+h2UK3uqmUjTGbEQqBXsJGEWvQ3ZM&#10;0mZnQ3Y1qb++Wyj0NsN787436Xo0rbhR7xrLCl6mEQji0uqGKwXHw/tzDMJ5ZI2tZVLwTQ7W2eND&#10;iom2A+/pVvhKhBB2CSqove8SKV1Zk0E3tR1x0C62N+jD2ldS9ziEcNPKWRTNpcGGA6HGjt5qKr+K&#10;qwmQIV5w/rHdnD/j14M75bku7lelJk/jZgXC0+j/zX/XOx3qL+H3lzC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VbixQAAANsAAAAPAAAAAAAAAAAAAAAAAJgCAABkcnMv&#10;ZG93bnJldi54bWxQSwUGAAAAAAQABAD1AAAAigMAAAAA&#10;" path="m57,8r8,129l597,648,730,511,194,r8,128l57,8,,76r65,61l57,8xe" stroked="f">
                    <v:path arrowok="t" o:connecttype="custom" o:connectlocs="57,8;65,137;597,648;730,511;194,0;202,128;57,8;0,76;65,137;57,8" o:connectangles="0,0,0,0,0,0,0,0,0,0"/>
                  </v:shape>
                  <v:shape id="Freeform 21" o:spid="_x0000_s1045" style="position:absolute;left:2818;top:10599;width:44;height:249;visibility:visible;mso-wrap-style:square;v-text-anchor:top" coordsize="44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Vq78AA&#10;AADbAAAADwAAAGRycy9kb3ducmV2LnhtbERPS2rDMBDdF3IHMYHuajlZhOJENvk1tJQu4vgAgzWR&#10;TayRsVTbvX21KHT5eP9dMdtOjDT41rGCVZKCIK6dbtkoqG5vL68gfEDW2DkmBT/kocgXTzvMtJv4&#10;SmMZjIgh7DNU0ITQZ1L6uiGLPnE9ceTubrAYIhyM1ANOMdx2cp2mG2mx5djQYE/HhupH+W0VoPk0&#10;+uOclvP5cfmqenswJz4o9byc91sQgebwL/5zv2sF67g+fok/QO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Vq78AAAADbAAAADwAAAAAAAAAAAAAAAACYAgAAZHJzL2Rvd25y&#10;ZXYueG1sUEsFBgAAAAAEAAQA9QAAAIUDAAAAAA==&#10;" path="m44,r,249l32,221,28,189,20,161,12,129,8,96,4,64,,32,,,44,xe" fillcolor="blue" stroked="f">
                    <v:path arrowok="t" o:connecttype="custom" o:connectlocs="44,0;44,249;32,221;28,189;20,161;12,129;8,96;4,64;0,32;0,0;44,0" o:connectangles="0,0,0,0,0,0,0,0,0,0,0"/>
                  </v:shape>
                  <v:shape id="Freeform 22" o:spid="_x0000_s1046" style="position:absolute;left:2862;top:10599;width:40;height:370;visibility:visible;mso-wrap-style:square;v-text-anchor:top" coordsize="40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SQ8IA&#10;AADbAAAADwAAAGRycy9kb3ducmV2LnhtbESPQYvCMBSE74L/ITzBm6YKylKNIqXCgid1pddn82yr&#10;zUtpsrXur98IC3scZuYbZr3tTS06al1lWcFsGoEgzq2uuFDwdd5PPkA4j6yxtkwKXuRguxkO1hhr&#10;++QjdSdfiABhF6OC0vsmltLlJRl0U9sQB+9mW4M+yLaQusVngJtazqNoKQ1WHBZKbCgpKX+cvo0C&#10;vNpU+0OWLsyuOy5d8pNfsrtS41G/W4Hw1Pv/8F/7UyuYz+D9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5JDwgAAANsAAAAPAAAAAAAAAAAAAAAAAJgCAABkcnMvZG93&#10;bnJldi54bWxQSwUGAAAAAAQABAD1AAAAhwMAAAAA&#10;" path="m,249l,,40,r,370l36,354,28,342,24,326,16,310,12,294,8,282,4,266,,249xe" fillcolor="#0305ff" stroked="f">
                    <v:path arrowok="t" o:connecttype="custom" o:connectlocs="0,249;0,0;40,0;40,370;36,354;28,342;24,326;16,310;12,294;8,282;4,266;0,249" o:connectangles="0,0,0,0,0,0,0,0,0,0,0,0"/>
                  </v:shape>
                  <v:shape id="Freeform 23" o:spid="_x0000_s1047" style="position:absolute;left:2902;top:10599;width:45;height:459;visibility:visible;mso-wrap-style:square;v-text-anchor:top" coordsize="4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ppUMQA&#10;AADbAAAADwAAAGRycy9kb3ducmV2LnhtbESPzWrDMBCE74W8g9hAb40cH1zXsRJCoJCcit1QyG2x&#10;1j+JtTKWErtvXxUKPQ4z8w2T72bTiweNrrOsYL2KQBBXVnfcKDh/vr+kIJxH1thbJgXf5GC3XTzl&#10;mGk7cUGP0jciQNhlqKD1fsikdFVLBt3KDsTBq+1o0Ac5NlKPOAW46WUcRYk02HFYaHGgQ0vVrbwb&#10;Bdfk9Vx3H/Pgi9PxK3077S94n5R6Xs77DQhPs/8P/7WPWkEcw++X8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6aVDEAAAA2wAAAA8AAAAAAAAAAAAAAAAAmAIAAGRycy9k&#10;b3ducmV2LnhtbFBLBQYAAAAABAAEAPUAAACJAwAAAAA=&#10;" path="m,370l,,45,r,459l37,447r-5,-8l28,427,20,415,16,403r-4,-9l4,382,,370xe" fillcolor="#060aff" stroked="f">
                    <v:path arrowok="t" o:connecttype="custom" o:connectlocs="0,370;0,0;45,0;45,459;37,447;32,439;28,427;20,415;16,403;12,394;4,382;0,370" o:connectangles="0,0,0,0,0,0,0,0,0,0,0,0"/>
                  </v:shape>
                  <v:shape id="Freeform 24" o:spid="_x0000_s1048" style="position:absolute;left:2947;top:10599;width:44;height:531;visibility:visible;mso-wrap-style:square;v-text-anchor:top" coordsize="44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pA8EA&#10;AADbAAAADwAAAGRycy9kb3ducmV2LnhtbESPzarCMBSE9xd8h3AEd9dUBanVKHrhggs3Vt0fm9Mf&#10;bE5KE7X69EYQXA4z8w2zWHWmFjdqXWVZwWgYgSDOrK64UHA8/P/GIJxH1lhbJgUPcrBa9n4WmGh7&#10;5z3dUl+IAGGXoILS+yaR0mUlGXRD2xAHL7etQR9kW0jd4j3ATS3HUTSVBisOCyU29FdSdkmvRkHn&#10;6jyu0ud+Vmyi+HqWp53NR0oN+t16DsJT57/hT3urFYwn8P4SfoB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haQPBAAAA2wAAAA8AAAAAAAAAAAAAAAAAmAIAAGRycy9kb3du&#10;cmV2LnhtbFBLBQYAAAAABAAEAPUAAACGAwAAAAA=&#10;" path="m,459l,,44,r,531l36,523r-4,-8l24,507,20,495r-4,-8l8,479,4,471,,459xe" fillcolor="#090fff" stroked="f">
                    <v:path arrowok="t" o:connecttype="custom" o:connectlocs="0,459;0,0;44,0;44,531;36,523;32,515;24,507;20,495;16,487;8,479;4,471;0,459" o:connectangles="0,0,0,0,0,0,0,0,0,0,0,0"/>
                  </v:shape>
                  <v:shape id="Freeform 25" o:spid="_x0000_s1049" style="position:absolute;left:2991;top:10599;width:40;height:596;visibility:visible;mso-wrap-style:square;v-text-anchor:top" coordsize="40,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NDccMA&#10;AADbAAAADwAAAGRycy9kb3ducmV2LnhtbESPQWvCQBSE74L/YXmF3upuQ2lLdBURrb0UMRW8vmSf&#10;STD7NmQ3Mf333ULB4zAz3zCL1WgbMVDna8canmcKBHHhTM2lhtP37ukdhA/IBhvHpOGHPKyW08kC&#10;U+NufKQhC6WIEPYpaqhCaFMpfVGRRT9zLXH0Lq6zGKLsSmk6vEW4bWSi1Ku0WHNcqLClTUXFNeut&#10;hrx3fLAq328pP+Rf/dnu1duH1o8P43oOItAY7uH/9qfRkLzA3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NDccMAAADbAAAADwAAAAAAAAAAAAAAAACYAgAAZHJzL2Rv&#10;d25yZXYueG1sUEsFBgAAAAAEAAQA9QAAAIgDAAAAAA==&#10;" path="m,531l,,40,r,596l36,588r-8,-8l24,572r-4,-8l12,556,8,548,4,540,,531xe" fillcolor="#0c14ff" stroked="f">
                    <v:path arrowok="t" o:connecttype="custom" o:connectlocs="0,531;0,0;40,0;40,596;36,588;28,580;24,572;20,564;12,556;8,548;4,540;0,531" o:connectangles="0,0,0,0,0,0,0,0,0,0,0,0"/>
                  </v:shape>
                  <v:shape id="Freeform 26" o:spid="_x0000_s1050" style="position:absolute;left:3031;top:10599;width:45;height:652;visibility:visible;mso-wrap-style:square;v-text-anchor:top" coordsize="45,6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2/8QA&#10;AADbAAAADwAAAGRycy9kb3ducmV2LnhtbESPzWrDMBCE74G+g9hCb4kcQ0txo4QQEnAppdQJPS/W&#10;xjKxVsaSf5KnjwqFHoeZ+YZZbSbbiIE6XztWsFwkIIhLp2uuFJyOh/krCB+QNTaOScGVPGzWD7MV&#10;ZtqN/E1DESoRIewzVGBCaDMpfWnIol+4ljh6Z9dZDFF2ldQdjhFuG5kmyYu0WHNcMNjSzlB5KXqr&#10;oDdSHvaf559l/n6rv8brnj4uJ6WeHqftG4hAU/gP/7VzrSB9ht8v8Q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ltv/EAAAA2wAAAA8AAAAAAAAAAAAAAAAAmAIAAGRycy9k&#10;b3ducmV2LnhtbFBLBQYAAAAABAAEAPUAAACJAwAAAAA=&#10;" path="m,596l,,45,r,652l36,644r-4,-8l28,632r-8,-8l16,616r-4,-4l4,604,,596xe" fillcolor="#0f1aff" stroked="f">
                    <v:path arrowok="t" o:connecttype="custom" o:connectlocs="0,596;0,0;45,0;45,652;36,644;32,636;28,632;20,624;16,616;12,612;4,604;0,596" o:connectangles="0,0,0,0,0,0,0,0,0,0,0,0"/>
                  </v:shape>
                  <v:shape id="Freeform 27" o:spid="_x0000_s1051" style="position:absolute;left:3076;top:10599;width:44;height:701;visibility:visible;mso-wrap-style:square;v-text-anchor:top" coordsize="44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+NMMA&#10;AADbAAAADwAAAGRycy9kb3ducmV2LnhtbESPQWvCQBSE7wX/w/KE3upLPaQlukoTFHqoh6oI3p7Z&#10;ZxLMvg3ZrcZ/7xYKPQ4z8w0zXw62VVfufeNEw+skAcVSOtNIpWG/W7+8g/KBxFDrhDXc2cNyMXqa&#10;U2bcTb75ug2VihDxGWmoQ+gyRF/WbMlPXMcSvbPrLYUo+wpNT7cIty1OkyRFS43EhZo6LmouL9sf&#10;q+HkNhuzeiM8FPK1z3E4pjl2Wj+Ph48ZqMBD+A//tT+NhmkKv1/iD8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+NMMAAADbAAAADwAAAAAAAAAAAAAAAACYAgAAZHJzL2Rv&#10;d25yZXYueG1sUEsFBgAAAAAEAAQA9QAAAIgDAAAAAA==&#10;" path="m,652l,,44,r,701l36,693r-4,-4l24,681r-4,-4l16,668,8,664,4,656,,652xe" fillcolor="#121fff" stroked="f">
                    <v:path arrowok="t" o:connecttype="custom" o:connectlocs="0,652;0,0;44,0;44,701;36,693;32,689;24,681;20,677;16,668;8,664;4,656;0,652" o:connectangles="0,0,0,0,0,0,0,0,0,0,0,0"/>
                  </v:shape>
                  <v:shape id="Freeform 28" o:spid="_x0000_s1052" style="position:absolute;left:3120;top:10599;width:40;height:741;visibility:visible;mso-wrap-style:square;v-text-anchor:top" coordsize="40,7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HaIMQA&#10;AADbAAAADwAAAGRycy9kb3ducmV2LnhtbESP3WrCQBSE7wXfYTlC73SjYK3RTbAtLQUR6t/9IXua&#10;hGbPprvbmL59VxC8HGbmG2ad96YRHTlfW1YwnSQgiAuray4VnI5v4ycQPiBrbCyTgj/ykGfDwRpT&#10;bS+8p+4QShEh7FNUUIXQplL6oiKDfmJb4uh9WWcwROlKqR1eItw0cpYkj9JgzXGhwpZeKiq+D79G&#10;Qetf37c/y89m77r589Kxm593TqmHUb9ZgQjUh3v41v7QCmYLuH6JP0B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R2iDEAAAA2wAAAA8AAAAAAAAAAAAAAAAAmAIAAGRycy9k&#10;b3ducmV2LnhtbFBLBQYAAAAABAAEAPUAAACJAwAAAAA=&#10;" path="m,701l,,40,r,741l36,737r-8,-4l24,725r-4,-4l12,717,8,709,4,705,,701xe" fillcolor="#1524ff" stroked="f">
                    <v:path arrowok="t" o:connecttype="custom" o:connectlocs="0,701;0,0;40,0;40,741;36,737;28,733;24,725;20,721;12,717;8,709;4,705;0,701" o:connectangles="0,0,0,0,0,0,0,0,0,0,0,0"/>
                  </v:shape>
                  <v:shape id="Freeform 29" o:spid="_x0000_s1053" style="position:absolute;left:3160;top:10599;width:44;height:781;visibility:visible;mso-wrap-style:square;v-text-anchor:top" coordsize="44,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ltr4A&#10;AADbAAAADwAAAGRycy9kb3ducmV2LnhtbERPyW7CMBC9V+IfrEHqrThQVKGAQayi1wLiPMRDEsiM&#10;Q2wg/fv6UInj09sns5Yr9aDGl04M9HsJKJLM2VJyA4f95mMEygcUi5UTMvBLHmbTztsEU+ue8kOP&#10;XchVDBGfooEihDrV2mcFMfqeq0kid3YNY4iwybVt8BnDudKDJPnSjKXEhgJrWhaUXXd3NnBqZbjK&#10;try+bPz5xovhET9XbMx7t52PQQVqw0v87/62BgZxbPwSf4Ce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IJba+AAAA2wAAAA8AAAAAAAAAAAAAAAAAmAIAAGRycy9kb3ducmV2&#10;LnhtbFBLBQYAAAAABAAEAPUAAACDAwAAAAA=&#10;" path="m,741l,,44,r,781l40,777r-8,-4l28,765r-8,-4l16,757r-4,-4l8,749,,741xe" fillcolor="#1829ff" stroked="f">
                    <v:path arrowok="t" o:connecttype="custom" o:connectlocs="0,741;0,0;44,0;44,781;40,777;32,773;28,765;20,761;16,757;12,753;8,749;0,741" o:connectangles="0,0,0,0,0,0,0,0,0,0,0,0"/>
                  </v:shape>
                  <v:shape id="Freeform 30" o:spid="_x0000_s1054" style="position:absolute;left:3204;top:10599;width:45;height:818;visibility:visible;mso-wrap-style:square;v-text-anchor:top" coordsize="45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9eHcUA&#10;AADbAAAADwAAAGRycy9kb3ducmV2LnhtbESPzWrDMBCE74W+g9hAb42cHxrHiWJMk5hcAmmaB1is&#10;je3WWhlLtd23rwqFHoeZ+YbZpqNpRE+dqy0rmE0jEMSF1TWXCm7vx+cYhPPIGhvLpOCbHKS7x4ct&#10;JtoO/Eb91ZciQNglqKDyvk2kdEVFBt3UtsTBu9vOoA+yK6XucAhw08h5FL1IgzWHhQpbeq2o+Lx+&#10;GQWXpt3rQ364ZbFfLc73/PSRx0ulniZjtgHhafT/4b/2SSuYr+H3S/g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14dxQAAANsAAAAPAAAAAAAAAAAAAAAAAJgCAABkcnMv&#10;ZG93bnJldi54bWxQSwUGAAAAAAQABAD1AAAAigMAAAAA&#10;" path="m,781l,,45,r,818l37,814r-4,-4l29,805r-8,-8l17,793r-4,-4l5,785,,781xe" fillcolor="#1c2eff" stroked="f">
                    <v:path arrowok="t" o:connecttype="custom" o:connectlocs="0,781;0,0;45,0;45,818;37,814;33,810;29,805;21,797;17,793;13,789;5,785;0,781" o:connectangles="0,0,0,0,0,0,0,0,0,0,0,0"/>
                  </v:shape>
                  <v:shape id="Freeform 31" o:spid="_x0000_s1055" style="position:absolute;left:3249;top:10599;width:40;height:850;visibility:visible;mso-wrap-style:square;v-text-anchor:top" coordsize="40,8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9J8IA&#10;AADbAAAADwAAAGRycy9kb3ducmV2LnhtbERPz2vCMBS+D/wfwhN2W1PdmFqNIgNhA5lYd9jx2Tyb&#10;YvPSNVlb//vlMPD48f1ebQZbi45aXzlWMElSEMSF0xWXCr5Ou6c5CB+QNdaOScGNPGzWo4cVZtr1&#10;fKQuD6WIIewzVGBCaDIpfWHIok9cQxy5i2sthgjbUuoW+xhuazlN01dpseLYYLChN0PFNf+1Cj5f&#10;ZrfF7oN/zofphb+N24f6sFfqcTxslyACDeEu/ne/awXPcX38En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X0nwgAAANsAAAAPAAAAAAAAAAAAAAAAAJgCAABkcnMvZG93&#10;bnJldi54bWxQSwUGAAAAAAQABAD1AAAAhwMAAAAA&#10;" path="m,818l,,40,r,850l36,846r-4,-4l24,838r-4,-4l16,830,8,826,4,822,,818xe" fillcolor="#1f34ff" stroked="f">
                    <v:path arrowok="t" o:connecttype="custom" o:connectlocs="0,818;0,0;40,0;40,850;36,846;32,842;24,838;20,834;16,830;8,826;4,822;0,818" o:connectangles="0,0,0,0,0,0,0,0,0,0,0,0"/>
                  </v:shape>
                  <v:shape id="Freeform 32" o:spid="_x0000_s1056" style="position:absolute;left:3289;top:10599;width:44;height:878;visibility:visible;mso-wrap-style:square;v-text-anchor:top" coordsize="44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b9MIA&#10;AADbAAAADwAAAGRycy9kb3ducmV2LnhtbESPQWsCMRSE74L/ITyhN83qQi2rUWxpwR5rpfT42Dw3&#10;i5uXkER3+++NIPQ4zMw3zHo72E5cKcTWsYL5rABBXDvdcqPg+P0xfQERE7LGzjEp+KMI2814tMZK&#10;u56/6HpIjcgQjhUqMCn5SspYG7IYZ84TZ+/kgsWUZWikDthnuO3koiiepcWW84JBT2+G6vPhYhWc&#10;ykXZ/yzPw+/Fd59Bvr8e/dIo9TQZdisQiYb0H36091pBOYf7l/wD5O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tv0wgAAANsAAAAPAAAAAAAAAAAAAAAAAJgCAABkcnMvZG93&#10;bnJldi54bWxQSwUGAAAAAAQABAD1AAAAhwMAAAAA&#10;" path="m,850l,,32,r4,12l36,20r,8l36,36r4,8l40,52r,12l44,72r,806l40,874r-8,-4l28,866r-4,-4l16,858r-4,-4l8,850r-8,xe" fillcolor="#2239ff" stroked="f">
                    <v:path arrowok="t" o:connecttype="custom" o:connectlocs="0,850;0,0;32,0;36,12;36,20;36,28;36,36;40,44;40,52;40,64;44,72;44,878;40,874;32,870;28,866;24,862;16,858;12,854;8,850;0,850" o:connectangles="0,0,0,0,0,0,0,0,0,0,0,0,0,0,0,0,0,0,0,0"/>
                  </v:shape>
                  <v:shape id="Freeform 33" o:spid="_x0000_s1057" style="position:absolute;left:3333;top:10671;width:45;height:830;visibility:visible;mso-wrap-style:square;v-text-anchor:top" coordsize="45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IcEA&#10;AADbAAAADwAAAGRycy9kb3ducmV2LnhtbESPT4vCMBTE7wt+h/AEb2tqlVWqUWRF3KN/74/m2RaT&#10;l9JkbfXTbwRhj8PM/IZZrDprxJ0aXzlWMBomIIhzpysuFJxP288ZCB+QNRrHpOBBHlbL3scCM+1a&#10;PtD9GAoRIewzVFCGUGdS+rwki37oauLoXV1jMUTZFFI32Ea4NTJNki9pseK4UGJN3yXlt+OvVVAf&#10;Jm5n9s9TlaTdRbdjs5k+tkoN+t16DiJQF/7D7/aPVjBO4fUl/gC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bziHBAAAA2wAAAA8AAAAAAAAAAAAAAAAAmAIAAGRycy9kb3du&#10;cmV2LnhtbFBLBQYAAAAABAAEAPUAAACGAwAAAAA=&#10;" path="m,806l,,4,16,9,32r4,16l17,65r8,16l29,97r8,16l45,129r,701l37,826r-4,l29,822r-8,-4l17,814r-4,-4l4,806r-4,xe" fillcolor="#253eff" stroked="f">
                    <v:path arrowok="t" o:connecttype="custom" o:connectlocs="0,806;0,0;4,16;9,32;13,48;17,65;25,81;29,97;37,113;45,129;45,830;37,826;33,826;29,822;21,818;17,814;13,810;4,806;0,806" o:connectangles="0,0,0,0,0,0,0,0,0,0,0,0,0,0,0,0,0,0,0"/>
                  </v:shape>
                  <v:shape id="Freeform 34" o:spid="_x0000_s1058" style="position:absolute;left:3378;top:10800;width:40;height:725;visibility:visible;mso-wrap-style:square;v-text-anchor:top" coordsize="40,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bFcUA&#10;AADbAAAADwAAAGRycy9kb3ducmV2LnhtbESPQWvCQBSE7wX/w/KE3urGWoqNriKC0FNoo9T29sw+&#10;k2D2bdzdmvTfu0LB4zAz3zDzZW8acSHna8sKxqMEBHFhdc2lgt128zQF4QOyxsYyKfgjD8vF4GGO&#10;qbYdf9IlD6WIEPYpKqhCaFMpfVGRQT+yLXH0jtYZDFG6UmqHXYSbRj4nyas0WHNcqLCldUXFKf81&#10;Cjbm+yf7yNZv5xebnb+6vdvl+4NSj8N+NQMRqA/38H/7XSuYTOD2Jf4A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tsVxQAAANsAAAAPAAAAAAAAAAAAAAAAAJgCAABkcnMv&#10;ZG93bnJldi54bWxQSwUGAAAAAAQABAD1AAAAigMAAAAA&#10;" path="m,701l,,4,8r4,8l12,28r8,8l24,48r4,8l36,65r4,12l40,725r-4,-4l32,717r-8,l20,713r-4,-4l8,709,4,705,,701xe" fillcolor="#2843ff" stroked="f">
                    <v:path arrowok="t" o:connecttype="custom" o:connectlocs="0,701;0,0;4,8;8,16;12,28;20,36;24,48;28,56;36,65;40,77;40,725;36,721;32,717;24,717;20,713;16,709;8,709;4,705;0,701" o:connectangles="0,0,0,0,0,0,0,0,0,0,0,0,0,0,0,0,0,0,0"/>
                  </v:shape>
                  <v:shape id="Freeform 35" o:spid="_x0000_s1059" style="position:absolute;left:3418;top:10877;width:44;height:668;visibility:visible;mso-wrap-style:square;v-text-anchor:top" coordsize="4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sSO8UA&#10;AADbAAAADwAAAGRycy9kb3ducmV2LnhtbESPQWvCQBSE74L/YXlCL1I3tlokdRUptLQUBKMgvT2y&#10;zySYfZvurkn8992C4HGYmW+Y5bo3tWjJ+cqygukkAUGcW11xoeCwf39cgPABWWNtmRRcycN6NRws&#10;MdW24x21WShEhLBPUUEZQpNK6fOSDPqJbYijd7LOYIjSFVI77CLc1PIpSV6kwYrjQokNvZWUn7OL&#10;UdD9fH+148v1Y/u7y/vu4Bnd/KjUw6jfvIII1Id7+Nb+1AqeZ/D/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xI7xQAAANsAAAAPAAAAAAAAAAAAAAAAAJgCAABkcnMv&#10;ZG93bnJldi54bWxQSwUGAAAAAAQABAD1AAAAigMAAAAA&#10;" path="m,648l,,4,4r8,8l16,20r4,8l28,36r4,4l36,48r8,8l44,668r-4,-4l32,664r-4,-4l24,656r-8,l12,652,8,648r-8,xe" fillcolor="#2b48ff" stroked="f">
                    <v:path arrowok="t" o:connecttype="custom" o:connectlocs="0,648;0,0;4,4;12,12;16,20;20,28;28,36;32,40;36,48;44,56;44,668;40,664;32,664;28,660;24,656;16,656;12,652;8,648;0,648" o:connectangles="0,0,0,0,0,0,0,0,0,0,0,0,0,0,0,0,0,0,0"/>
                  </v:shape>
                  <v:shape id="Freeform 36" o:spid="_x0000_s1060" style="position:absolute;left:3462;top:10933;width:45;height:633;visibility:visible;mso-wrap-style:square;v-text-anchor:top" coordsize="45,6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WhsEA&#10;AADbAAAADwAAAGRycy9kb3ducmV2LnhtbESPzYrCMBSF9wO+Q7iCm2FMrShjNYoIYheCqDP7S3Nt&#10;i81NaWKtb28EweXh/HycxaozlWipcaVlBaNhBII4s7rkXMHfefvzC8J5ZI2VZVLwIAerZe9rgYm2&#10;dz5Se/K5CCPsElRQeF8nUrqsIINuaGvi4F1sY9AH2eRSN3gP46aScRRNpcGSA6HAmjYFZdfTzQTu&#10;fxx3u+/xY12m6Y73Rh/SdqbUoN+t5yA8df4TfrdTrWA8gdeX8AP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dFobBAAAA2wAAAA8AAAAAAAAAAAAAAAAAmAIAAGRycy9kb3du&#10;cmV2LnhtbFBLBQYAAAAABAAEAPUAAACGAwAAAAA=&#10;" path="m,612l,,4,4r4,8l17,16r4,8l25,28r8,4l37,40r8,4l45,633r-8,-4l33,625r-4,l21,621r-4,l13,617r-9,l,612xe" fillcolor="#2e4eff" stroked="f">
                    <v:path arrowok="t" o:connecttype="custom" o:connectlocs="0,612;0,0;4,4;8,12;17,16;21,24;25,28;33,32;37,40;45,44;45,633;37,629;33,625;29,625;21,621;17,621;13,617;4,617;0,612" o:connectangles="0,0,0,0,0,0,0,0,0,0,0,0,0,0,0,0,0,0,0"/>
                  </v:shape>
                  <v:shape id="Freeform 37" o:spid="_x0000_s1061" style="position:absolute;left:3507;top:10977;width:40;height:605;visibility:visible;mso-wrap-style:square;v-text-anchor:top" coordsize="40,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sF8MA&#10;AADbAAAADwAAAGRycy9kb3ducmV2LnhtbESPwWrDMBBE74X+g9hCLyWW24IJTmRTAoFAcqnrQ46L&#10;tbGcWitjqbbz91Gh0OMwM2+YbbnYXkw0+s6xgtckBUHcON1xq6D+2q/WIHxA1tg7JgU38lAWjw9b&#10;zLWb+ZOmKrQiQtjnqMCEMORS+saQRZ+4gTh6FzdaDFGOrdQjzhFue/mWppm02HFcMDjQzlDzXf1Y&#10;Bfq0Pk3ozi9tV1NaZ9fqOJlKqeen5WMDItAS/sN/7YNW8J7B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KsF8MAAADbAAAADwAAAAAAAAAAAAAAAACYAgAAZHJzL2Rv&#10;d25yZXYueG1sUEsFBgAAAAAEAAQA9QAAAIgDAAAAAA==&#10;" path="m,589l,,4,4r4,8l12,16r8,5l24,25r8,4l36,33r4,4l40,605r-4,-4l32,601r-8,-4l20,597r-4,-4l8,593,4,589r-4,xe" fillcolor="#3153ff" stroked="f">
                    <v:path arrowok="t" o:connecttype="custom" o:connectlocs="0,589;0,0;4,4;8,12;12,16;20,21;24,25;32,29;36,33;40,37;40,605;36,601;32,601;24,597;20,597;16,593;8,593;4,589;0,589" o:connectangles="0,0,0,0,0,0,0,0,0,0,0,0,0,0,0,0,0,0,0"/>
                  </v:shape>
                  <v:shape id="Freeform 38" o:spid="_x0000_s1062" style="position:absolute;left:3547;top:11014;width:44;height:580;visibility:visible;mso-wrap-style:square;v-text-anchor:top" coordsize="44,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L3d8MA&#10;AADbAAAADwAAAGRycy9kb3ducmV2LnhtbESPT2vCQBTE70K/w/IKXqTZqKAlzUZKUazHaOn5Nfvy&#10;p82+Ddk1xm/fFQSPw8z8hkk3o2nFQL1rLCuYRzEI4sLqhisFX6fdyysI55E1tpZJwZUcbLKnSYqJ&#10;thfOaTj6SgQIuwQV1N53iZSuqMmgi2xHHLzS9gZ9kH0ldY+XADetXMTxShpsOCzU2NFHTcXf8WwU&#10;lMW33M7M7+HU+cHtlz+5pXxUavo8vr+B8DT6R/je/tQKlmu4fQ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L3d8MAAADbAAAADwAAAAAAAAAAAAAAAACYAgAAZHJzL2Rv&#10;d25yZXYueG1sUEsFBgAAAAAEAAQA9QAAAIgDAAAAAA==&#10;" path="m,568l,,8,4r4,4l16,12r8,4l28,20r4,4l40,28r4,4l44,580r-4,l32,576r-4,l24,572r-8,l12,572,8,568r-8,xe" fillcolor="#3558ff" stroked="f">
                    <v:path arrowok="t" o:connecttype="custom" o:connectlocs="0,568;0,0;8,4;12,8;16,12;24,16;28,20;32,24;40,28;44,32;44,580;40,580;32,576;28,576;24,572;16,572;12,572;8,568;0,568" o:connectangles="0,0,0,0,0,0,0,0,0,0,0,0,0,0,0,0,0,0,0"/>
                  </v:shape>
                  <v:shape id="Freeform 39" o:spid="_x0000_s1063" style="position:absolute;left:3591;top:11046;width:45;height:560;visibility:visible;mso-wrap-style:square;v-text-anchor:top" coordsize="45,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90MIA&#10;AADbAAAADwAAAGRycy9kb3ducmV2LnhtbERPTWsCMRC9F/wPYYReRLO2ILIaRWqXSi+lWtHjsBl3&#10;1yaTJUl1++/NQfD4eN/zZWeNuJAPjWMF41EGgrh0uuFKwc+uGE5BhIis0TgmBf8UYLnoPc0x1+7K&#10;33TZxkqkEA45KqhjbHMpQ1mTxTByLXHiTs5bjAn6SmqP1xRujXzJsom02HBqqLGlt5rK3+2fVXDY&#10;f/rzZGcG73Hw9bHeHKdFYYJSz/1uNQMRqYsP8d290Qpe09j0Jf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P3QwgAAANsAAAAPAAAAAAAAAAAAAAAAAJgCAABkcnMvZG93&#10;bnJldi54bWxQSwUGAAAAAAQABAD1AAAAhwMAAAAA&#10;" path="m,548l,,4,4r8,4l17,12r4,l29,16r4,4l37,24r8,l45,560r-8,l33,556r-4,l21,556r-4,-4l12,552r-8,l,548xe" fillcolor="#385dff" stroked="f">
                    <v:path arrowok="t" o:connecttype="custom" o:connectlocs="0,548;0,0;4,4;12,8;17,12;21,12;29,16;33,20;37,24;45,24;45,560;37,560;33,556;29,556;21,556;17,552;12,552;4,552;0,548" o:connectangles="0,0,0,0,0,0,0,0,0,0,0,0,0,0,0,0,0,0,0"/>
                  </v:shape>
                  <v:shape id="Freeform 40" o:spid="_x0000_s1064" style="position:absolute;left:3636;top:11070;width:40;height:548;visibility:visible;mso-wrap-style:square;v-text-anchor:top" coordsize="40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PIsMA&#10;AADbAAAADwAAAGRycy9kb3ducmV2LnhtbESPQYvCMBSE78L+h/AEL6KpLohbjaLCih6tsl4fzbMt&#10;Ni/dJKv1328EweMwM98w82VranEj5yvLCkbDBARxbnXFhYLT8XswBeEDssbaMil4kIfl4qMzx1Tb&#10;Ox/oloVCRAj7FBWUITSplD4vyaAf2oY4ehfrDIYoXSG1w3uEm1qOk2QiDVYcF0psaFNSfs3+jIKj&#10;+/25bM/rPBuNTT1dFdf9vn9SqtdtVzMQgdrwDr/aO63g8wue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yPIsMAAADbAAAADwAAAAAAAAAAAAAAAACYAgAAZHJzL2Rv&#10;d25yZXYueG1sUEsFBgAAAAAEAAQA9QAAAIgDAAAAAA==&#10;" path="m,536l,,4,4,8,8r8,l20,12r4,4l32,16r4,4l40,24r,524l36,544r-4,l24,544r-4,-4l16,540r-8,l4,536r-4,xe" fillcolor="#3b62ff" stroked="f">
                    <v:path arrowok="t" o:connecttype="custom" o:connectlocs="0,536;0,0;4,4;8,8;16,8;20,12;24,16;32,16;36,20;40,24;40,548;36,544;32,544;24,544;20,540;16,540;8,540;4,536;0,536" o:connectangles="0,0,0,0,0,0,0,0,0,0,0,0,0,0,0,0,0,0,0"/>
                  </v:shape>
                  <v:shape id="Freeform 41" o:spid="_x0000_s1065" style="position:absolute;left:3676;top:11094;width:44;height:532;visibility:visible;mso-wrap-style:square;v-text-anchor:top" coordsize="44,5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HuO8AA&#10;AADbAAAADwAAAGRycy9kb3ducmV2LnhtbERP3WrCMBS+H/gO4Qi7W1OHjNE1iuiUgjBY7QMcmmNb&#10;1pykTbTd25uLwS4/vv98O5te3Gn0nWUFqyQFQVxb3XGjoLocX95B+ICssbdMCn7Jw3azeMox03bi&#10;b7qXoRExhH2GCtoQXCalr1sy6BPriCN3taPBEOHYSD3iFMNNL1/T9E0a7Dg2tOho31L9U96Mgp6+&#10;hi5c8HCy1bm8umr4LNyg1PNy3n2ACDSHf/Gfu9AK1nF9/BJ/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7HuO8AAAADbAAAADwAAAAAAAAAAAAAAAACYAgAAZHJzL2Rvd25y&#10;ZXYueG1sUEsFBgAAAAAEAAQA9QAAAIUDAAAAAA==&#10;" path="m,524l,,8,r4,4l16,4r8,4l28,8r4,4l40,12r4,4l44,532r-4,l32,528r-4,l24,528r-8,l12,524r-4,l,524xe" fillcolor="#3e68ff" stroked="f">
                    <v:path arrowok="t" o:connecttype="custom" o:connectlocs="0,524;0,0;8,0;12,4;16,4;24,8;28,8;32,12;40,12;44,16;44,532;40,532;32,528;28,528;24,528;16,528;12,524;8,524;0,524" o:connectangles="0,0,0,0,0,0,0,0,0,0,0,0,0,0,0,0,0,0,0"/>
                  </v:shape>
                  <v:shape id="Freeform 42" o:spid="_x0000_s1066" style="position:absolute;left:3720;top:11110;width:45;height:520;visibility:visible;mso-wrap-style:square;v-text-anchor:top" coordsize="4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lzFr4A&#10;AADbAAAADwAAAGRycy9kb3ducmV2LnhtbESPzQrCMBCE74LvEFbwpmlFpFajiCB4EvwpeFyatS02&#10;m9JErW9vBMHjMDPfMMt1Z2rxpNZVlhXE4wgEcW51xYWCy3k3SkA4j6yxtkwK3uRgver3lphq++Ij&#10;PU++EAHCLkUFpfdNKqXLSzLoxrYhDt7NtgZ9kG0hdYuvADe1nETRTBqsOCyU2NC2pPx+ehgFk9hb&#10;ScnloBOZzZtHtr/VfFVqOOg2CxCeOv8P/9p7rWAaw/dL+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Opcxa+AAAA2wAAAA8AAAAAAAAAAAAAAAAAmAIAAGRycy9kb3ducmV2&#10;LnhtbFBLBQYAAAAABAAEAPUAAACDAwAAAAA=&#10;" path="m,516l,,4,r8,4l16,4r4,l29,8r4,l37,8r8,4l45,520r-8,l33,520r-4,l20,520r-4,-4l12,516r-8,l,516xe" fillcolor="#416dff" stroked="f">
                    <v:path arrowok="t" o:connecttype="custom" o:connectlocs="0,516;0,0;4,0;12,4;16,4;20,4;29,8;33,8;37,8;45,12;45,520;37,520;33,520;29,520;20,520;16,516;12,516;4,516;0,516" o:connectangles="0,0,0,0,0,0,0,0,0,0,0,0,0,0,0,0,0,0,0"/>
                  </v:shape>
                  <v:shape id="Freeform 43" o:spid="_x0000_s1067" style="position:absolute;left:3765;top:11122;width:40;height:516;visibility:visible;mso-wrap-style:square;v-text-anchor:top" coordsize="40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JHsQA&#10;AADbAAAADwAAAGRycy9kb3ducmV2LnhtbESPQUvDQBSE74L/YXmCN7uxhFBit6UGhR4KYtpDj4/s&#10;axKbfRt2n236711B8DjMfDPMcj25QV0oxN6zgedZBoq48bbn1sBh//60ABUF2eLgmQzcKMJ6dX+3&#10;xNL6K3/SpZZWpRKOJRroRMZS69h05DDO/EicvJMPDiXJ0Gob8JrK3aDnWVZohz2nhQ5HqjpqzvW3&#10;M5B/HKu84u2r5EXxJW/F7hTqhTGPD9PmBZTQJP/hP3prEzeH3y/pB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ICR7EAAAA2wAAAA8AAAAAAAAAAAAAAAAAmAIAAGRycy9k&#10;b3ducmV2LnhtbFBLBQYAAAAABAAEAPUAAACJAwAAAAA=&#10;" path="m,508l,,4,,8,r8,4l20,4r4,l32,8r4,l40,8r,508l36,512r-4,l24,512r-4,l16,512r-8,l4,512,,508xe" fillcolor="#4472ff" stroked="f">
                    <v:path arrowok="t" o:connecttype="custom" o:connectlocs="0,508;0,0;4,0;8,0;16,4;20,4;24,4;32,8;36,8;40,8;40,516;36,512;32,512;24,512;20,512;16,512;8,512;4,512;0,508" o:connectangles="0,0,0,0,0,0,0,0,0,0,0,0,0,0,0,0,0,0,0"/>
                  </v:shape>
                  <v:shape id="Freeform 44" o:spid="_x0000_s1068" style="position:absolute;left:3805;top:10373;width:44;height:1265;visibility:visible;mso-wrap-style:square;v-text-anchor:top" coordsize="44,1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bsbsQA&#10;AADbAAAADwAAAGRycy9kb3ducmV2LnhtbESP0WrCQBRE3wX/YblC38ymrRSJrqFtKNSnUvUDrtlr&#10;Npq9m2ZXE/36bqHg4zAzZ5hlPthGXKjztWMFj0kKgrh0uuZKwW77MZ2D8AFZY+OYFFzJQ74aj5aY&#10;adfzN102oRIRwj5DBSaENpPSl4Ys+sS1xNE7uM5iiLKrpO6wj3DbyKc0fZEWa44LBlt6N1SeNmer&#10;QAYzHM63taP98af4Ktb92/7WK/UwGV4XIAIN4R7+b39qBbNn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G7G7EAAAA2wAAAA8AAAAAAAAAAAAAAAAAmAIAAGRycy9k&#10;b3ducmV2LnhtbFBLBQYAAAAABAAEAPUAAACJAwAAAAA=&#10;" path="m,1265l,757r8,l12,757r4,5l24,762r4,l32,762r8,l44,762r,503l40,1265r-8,l28,1265r-4,l16,1265r-4,l8,1265r-8,xm44,r,16l36,8,44,xe" fillcolor="#4777ff" stroked="f"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/>
                    <o:lock v:ext="edit" verticies="t"/>
                  </v:shape>
                  <v:shape id="Freeform 45" o:spid="_x0000_s1069" style="position:absolute;left:3849;top:10321;width:45;height:1321;visibility:visible;mso-wrap-style:square;v-text-anchor:top" coordsize="45,1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nGMIA&#10;AADbAAAADwAAAGRycy9kb3ducmV2LnhtbESPT2sCMRTE7wW/Q3iCt5q1SCmrUUQpeBP/QY+vm+dm&#10;dfOyJHHd/famIPQ4zMxvmPmys7VoyYfKsYLJOANBXDhdcangdPx+/wIRIrLG2jEp6CnAcjF4m2Ou&#10;3YP31B5iKRKEQ44KTIxNLmUoDFkMY9cQJ+/ivMWYpC+l9vhIcFvLjyz7lBYrTgsGG1obKm6Hu1Vw&#10;97vf9c/masjY/no+c9ufeKfUaNitZiAidfE//GpvtYLpFP6+p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WcYwgAAANsAAAAPAAAAAAAAAAAAAAAAAJgCAABkcnMvZG93&#10;bnJldi54bWxQSwUGAAAAAAQABAD1AAAAhwMAAAAA&#10;" path="m,1317l,814r4,4l12,818r4,l20,818r9,l33,818r4,l45,818r,503l37,1321r-4,l29,1321r-9,l16,1317r-4,l4,1317r-4,xm,68l,52,45,r,108l,68xe" fillcolor="#4a7cff" stroked="f"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/>
                    <o:lock v:ext="edit" verticies="t"/>
                  </v:shape>
                  <v:shape id="Freeform 46" o:spid="_x0000_s1070" style="position:absolute;left:3894;top:10268;width:40;height:1374;visibility:visible;mso-wrap-style:square;v-text-anchor:top" coordsize="40,13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ji/cQA&#10;AADbAAAADwAAAGRycy9kb3ducmV2LnhtbESPQWvCQBSE74L/YXmCN91YrEjqKlbRFsSDaSl4e2af&#10;STD7NmRXE/99VxA8DjPzDTNbtKYUN6pdYVnBaBiBIE6tLjhT8PuzGUxBOI+ssbRMCu7kYDHvdmYY&#10;a9vwgW6Jz0SAsItRQe59FUvp0pwMuqGtiIN3trVBH2SdSV1jE+CmlG9RNJEGCw4LOVa0yim9JFej&#10;YGv3p4n8jNa0+jsm46b9uu+2rFS/1y4/QHhq/Sv8bH9rBeN3eHw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Y4v3EAAAA2wAAAA8AAAAAAAAAAAAAAAAAmAIAAGRycy9k&#10;b3ducmV2LnhtbFBLBQYAAAAABAAEAPUAAACJAwAAAAA=&#10;" path="m,1374l,871r,l,871r4,l4,871r,l4,871r4,l8,871r4,l16,871r4,l24,871r4,l32,871r4,l40,871r,503l36,1374r-4,l28,1374r-4,l20,1374r-4,l12,1374r-4,l8,1374r-4,l4,1374r,l4,1374r-4,l,1374r,xm,161l,53,40,r,202l,161xe" fillcolor="#4e82ff" stroked="f"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/>
                    <o:lock v:ext="edit" verticies="t"/>
                  </v:shape>
                  <v:shape id="Freeform 47" o:spid="_x0000_s1071" style="position:absolute;left:3934;top:10216;width:44;height:1426;visibility:visible;mso-wrap-style:square;v-text-anchor:top" coordsize="44,14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bQAMQA&#10;AADbAAAADwAAAGRycy9kb3ducmV2LnhtbESPQWsCMRSE7wX/Q3gFL6Vma2UpW6OIRfBQBNd6f2ye&#10;m6XJy5Jkdf33TaHQ4zAz3zDL9eisuFKInWcFL7MCBHHjdcetgq/T7vkNREzIGq1nUnCnCOvV5GGJ&#10;lfY3PtK1Tq3IEI4VKjAp9ZWUsTHkMM58T5y9iw8OU5ahlTrgLcOdlfOiKKXDjvOCwZ62hprvenAK&#10;alu+DvZ8PCzM5nD6DPunj/NlUGr6OG7eQSQa03/4r73XChYl/H7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0ADEAAAA2wAAAA8AAAAAAAAAAAAAAAAAmAIAAGRycy9k&#10;b3ducmV2LnhtbFBLBQYAAAAABAAEAPUAAACJAwAAAAA=&#10;" path="m,1426l,923r8,l12,923r4,l24,919r4,l32,919r8,l44,919r,503l40,1422r-8,l28,1422r-4,l16,1422r-4,l8,1422r-8,4xm,254l,52,44,r,294l,254xe" fillcolor="#5187ff" stroked="f"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/>
                    <o:lock v:ext="edit" verticies="t"/>
                  </v:shape>
                  <v:shape id="Freeform 48" o:spid="_x0000_s1072" style="position:absolute;left:3978;top:10163;width:45;height:1475;visibility:visible;mso-wrap-style:square;v-text-anchor:top" coordsize="45,1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0a8QA&#10;AADbAAAADwAAAGRycy9kb3ducmV2LnhtbESPX2vCQBDE3wt+h2OFvtVL/9BK9BS1lPpSJFb6vM2t&#10;udDcXshtY/z2nlDo4zAzv2Hmy8E3qqcu1oEN3E8yUMRlsDVXBg6fb3dTUFGQLTaBycCZIiwXo5s5&#10;5jacuKB+L5VKEI45GnAiba51LB15jJPQEifvGDqPkmRXadvhKcF9ox+y7Fl7rDktOGxp46j82f96&#10;A1+7jUzlu/goYlX3B7d+fG353Zjb8bCagRIa5D/8195aA08vcP2SfoB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gNGvEAAAA2wAAAA8AAAAAAAAAAAAAAAAAmAIAAGRycy9k&#10;b3ducmV2LnhtbFBLBQYAAAAABAAEAPUAAACJAwAAAAA=&#10;" path="m,1475l,972r4,l12,967r4,l20,967r8,l33,967r4,-4l45,963r,508l37,1471r-4,l28,1471r-8,4l16,1475r-4,l4,1475r-4,xm,347l,53,45,r,391l,347xe" fillcolor="#548cff" stroked="f"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/>
                    <o:lock v:ext="edit" verticies="t"/>
                  </v:shape>
                  <v:shape id="Freeform 49" o:spid="_x0000_s1073" style="position:absolute;left:4023;top:10111;width:40;height:1523;visibility:visible;mso-wrap-style:square;v-text-anchor:top" coordsize="40,1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r9b8A&#10;AADbAAAADwAAAGRycy9kb3ducmV2LnhtbERPTYvCMBC9C/sfwix4EU0VKUs1ioqCeBHdhcXb2Mw2&#10;XZtJaaLWf28OgsfH+57OW1uJGzW+dKxgOEhAEOdOl1wo+Pne9L9A+ICssXJMCh7kYT776Ewx0+7O&#10;B7odQyFiCPsMFZgQ6kxKnxuy6AeuJo7cn2sshgibQuoG7zHcVnKUJKm0WHJsMFjTylB+OV6tguV/&#10;1SMmV+4s8v60NumvP6dKdT/bxQREoDa8xS/3VisYx7HxS/wBcvY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Kv1vwAAANsAAAAPAAAAAAAAAAAAAAAAAJgCAABkcnMvZG93bnJl&#10;di54bWxQSwUGAAAAAAQABAD1AAAAhAMAAAAA&#10;" path="m,1523l,1015r4,l8,1011r8,l20,1011r4,-4l32,1007r4,l40,1003r,516l36,1519r-4,l24,1519r-4,l16,1523r-8,l4,1523r-4,xm,443l,52,40,r,484l,443xe" fillcolor="#5791ff" stroked="f"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/>
                    <o:lock v:ext="edit" verticies="t"/>
                  </v:shape>
                  <v:shape id="Freeform 50" o:spid="_x0000_s1074" style="position:absolute;left:4063;top:10059;width:44;height:1571;visibility:visible;mso-wrap-style:square;v-text-anchor:top" coordsize="44,1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Bo8EA&#10;AADbAAAADwAAAGRycy9kb3ducmV2LnhtbESPT2sCMRTE7wW/Q3hCb92sRUpdjSJCwaN/qufH5rlZ&#10;3bwsm2jSb28KhR6HmfkNs1gl24kHDb51rGBSlCCIa6dbbhR8H7/ePkH4gKyxc0wKfsjDajl6WWCl&#10;XeQ9PQ6hERnCvkIFJoS+ktLXhiz6wvXE2bu4wWLIcmikHjBmuO3ke1l+SIst5wWDPW0M1bfD3Spw&#10;MZlmve3v6RQv9fEqd+mMUanXcVrPQQRK4T/8195qBdMZ/H7JP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nQaPBAAAA2wAAAA8AAAAAAAAAAAAAAAAAmAIAAGRycy9kb3du&#10;cmV2LnhtbFBLBQYAAAAABAAEAPUAAACGAwAAAAA=&#10;" path="m,1571l,1055r8,l12,1051r4,l24,1051r4,-4l32,1047r8,-4l44,1043r,520l40,1563r-8,l28,1567r-4,l16,1567r-4,l8,1567r-8,4xm,536l,52,44,r,576l,536xe" fillcolor="#5a96ff" stroked="f"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/>
                    <o:lock v:ext="edit" verticies="t"/>
                  </v:shape>
                  <v:shape id="Freeform 51" o:spid="_x0000_s1075" style="position:absolute;left:4107;top:10022;width:45;height:1600;visibility:visible;mso-wrap-style:square;v-text-anchor:top" coordsize="45,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8q7wA&#10;AADbAAAADwAAAGRycy9kb3ducmV2LnhtbERPTYvCMBC9C/6HMII3TRUU6RpFBMWLB91lz0MztsVk&#10;Ujqx1n9vDoLHx/teb3vvVEet1IENzKYZKOIi2JpLA3+/h8kKlERkiy4wGXiRwHYzHKwxt+HJF+qu&#10;sVQphCVHA1WMTa61FBV5lGloiBN3C63HmGBbatviM4V7p+dZttQea04NFTa0r6i4Xx/ewGMp6OV4&#10;3nW8KPvAMnfu8G/MeNTvfkBF6uNX/HGfrIFFWp++pB+gN2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iDyrvAAAANsAAAAPAAAAAAAAAAAAAAAAAJgCAABkcnMvZG93bnJldi54&#10;bWxQSwUGAAAAAAQABAD1AAAAgQMAAAAA&#10;" path="m,1600l,1080r4,-4l12,1076r4,-4l20,1072r8,-4l32,1064r5,l45,1060r,532l37,1592r-5,l28,1592r-8,4l16,1596r-4,l4,1600r-4,xm,613l,37,32,,45,13r,640l,613xe" fillcolor="#5d9cff" stroked="f"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/>
                    <o:lock v:ext="edit" verticies="t"/>
                  </v:shape>
                  <v:shape id="Freeform 52" o:spid="_x0000_s1076" style="position:absolute;left:4152;top:10035;width:40;height:1579;visibility:visible;mso-wrap-style:square;v-text-anchor:top" coordsize="40,15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5DU8QA&#10;AADbAAAADwAAAGRycy9kb3ducmV2LnhtbESPQWsCMRSE74X+h/AK3mpWoa2sRrGVwl5sqRb0+Nw8&#10;N8HNy5JE3f77plDwOMzMN8xs0btWXChE61nBaFiAIK69ttwo+N6+P05AxISssfVMCn4owmJ+fzfD&#10;Uvsrf9FlkxqRIRxLVGBS6kopY23IYRz6jjh7Rx8cpixDI3XAa4a7Vo6L4lk6tJwXDHb0Zqg+bc5O&#10;wdmsD68v1O0/Vx/W2Wpb7SZhr9TgoV9OQSTq0y383660gqcR/H3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eQ1PEAAAA2wAAAA8AAAAAAAAAAAAAAAAAmAIAAGRycy9k&#10;b3ducmV2LnhtbFBLBQYAAAAABAAEAPUAAACJAwAAAAA=&#10;" path="m,1579l,1047r4,-4l8,1043r8,-4l20,1035r4,l32,1031r4,-4l40,1023r,544l36,1567r-4,l24,1571r-4,l16,1575r-8,l4,1575r-4,4xm,640l,,40,40r,640l,640xe" fillcolor="#60a1ff" stroked="f"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/>
                    <o:lock v:ext="edit" verticies="t"/>
                  </v:shape>
                  <v:shape id="Freeform 53" o:spid="_x0000_s1077" style="position:absolute;left:4192;top:10075;width:44;height:1527;visibility:visible;mso-wrap-style:square;v-text-anchor:top" coordsize="44,15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LAMQA&#10;AADbAAAADwAAAGRycy9kb3ducmV2LnhtbESPS4vCQBCE7wv+h6EFbzpRUSQ6ig8E8bCsD/DaybRJ&#10;MNMTMqNGf/3OgrDHoqq+omaLxpTiQbUrLCvo9yIQxKnVBWcKzqdtdwLCeWSNpWVS8CIHi3nra4ax&#10;tk8+0OPoMxEg7GJUkHtfxVK6NCeDrmcr4uBdbW3QB1lnUtf4DHBTykEUjaXBgsNCjhWtc0pvx7tR&#10;sNqsE3u6mOtm9P3+wWGVjPe7RKlOu1lOQXhq/H/4095pBaMB/H0JP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UiwDEAAAA2wAAAA8AAAAAAAAAAAAAAAAAmAIAAGRycy9k&#10;b3ducmV2LnhtbFBLBQYAAAAABAAEAPUAAACJAwAAAAA=&#10;" path="m,1527l,983r8,l12,979r4,-4l24,971r4,-4l32,963r8,-4l44,959r,556l40,1515r-8,l28,1519r-4,l16,1523r-4,l8,1523r-8,4xm,640l,,44,36r,649l,640xe" fillcolor="#63a6ff" stroked="f"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/>
                    <o:lock v:ext="edit" verticies="t"/>
                  </v:shape>
                  <v:shape id="Freeform 54" o:spid="_x0000_s1078" style="position:absolute;left:4236;top:10111;width:45;height:1479;visibility:visible;mso-wrap-style:square;v-text-anchor:top" coordsize="45,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bSMYA&#10;AADbAAAADwAAAGRycy9kb3ducmV2LnhtbESPW2sCMRSE3wX/QzhCX0rNVmuRrVGKYBHxgpeHPh42&#10;x93o5mTZRF3/vSkUfBxm5htmNGlsKa5Ue+NYwXs3AUGcOW04V3DYz96GIHxA1lg6JgV38jAZt1sj&#10;TLW78Zauu5CLCGGfooIihCqV0mcFWfRdVxFH7+hqiyHKOpe6xluE21L2kuRTWjQcFwqsaFpQdt5d&#10;rAJDRm5+t4vVYb28u+n59PH6s3FKvXSa7y8QgZrwDP+351rBoA9/X+IPkO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QbSMYAAADbAAAADwAAAAAAAAAAAAAAAACYAgAAZHJz&#10;L2Rvd25yZXYueG1sUEsFBgAAAAAEAAQA9QAAAIsDAAAAAA==&#10;" path="m,1479l,923r4,-4l12,915r4,-8l20,903r8,-4l32,895r4,-4l45,887r,576l36,1463r-4,4l28,1467r-8,4l16,1471r-4,4l4,1475r-4,4xm,649l,,45,40r,649l,649xe" fillcolor="#67abff" stroked="f"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/>
                    <o:lock v:ext="edit" verticies="t"/>
                  </v:shape>
                  <v:shape id="Freeform 55" o:spid="_x0000_s1079" style="position:absolute;left:4281;top:10151;width:40;height:1423;visibility:visible;mso-wrap-style:square;v-text-anchor:top" coordsize="40,1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vcUA&#10;AADbAAAADwAAAGRycy9kb3ducmV2LnhtbESPQWvCQBSE70L/w/IKvemmokZTV5FGi5T2YBR6fWRf&#10;k2D2bciuMf33riD0OMzMN8xy3ZtadNS6yrKC11EEgji3uuJCwem4G85BOI+ssbZMCv7IwXr1NFhi&#10;ou2VD9RlvhABwi5BBaX3TSKly0sy6Ea2IQ7er20N+iDbQuoWrwFuajmOopk0WHFYKLGh95Lyc3Yx&#10;Cr6/zNbFk4/FZ3b+SZtZGqfdIlbq5bnfvIHw1Pv/8KO91wqmE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+Zu9xQAAANsAAAAPAAAAAAAAAAAAAAAAAJgCAABkcnMv&#10;ZG93bnJldi54bWxQSwUGAAAAAAQABAD1AAAAigMAAAAA&#10;" path="m,1423l,847r4,-5l8,838r8,-8l20,826r4,-4l32,818r4,-8l40,806r,601l36,1407r-4,4l24,1411r-4,4l16,1415r-8,4l4,1419r-4,4xm,649l,,40,41r,648l,649xe" fillcolor="#6ab0ff" stroked="f"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/>
                    <o:lock v:ext="edit" verticies="t"/>
                  </v:shape>
                  <v:shape id="Freeform 56" o:spid="_x0000_s1080" style="position:absolute;left:4321;top:10192;width:44;height:1366;visibility:visible;mso-wrap-style:square;v-text-anchor:top" coordsize="44,1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pDcMA&#10;AADbAAAADwAAAGRycy9kb3ducmV2LnhtbESPQWvCQBSE70L/w/KEXkQ3tiTU6ColohZvVcHrI/tM&#10;otm3Ibtq+u/dguBxmJlvmNmiM7W4UesqywrGowgEcW51xYWCw341/ALhPLLG2jIp+CMHi/lbb4ap&#10;tnf+pdvOFyJA2KWooPS+SaV0eUkG3cg2xME72dagD7ItpG7xHuCmlh9RlEiDFYeFEhvKSsovu6tR&#10;kCVyn2AWTzZbe7wM1tn5+mmWSr33u+8pCE+df4Wf7R+tII7h/0v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rpDcMAAADbAAAADwAAAAAAAAAAAAAAAACYAgAAZHJzL2Rv&#10;d25yZXYueG1sUEsFBgAAAAAEAAQA9QAAAIgDAAAAAA==&#10;" path="m,1366l,765r8,-8l12,753r8,-8l24,741r4,-8l36,725r4,-4l44,713r,632l40,1345r-8,4l28,1353r-4,l16,1358r-4,l8,1362r-8,4xm,648l,,44,40r,649l,648xe" fillcolor="#6db6ff" stroked="f"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/>
                    <o:lock v:ext="edit" verticies="t"/>
                  </v:shape>
                  <v:shape id="Freeform 57" o:spid="_x0000_s1081" style="position:absolute;left:4365;top:10232;width:44;height:1305;visibility:visible;mso-wrap-style:square;v-text-anchor:top" coordsize="44,1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SYcMA&#10;AADbAAAADwAAAGRycy9kb3ducmV2LnhtbESPS2sCQRCE7wH/w9CCl6CzChFZHUUlgWDIwRdem53e&#10;B+70LDutrv8+EwjkWFTVV9Ri1bla3akNlWcD41ECijjztuLCwOn4MZyBCoJssfZMBp4UYLXsvSww&#10;tf7Be7ofpFARwiFFA6VIk2odspIchpFviKOX+9ahRNkW2rb4iHBX60mSTLXDiuNCiQ1tS8quh5sz&#10;sPk67d5z+u5uu3yLcjlL/voUYwb9bj0HJdTJf/iv/WkNvE3h90v8A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FSYcMAAADbAAAADwAAAAAAAAAAAAAAAACYAgAAZHJzL2Rv&#10;d25yZXYueG1sUEsFBgAAAAAEAAQA9QAAAIgDAAAAAA==&#10;" path="m,1305l,673r,l4,669r,l4,665r4,l8,661r,l12,661,,649,,,44,40r,1241l36,1285r-4,4l28,1293r-8,l16,1297r-4,4l4,1301r-4,4xe" fillcolor="#70bbff" stroked="f"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/>
                  </v:shape>
                  <v:shape id="Freeform 58" o:spid="_x0000_s1082" style="position:absolute;left:4409;top:10272;width:41;height:1241;visibility:visible;mso-wrap-style:square;v-text-anchor:top" coordsize="41,12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9Jg8IA&#10;AADbAAAADwAAAGRycy9kb3ducmV2LnhtbESPzarCMBSE9xd8h3AEd9dUwR+qUUQQBBG0unF3aI5t&#10;tTmpTbT17c2FCy6HmfmGmS9bU4oX1a6wrGDQj0AQp1YXnCk4nza/UxDOI2ssLZOCNzlYLjo/c4y1&#10;bfhIr8RnIkDYxagg976KpXRpTgZd31bEwbva2qAPss6krrEJcFPKYRSNpcGCw0KOFa1zSu/J0yjY&#10;3o6HRL/9Zbw7OGsb4/aP81SpXrddzUB4av03/N/eagWjCfx9CT9AL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0mDwgAAANsAAAAPAAAAAAAAAAAAAAAAAJgCAABkcnMvZG93&#10;bnJldi54bWxQSwUGAAAAAAQABAD1AAAAhwMAAAAA&#10;" path="m,1241l,,41,41r,1180l37,1221r-4,4l25,1229r-4,4l17,1233r-8,4l5,1241r-5,xe" fillcolor="#73c0ff" stroked="f">
                    <v:path arrowok="t" o:connecttype="custom" o:connectlocs="0,1241;0,0;41,41;41,1221;37,1221;33,1225;25,1229;21,1233;17,1233;9,1237;5,1241;0,1241" o:connectangles="0,0,0,0,0,0,0,0,0,0,0,0"/>
                  </v:shape>
                  <v:shape id="Freeform 59" o:spid="_x0000_s1083" style="position:absolute;left:4450;top:10313;width:44;height:1180;visibility:visible;mso-wrap-style:square;v-text-anchor:top" coordsize="44,1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QEDL8A&#10;AADbAAAADwAAAGRycy9kb3ducmV2LnhtbERPy4rCMBTdD/gP4QruxtQBB6lGEUFQxEXrY31prm21&#10;uek0sa1/bxYDLg/nvVj1phItNa60rGAyjkAQZ1aXnCs4n7bfMxDOI2usLJOCFzlYLQdfC4y17Tih&#10;NvW5CCHsYlRQeF/HUrqsIINubGviwN1sY9AH2ORSN9iFcFPJnyj6lQZLDg0F1rQpKHukT6PAXzrq&#10;Nrv2mvwl68Mxlfdqb09KjYb9eg7CU+8/4n/3TiuYhrH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VAQMvwAAANsAAAAPAAAAAAAAAAAAAAAAAJgCAABkcnMvZG93bnJl&#10;di54bWxQSwUGAAAAAAQABAD1AAAAhAMAAAAA&#10;" path="m,1180l,,44,40r,1112l40,1156r-8,4l28,1160r-4,4l16,1168r-4,4l8,1176r-8,4xe" fillcolor="#76c5ff" stroked="f">
                    <v:path arrowok="t" o:connecttype="custom" o:connectlocs="0,1180;0,0;44,40;44,1152;40,1156;32,1160;28,1160;24,1164;16,1168;12,1172;8,1176;0,1180" o:connectangles="0,0,0,0,0,0,0,0,0,0,0,0"/>
                  </v:shape>
                  <v:shape id="Freeform 60" o:spid="_x0000_s1084" style="position:absolute;left:4494;top:10353;width:44;height:1112;visibility:visible;mso-wrap-style:square;v-text-anchor:top" coordsize="44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0MWMMA&#10;AADbAAAADwAAAGRycy9kb3ducmV2LnhtbESPQYvCMBSE78L+h/AWvGm6i7pu1ygiFjwJul68PZpn&#10;W21eShK1+uuNIHgcZuYbZjJrTS0u5HxlWcFXPwFBnFtdcaFg95/1xiB8QNZYWyYFN/Iwm350Jphq&#10;e+UNXbahEBHCPkUFZQhNKqXPSzLo+7Yhjt7BOoMhSldI7fAa4aaW30kykgYrjgslNrQoKT9tz0YB&#10;ro/7e7s4zDM/+Ml0ZXduP14q1f1s538gArXhHX61V1rB8BeeX+IP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0MWMMAAADbAAAADwAAAAAAAAAAAAAAAACYAgAAZHJzL2Rv&#10;d25yZXYueG1sUEsFBgAAAAAEAAQA9QAAAIgDAAAAAA==&#10;" path="m,1112l,,44,40r,1044l36,1088r-4,4l28,1092r-8,4l16,1100r-4,4l4,1108r-4,4xe" fillcolor="#79caff" stroked="f">
                    <v:path arrowok="t" o:connecttype="custom" o:connectlocs="0,1112;0,0;44,40;44,1084;36,1088;32,1092;28,1092;20,1096;16,1100;12,1104;4,1108;0,1112" o:connectangles="0,0,0,0,0,0,0,0,0,0,0,0"/>
                  </v:shape>
                  <v:shape id="Freeform 61" o:spid="_x0000_s1085" style="position:absolute;left:4538;top:10393;width:41;height:1044;visibility:visible;mso-wrap-style:square;v-text-anchor:top" coordsize="41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BixboA&#10;AADbAAAADwAAAGRycy9kb3ducmV2LnhtbERPvQrCMBDeBd8hnOBSNNVBSm0UEQRXq4vb0ZxNsbmU&#10;Jtr69mYQHD++/2I/2la8qfeNYwWrZQqCuHK64VrB7XpaZCB8QNbYOiYFH/Kw300nBebaDXyhdxlq&#10;EUPY56jAhNDlUvrKkEW/dB1x5B6utxgi7GupexxiuG3lOk030mLDscFgR0dD1bN8WQVJSclw4MSd&#10;s87cq88as2SFSs1n42ELItAY/uKf+6wVbOL6+CX+ALn7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07BixboAAADbAAAADwAAAAAAAAAAAAAAAACYAgAAZHJzL2Rvd25yZXYueG1s&#10;UEsFBgAAAAAEAAQA9QAAAH8DAAAAAA==&#10;" path="m,1044l,,41,40r,971l37,1016r-4,4l25,1024r-4,4l17,1032r-8,4l4,1040r-4,4xe" fillcolor="#7cd0ff" stroked="f">
                    <v:path arrowok="t" o:connecttype="custom" o:connectlocs="0,1044;0,0;41,40;41,1011;37,1016;33,1020;25,1024;21,1028;17,1032;9,1036;4,1040;0,1044" o:connectangles="0,0,0,0,0,0,0,0,0,0,0,0"/>
                  </v:shape>
                  <v:shape id="Freeform 62" o:spid="_x0000_s1086" style="position:absolute;left:4579;top:10433;width:44;height:971;visibility:visible;mso-wrap-style:square;v-text-anchor:top" coordsize="44,9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s0TsMA&#10;AADbAAAADwAAAGRycy9kb3ducmV2LnhtbESPT4vCMBTE78J+h/AWvGnqIiLVtIiLrKAH65/7o3k2&#10;xealNFmt394sLHgcZuY3zDLvbSPu1PnasYLJOAFBXDpdc6XgfNqM5iB8QNbYOCYFT/KQZx+DJaba&#10;Pbig+zFUIkLYp6jAhNCmUvrSkEU/di1x9K6usxii7CqpO3xEuG3kV5LMpMWa44LBltaGytvx1yrY&#10;7qf7w8/3bVoezu2lKHbFpkKj1PCzXy1ABOrDO/zf3moFsw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s0TsMAAADbAAAADwAAAAAAAAAAAAAAAACYAgAAZHJzL2Rv&#10;d25yZXYueG1sUEsFBgAAAAAEAAQA9QAAAIgDAAAAAA==&#10;" path="m,971l,,44,41r,894l40,939r-8,4l28,947r-4,4l16,955r-4,4l8,963,,971xe" fillcolor="#80d5ff" stroked="f">
                    <v:path arrowok="t" o:connecttype="custom" o:connectlocs="0,971;0,0;44,41;44,935;40,939;32,943;28,947;24,951;16,955;12,959;8,963;0,971" o:connectangles="0,0,0,0,0,0,0,0,0,0,0,0"/>
                  </v:shape>
                  <v:shape id="Freeform 63" o:spid="_x0000_s1087" style="position:absolute;left:4623;top:10474;width:44;height:894;visibility:visible;mso-wrap-style:square;v-text-anchor:top" coordsize="44,8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yj8QA&#10;AADbAAAADwAAAGRycy9kb3ducmV2LnhtbESPT4vCMBTE78J+h/AW9qZpPdRuNYosLHgQxD8Hj2+b&#10;Z1ttXkoTa9dPbwTB4zAzv2Fmi97UoqPWVZYVxKMIBHFudcWFgsP+d5iCcB5ZY22ZFPyTg8X8YzDD&#10;TNsbb6nb+UIECLsMFZTeN5mULi/JoBvZhjh4J9sa9EG2hdQt3gLc1HIcRYk0WHFYKLGhn5Lyy+5q&#10;FFw6nW7y+zb+XqfxtUvOf8eimSj19dkvpyA89f4dfrVXWkEyhu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VMo/EAAAA2wAAAA8AAAAAAAAAAAAAAAAAmAIAAGRycy9k&#10;b3ducmV2LnhtbFBLBQYAAAAABAAEAPUAAACJAwAAAAA=&#10;" path="m,894l,,44,40r,814l36,858r-4,4l28,870r-8,4l16,878r-4,4l4,886,,894xe" fillcolor="#83daff" stroked="f">
                    <v:path arrowok="t" o:connecttype="custom" o:connectlocs="0,894;0,0;44,40;44,854;36,858;32,862;28,870;20,874;16,878;12,882;4,886;0,894" o:connectangles="0,0,0,0,0,0,0,0,0,0,0,0"/>
                  </v:shape>
                  <v:shape id="Freeform 64" o:spid="_x0000_s1088" style="position:absolute;left:4667;top:10514;width:41;height:814;visibility:visible;mso-wrap-style:square;v-text-anchor:top" coordsize="41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7jhcEA&#10;AADbAAAADwAAAGRycy9kb3ducmV2LnhtbESP0YrCMBRE3xf8h3AF39ZUBZFqFBEElX3Yqh9waa5N&#10;sbmpTarx7zcLC/s4zMwZZrWJthFP6nztWMFknIEgLp2uuVJwvew/FyB8QNbYOCYFb/KwWQ8+Vphr&#10;9+KCnudQiQRhn6MCE0KbS+lLQxb92LXEybu5zmJIsquk7vCV4LaR0yybS4s1pwWDLe0MlfdzbxXQ&#10;4xG/TwUV1Vaa+CUXx3vvjkqNhnG7BBEohv/wX/ugFcxn8Psl/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u44XBAAAA2wAAAA8AAAAAAAAAAAAAAAAAmAIAAGRycy9kb3du&#10;cmV2LnhtbFBLBQYAAAAABAAEAPUAAACGAwAAAAA=&#10;" path="m,814l,,41,40r,730l37,774r-4,4l25,786r-4,4l17,798r-9,4l4,806,,814xe" fillcolor="#86dfff" stroked="f">
                    <v:path arrowok="t" o:connecttype="custom" o:connectlocs="0,814;0,0;41,40;41,770;37,774;33,778;25,786;21,790;17,798;8,802;4,806;0,814" o:connectangles="0,0,0,0,0,0,0,0,0,0,0,0"/>
                  </v:shape>
                  <v:shape id="Freeform 65" o:spid="_x0000_s1089" style="position:absolute;left:4708;top:10554;width:44;height:730;visibility:visible;mso-wrap-style:square;v-text-anchor:top" coordsize="44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MiMAA&#10;AADbAAAADwAAAGRycy9kb3ducmV2LnhtbESPQYvCMBCF7wv+hzDC3tZU2VWppkUEwauuoMexGdNi&#10;M6lNrPXfbwRhj48373vzlnlva9FR6yvHCsajBARx4XTFRsHhd/M1B+EDssbaMSl4koc8G3wsMdXu&#10;wTvq9sGICGGfooIyhCaV0hclWfQj1xBH7+JaiyHK1kjd4iPCbS0nSTKVFiuODSU2tC6puO7vNr5x&#10;1D9+po3RibOHE59voetvSn0O+9UCRKA+/B+/01utYPoNry0RAD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gEMiMAAAADbAAAADwAAAAAAAAAAAAAAAACYAgAAZHJzL2Rvd25y&#10;ZXYueG1sUEsFBgAAAAAEAAQA9QAAAIUDAAAAAA==&#10;" path="m,730l,,44,41r,636l40,685r-8,4l28,697r-4,8l16,709r-4,9l8,722,,730xe" fillcolor="#89e4ff" stroked="f">
                    <v:path arrowok="t" o:connecttype="custom" o:connectlocs="0,730;0,0;44,41;44,677;40,685;32,689;28,697;24,705;16,709;12,718;8,722;0,730" o:connectangles="0,0,0,0,0,0,0,0,0,0,0,0"/>
                  </v:shape>
                  <v:shape id="Freeform 66" o:spid="_x0000_s1090" style="position:absolute;left:4752;top:10595;width:44;height:636;visibility:visible;mso-wrap-style:square;v-text-anchor:top" coordsize="44,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osrMAA&#10;AADbAAAADwAAAGRycy9kb3ducmV2LnhtbESP0YrCMBRE34X9h3AX9k2TVRSpRnFFYR+19gOuzbUt&#10;Njclidr9+40g+DjMzBlmue5tK+7kQ+NYw/dIgSAunWm40lCc9sM5iBCRDbaOScMfBVivPgZLzIx7&#10;8JHueaxEgnDIUEMdY5dJGcqaLIaR64iTd3HeYkzSV9J4fCS4beVYqZm02HBaqLGjbU3lNb/ZRJng&#10;/PBzbs6+MLmatHmh/G2n9ddnv1mAiNTHd/jV/jUaZlN4fkk/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osrMAAAADbAAAADwAAAAAAAAAAAAAAAACYAgAAZHJzL2Rvd25y&#10;ZXYueG1sUEsFBgAAAAAEAAQA9QAAAIUDAAAAAA==&#10;" path="m,636l,,44,40r,540l36,588r-4,8l28,604r-4,4l16,616r-4,8l4,632,,636xe" fillcolor="#8ceaff" stroked="f">
                    <v:path arrowok="t" o:connecttype="custom" o:connectlocs="0,636;0,0;44,40;44,580;36,588;32,596;28,604;24,608;16,616;12,624;4,632;0,636" o:connectangles="0,0,0,0,0,0,0,0,0,0,0,0"/>
                  </v:shape>
                  <v:shape id="Freeform 67" o:spid="_x0000_s1091" style="position:absolute;left:4796;top:10635;width:41;height:540;visibility:visible;mso-wrap-style:square;v-text-anchor:top" coordsize="41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yxAsMA&#10;AADbAAAADwAAAGRycy9kb3ducmV2LnhtbESPwWrDMBBE74X8g9hCb7WcHtzgRAmh0NKSU51AyG2x&#10;NpaJtXIkxXb+vioUehxm5g2z2ky2EwP50DpWMM9yEMS10y03Cg779+cFiBCRNXaOScGdAmzWs4cV&#10;ltqN/E1DFRuRIBxKVGBi7EspQ23IYshcT5y8s/MWY5K+kdrjmOC2ky95XkiLLacFgz29Gaov1c0q&#10;2Jnhw+++7tXxdqJXP86vkQmVenqctksQkab4H/5rf2oFRQG/X9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yxAsMAAADbAAAADwAAAAAAAAAAAAAAAACYAgAAZHJzL2Rv&#10;d25yZXYueG1sUEsFBgAAAAAEAAQA9QAAAIgDAAAAAA==&#10;" path="m,540l,,41,40r,435l37,483r-4,8l29,500r-8,8l16,516r-4,8l4,532,,540xe" fillcolor="#8fefff" stroked="f">
                    <v:path arrowok="t" o:connecttype="custom" o:connectlocs="0,540;0,0;41,40;41,475;37,483;33,491;29,500;21,508;16,516;12,524;4,532;0,540" o:connectangles="0,0,0,0,0,0,0,0,0,0,0,0"/>
                  </v:shape>
                  <v:shape id="Freeform 68" o:spid="_x0000_s1092" style="position:absolute;left:4837;top:10675;width:44;height:435;visibility:visible;mso-wrap-style:square;v-text-anchor:top" coordsize="44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Sv8UA&#10;AADbAAAADwAAAGRycy9kb3ducmV2LnhtbESPW2vCQBSE3wv+h+UIfSm6aRGVmFW0UqgvFS+gvh2y&#10;JxfMno3ZNab/vlso9HGY+WaYZNGZSrTUuNKygtdhBII4tbrkXMHx8DGYgnAeWWNlmRR8k4PFvPeU&#10;YKztg3fU7n0uQgm7GBUU3texlC4tyKAb2po4eJltDPogm1zqBh+h3FTyLYrG0mDJYaHAmt4LSq/7&#10;u1EwXlYn/HLr1aG93V8255G8bClT6rnfLWcgPHX+P/xHf+rATeD3S/gB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9K/xQAAANsAAAAPAAAAAAAAAAAAAAAAAJgCAABkcnMv&#10;ZG93bnJldi54bWxQSwUGAAAAAAQABAD1AAAAigMAAAAA&#10;" path="m,435l,,44,40r,319l40,367r-4,12l28,387r-4,8l20,407r-8,8l8,427,,435xe" fillcolor="#92f4ff" stroked="f">
                    <v:path arrowok="t" o:connecttype="custom" o:connectlocs="0,435;0,0;44,40;44,359;40,367;36,379;28,387;24,395;20,407;12,415;8,427;0,435" o:connectangles="0,0,0,0,0,0,0,0,0,0,0,0"/>
                  </v:shape>
                  <v:shape id="Freeform 69" o:spid="_x0000_s1093" style="position:absolute;left:4881;top:10715;width:44;height:319;visibility:visible;mso-wrap-style:square;v-text-anchor:top" coordsize="44,3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xIvMIA&#10;AADbAAAADwAAAGRycy9kb3ducmV2LnhtbERPy4rCMBTdC/5DuANuRNMZQaQaZRAcBsWFjq/ZXZo7&#10;bbG5KUm09e/NQpjl4bxni9ZU4k7Ol5YVvA8TEMSZ1SXnCg4/q8EEhA/IGivLpOBBHhbzbmeGqbYN&#10;7+i+D7mIIexTVFCEUKdS+qwgg35oa+LI/VlnMETocqkdNjHcVPIjScbSYMmxocCalgVl1/3NKNi0&#10;2fH0df5d98+7UeI2E9uE7UWp3lv7OQURqA3/4pf7WysYx7Hx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Ei8wgAAANsAAAAPAAAAAAAAAAAAAAAAAJgCAABkcnMvZG93&#10;bnJldi54bWxQSwUGAAAAAAQABAD1AAAAhwMAAAAA&#10;" path="m,319l,,44,41r,177l40,230r-8,16l28,258r-4,12l16,283r-4,12l8,307,,319xe" fillcolor="#95f9ff" stroked="f">
                    <v:path arrowok="t" o:connecttype="custom" o:connectlocs="0,319;0,0;44,41;44,218;40,230;32,246;28,258;24,270;16,283;12,295;8,307;0,319" o:connectangles="0,0,0,0,0,0,0,0,0,0,0,0"/>
                  </v:shape>
                  <v:shape id="Freeform 70" o:spid="_x0000_s1094" style="position:absolute;left:4925;top:10756;width:41;height:177;visibility:visible;mso-wrap-style:square;v-text-anchor:top" coordsize="41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GGz78A&#10;AADbAAAADwAAAGRycy9kb3ducmV2LnhtbESPzQrCMBCE74LvEFbwpqkeRKtRRFA8FMSfg8elWdti&#10;sylNWuvbG0HwOMzMN8xq05lStFS7wrKCyTgCQZxaXXCm4Hbdj+YgnEfWWFomBW9ysFn3eyuMtX3x&#10;mdqLz0SAsItRQe59FUvp0pwMurGtiIP3sLVBH2SdSV3jK8BNKadRNJMGCw4LOVa0yyl9XhqjIEld&#10;cmzu72Z/mDR04kQu2u6h1HDQbZcgPHX+H/61j1rBbAHfL+EH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YbPvwAAANsAAAAPAAAAAAAAAAAAAAAAAJgCAABkcnMvZG93bnJl&#10;di54bWxQSwUGAAAAAAQABAD1AAAAhAMAAAAA&#10;" path="m,177l,,41,40,37,56,33,72,29,92r-4,17l16,129r-4,16l4,161,,177xe" fillcolor="#9ff" stroked="f">
                    <v:path arrowok="t" o:connecttype="custom" o:connectlocs="0,177;0,0;41,40;37,56;33,72;29,92;25,109;16,129;12,145;4,161;0,177" o:connectangles="0,0,0,0,0,0,0,0,0,0,0"/>
                  </v:shape>
                  <v:shape id="Freeform 71" o:spid="_x0000_s1095" style="position:absolute;left:5526;top:8979;width:709;height:189;visibility:visible;mso-wrap-style:square;v-text-anchor:top" coordsize="70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0rcMA&#10;AADbAAAADwAAAGRycy9kb3ducmV2LnhtbERPTWvCQBC9F/wPywi9iG7sobWpa2gFwYIHY8Veh+yY&#10;RLOzIbuaxF/vHgSPj/c9TzpTiSs1rrSsYDqJQBBnVpecK9j/rcYzEM4ja6wsk4KeHCSLwcscY21b&#10;Tum687kIIexiVFB4X8dSuqwgg25ia+LAHW1j0AfY5FI32IZwU8m3KHqXBksODQXWtCwoO+8uRkF2&#10;Skf/x1l/22/8ci23n5fD789Iqddh9/0FwlPnn+KHe60VfIT14Uv4A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y0rcMAAADbAAAADwAAAAAAAAAAAAAAAACYAgAAZHJzL2Rv&#10;d25yZXYueG1sUEsFBgAAAAAEAAQA9QAAAIgDAAAAAA==&#10;" path="m584,157l512,,,,,189r512,l439,36,584,157,709,,512,r72,157xe" stroked="f">
                    <v:path arrowok="t" o:connecttype="custom" o:connectlocs="584,157;512,0;0,0;0,189;512,189;439,36;584,157;709,0;512,0;584,157" o:connectangles="0,0,0,0,0,0,0,0,0,0"/>
                  </v:shape>
                  <v:shape id="Freeform 72" o:spid="_x0000_s1096" style="position:absolute;left:4986;top:9015;width:1124;height:1245;visibility:visible;mso-wrap-style:square;v-text-anchor:top" coordsize="1124,1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lScUA&#10;AADbAAAADwAAAGRycy9kb3ducmV2LnhtbESPQWvCQBSE74X+h+UJvZS6sYcq0VVsQPDQS6NCentm&#10;n9lg9m3IrjH++64geBxm5htmsRpsI3rqfO1YwWScgCAuna65UrDfbT5mIHxA1tg4JgU38rBavr4s&#10;MNXuyr/U56ESEcI+RQUmhDaV0peGLPqxa4mjd3KdxRBlV0nd4TXCbSM/k+RLWqw5LhhsKTNUnvOL&#10;VbD9Nrd19l4cZFH0+HP8y/PpKVPqbTSs5yACDeEZfrS3WsF0A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KVJxQAAANsAAAAPAAAAAAAAAAAAAAAAAJgCAABkcnMv&#10;ZG93bnJldi54bWxQSwUGAAAAAAQABAD1AAAAigMAAAAA&#10;" path="m197,1108r4,129l1124,121,979,,56,1116r8,129l56,1116,,1185r64,60l197,1108xe" stroked="f">
                    <v:path arrowok="t" o:connecttype="custom" o:connectlocs="197,1108;201,1237;1124,121;979,0;56,1116;64,1245;56,1116;0,1185;64,1245;197,1108" o:connectangles="0,0,0,0,0,0,0,0,0,0"/>
                  </v:shape>
                  <v:shape id="Freeform 73" o:spid="_x0000_s1097" style="position:absolute;left:5050;top:10123;width:1080;height:1016;visibility:visible;mso-wrap-style:square;v-text-anchor:top" coordsize="1080,10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9NMUA&#10;AADbAAAADwAAAGRycy9kb3ducmV2LnhtbESPQWvCQBSE7wX/w/KEXopuGlBL6ioSKAptD429eHtm&#10;X5Ng9m3YXZP4791CocdhZr5h1tvRtKIn5xvLCp7nCQji0uqGKwXfx7fZCwgfkDW2lknBjTxsN5OH&#10;NWbaDvxFfREqESHsM1RQh9BlUvqyJoN+bjvi6P1YZzBE6SqpHQ4RblqZJslSGmw4LtTYUV5TeSmu&#10;RsHJFWaVHz/3h2UYPZ9u56fFx7tSj9Nx9woi0Bj+w3/tg1awSuH3S/wB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gH00xQAAANsAAAAPAAAAAAAAAAAAAAAAAJgCAABkcnMv&#10;ZG93bnJldi54bWxQSwUGAAAAAAQABAD1AAAAigMAAAAA&#10;" path="m1080,947r-28,-68l133,,,137r923,879l891,947r189,l1080,907r-28,-28l1080,947xe" stroked="f">
                    <v:path arrowok="t" o:connecttype="custom" o:connectlocs="1080,947;1052,879;133,0;0,137;923,1016;891,947;1080,947;1080,907;1052,879;1080,947" o:connectangles="0,0,0,0,0,0,0,0,0,0"/>
                  </v:shape>
                  <v:shape id="Freeform 74" o:spid="_x0000_s1098" style="position:absolute;left:5941;top:11070;width:189;height:814;visibility:visible;mso-wrap-style:square;v-text-anchor:top" coordsize="189,8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xMkcUA&#10;AADbAAAADwAAAGRycy9kb3ducmV2LnhtbESPzWoCQRCE7wHfYWjBS4i9GkjCxlH8QRLwpAmE3Jqd&#10;zu7oTs+yM+rq02cCQo5FVX1FTWadq9WJ22C9aBgNM1AshTdWSg2fH+uHF1AhkhiqvbCGCweYTXt3&#10;E8qNP8uWT7tYqgSRkJOGKsYmRwxFxY7C0DcsyfvxraOYZFuiaemc4K7GcZY9oSMraaGihpcVF4fd&#10;0Wl4QzyK3yxwtNjcf9lvu9ru8ar1oN/NX0FF7uJ/+NZ+NxqeH+HvS/oBOP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EyRxQAAANsAAAAPAAAAAAAAAAAAAAAAAJgCAABkcnMv&#10;ZG93bnJldi54bWxQSwUGAAAAAAQABAD1AAAAigMAAAAA&#10;" path="m32,661l189,592,189,,,,,592,161,524,32,661,189,814r,-222l32,661xe" stroked="f">
                    <v:path arrowok="t" o:connecttype="custom" o:connectlocs="32,661;189,592;189,0;0,0;0,592;161,524;32,661;189,814;189,592;32,661" o:connectangles="0,0,0,0,0,0,0,0,0,0"/>
                  </v:shape>
                  <v:shape id="Freeform 75" o:spid="_x0000_s1099" style="position:absolute;left:4337;top:10075;width:1765;height:1656;visibility:visible;mso-wrap-style:square;v-text-anchor:top" coordsize="1765,1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cv8QA&#10;AADbAAAADwAAAGRycy9kb3ducmV2LnhtbESPzW7CMBCE70h9B2srcStOK35TnKhCoHLgAqX3VbzE&#10;UeN1GhuS8vQYqRLH0cx8o1nmva3FhVpfOVbwOkpAEBdOV1wqOH5tXuYgfEDWWDsmBX/kIc+eBktM&#10;tet4T5dDKEWEsE9RgQmhSaX0hSGLfuQa4uidXGsxRNmWUrfYRbit5VuSTKXFiuOCwYZWhoqfw9kq&#10;+F748YSP8+mn2f1OrtStC31dKzV87j/eQQTqwyP8395qBbMx3L/EHy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hnL/EAAAA2wAAAA8AAAAAAAAAAAAAAAAAmAIAAGRycy9k&#10;b3ducmV2LnhtbFBLBQYAAAAABAAEAPUAAACJAwAAAAA=&#10;" path="m,68r32,69l1636,1656r129,-137l161,r28,68l,68r,41l32,137,,68xe" stroked="f">
                    <v:path arrowok="t" o:connecttype="custom" o:connectlocs="0,68;32,137;1636,1656;1765,1519;161,0;189,68;0,68;0,109;32,137;0,68" o:connectangles="0,0,0,0,0,0,0,0,0,0"/>
                  </v:shape>
                  <v:shape id="Freeform 76" o:spid="_x0000_s1100" style="position:absolute;left:4337;top:8096;width:189;height:2047;visibility:visible;mso-wrap-style:square;v-text-anchor:top" coordsize="189,2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JOsMA&#10;AADbAAAADwAAAGRycy9kb3ducmV2LnhtbESPT2sCMRTE7wW/Q3iCt5ptxSpbo4hQ8OBFK54fm9fs&#10;0s3Lusn+/fRGKPQ4zMxvmM2ut6VoqfaFYwVv8wQEceZ0wUbB9fvrdQ3CB2SNpWNSMJCH3XbyssFU&#10;u47P1F6CERHCPkUFeQhVKqXPcrLo564ijt6Pqy2GKGsjdY1dhNtSvifJh7RYcFzIsaJDTtnvpbEK&#10;xuamD/f2ak6mHcflsCi6UzMoNZv2+08QgfrwH/5rH7WC1RKeX+IPkN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pJOsMAAADbAAAADwAAAAAAAAAAAAAAAACYAgAAZHJzL2Rv&#10;d25yZXYueG1sUEsFBgAAAAAEAAQA9QAAAIgDAAAAAA==&#10;" path="m97,l,97,,2047r189,l189,97,97,190,97,,,,,97,97,xe" stroked="f">
                    <v:path arrowok="t" o:connecttype="custom" o:connectlocs="97,0;0,97;0,2047;189,2047;189,97;97,190;97,0;0,0;0,97;97,0" o:connectangles="0,0,0,0,0,0,0,0,0,0"/>
                  </v:shape>
                  <v:shape id="Freeform 77" o:spid="_x0000_s1101" style="position:absolute;left:4434;top:8096;width:604;height:190;visibility:visible;mso-wrap-style:square;v-text-anchor:top" coordsize="604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UI8QA&#10;AADbAAAADwAAAGRycy9kb3ducmV2LnhtbESPQWvCQBSE7wX/w/KE3pqNQtMSXUWkBSmhEK3k+sg+&#10;k2D2bdhdY/rvu4VCj8PMfMOst5PpxUjOd5YVLJIUBHFtdceNgq/T+9MrCB+QNfaWScE3edhuZg9r&#10;zLW9c0njMTQiQtjnqKANYcil9HVLBn1iB+LoXawzGKJ0jdQO7xFuerlM00wa7DgutDjQvqX6erwZ&#10;BeXzUNRvu2z5ea7cWJ0w8774UOpxPu1WIAJN4T/81z5oBS8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FCPEAAAA2wAAAA8AAAAAAAAAAAAAAAAAmAIAAGRycy9k&#10;b3ducmV2LnhtbFBLBQYAAAAABAAEAPUAAACJAwAAAAA=&#10;" path="m604,97l507,,,,,190r507,l415,97r189,l604,,507,r97,97xe" stroked="f">
                    <v:path arrowok="t" o:connecttype="custom" o:connectlocs="604,97;507,0;0,0;0,190;507,190;415,97;604,97;604,0;507,0;604,97" o:connectangles="0,0,0,0,0,0,0,0,0,0"/>
                  </v:shape>
                  <v:shape id="Freeform 78" o:spid="_x0000_s1102" style="position:absolute;left:4849;top:8193;width:189;height:1805;visibility:visible;mso-wrap-style:square;v-text-anchor:top" coordsize="189,18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JdV8MA&#10;AADbAAAADwAAAGRycy9kb3ducmV2LnhtbESPQWvCQBSE7wX/w/KE3nSjlFpSN8FoLYKnqr2/Zp9J&#10;6u7bkN3G9N93BaHHYWa+YZb5YI3oqfONYwWzaQKCuHS64UrB6bidvIDwAVmjcUwKfslDno0elphq&#10;d+UP6g+hEhHCPkUFdQhtKqUva7Lop64ljt7ZdRZDlF0ldYfXCLdGzpPkWVpsOC7U2NK6pvJy+LEK&#10;qOjn3++rr13xVLzxxmw/3f5slHocD6tXEIGG8B++t3dawWIBt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JdV8MAAADbAAAADwAAAAAAAAAAAAAAAACYAgAAZHJzL2Rv&#10;d25yZXYueG1sUEsFBgAAAAAEAAQA9QAAAIgDAAAAAA==&#10;" path="m20,1491r169,64l189,,,,,1555r165,61l,1555r,250l165,1616,20,1491xe" stroked="f">
                    <v:path arrowok="t" o:connecttype="custom" o:connectlocs="20,1491;189,1555;189,0;0,0;0,1555;165,1616;0,1555;0,1805;165,1616;20,1491" o:connectangles="0,0,0,0,0,0,0,0,0,0"/>
                  </v:shape>
                  <v:shape id="Freeform 79" o:spid="_x0000_s1103" style="position:absolute;left:4869;top:8979;width:729;height:830;visibility:visible;mso-wrap-style:square;v-text-anchor:top" coordsize="729,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kG7sA&#10;AADbAAAADwAAAGRycy9kb3ducmV2LnhtbERPSwrCMBDdC94hjOBGbKoLlWoUEQRxZ/UAYzM2xWZS&#10;mljr7c1CcPl4/82ut7XoqPWVYwWzJAVBXDhdcangdj1OVyB8QNZYOyYFH/Kw2w4HG8y0e/OFujyU&#10;Ioawz1CBCaHJpPSFIYs+cQ1x5B6utRgibEupW3zHcFvLeZoupMWKY4PBhg6Gimf+sgry193owk2k&#10;7+x5f5V8DsvDQqnxqN+vQQTqw1/8c5+0gmUcG7/EHyC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yfJBu7AAAA2wAAAA8AAAAAAAAAAAAAAAAAmAIAAGRycy9kb3ducmV2Lnht&#10;bFBLBQYAAAAABAAEAPUAAACAAwAAAAA=&#10;" path="m657,l584,32,,705,145,830,729,157r-72,32l657,,612,,584,32,657,xe" stroked="f">
                    <v:path arrowok="t" o:connecttype="custom" o:connectlocs="657,0;584,32;0,705;145,830;729,157;657,189;657,0;612,0;584,32;657,0" o:connectangles="0,0,0,0,0,0,0,0,0,0"/>
                  </v:shape>
                  <v:shape id="Freeform 80" o:spid="_x0000_s1104" style="position:absolute;left:4434;top:8193;width:32;height:1979;visibility:visible;mso-wrap-style:square;v-text-anchor:top" coordsize="32,19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6McIA&#10;AADbAAAADwAAAGRycy9kb3ducmV2LnhtbESPzWrDMBCE74W+g9hCbonc5reulRBKAs2tdULOi7Wx&#10;jK2VkdTEefuqUOhxmJlvmGIz2E5cyYfGsYLnSQaCuHK64VrB6bgfr0CEiKyxc0wK7hRgs358KDDX&#10;7sZfdC1jLRKEQ44KTIx9LmWoDFkME9cTJ+/ivMWYpK+l9nhLcNvJlyxbSIsNpwWDPb0bqtry2yq4&#10;HA61b+afu7N3spy5dro1npUaPQ3bNxCRhvgf/mt/aAXLV/j9kn6A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EHoxwgAAANsAAAAPAAAAAAAAAAAAAAAAAJgCAABkcnMvZG93&#10;bnJldi54bWxQSwUGAAAAAAQABAD1AAAAhwMAAAAA&#10;" path="m,1950l,,32,r,1979l,1950xe" fillcolor="blue" stroked="f">
                    <v:path arrowok="t" o:connecttype="custom" o:connectlocs="0,1950;0,0;32,0;32,1979;0,1950" o:connectangles="0,0,0,0,0"/>
                  </v:shape>
                  <v:shape id="Freeform 81" o:spid="_x0000_s1105" style="position:absolute;left:4466;top:8193;width:32;height:2011;visibility:visible;mso-wrap-style:square;v-text-anchor:top" coordsize="32,2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Sc9sIA&#10;AADbAAAADwAAAGRycy9kb3ducmV2LnhtbERPTWsCMRC9F/ofwhR6KTWrQpHVKFUsVVCk6sXbdDNu&#10;tt1MliRd139vDgWPj/c9mXW2Fi35UDlW0O9lIIgLpysuFRwPH68jECEia6wdk4IrBZhNHx8mmGt3&#10;4S9q97EUKYRDjgpMjE0uZSgMWQw91xAn7uy8xZigL6X2eEnhtpaDLHuTFitODQYbWhgqfvd/VsFg&#10;03z+mOFLtVx/n8n7bVuf5julnp+69zGISF28i//dK61glNanL+kH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VJz2wgAAANsAAAAPAAAAAAAAAAAAAAAAAJgCAABkcnMvZG93&#10;bnJldi54bWxQSwUGAAAAAAQABAD1AAAAhwMAAAAA&#10;" path="m,1979l,,32,r,2011l,1979xe" fillcolor="#0305ff" stroked="f">
                    <v:path arrowok="t" o:connecttype="custom" o:connectlocs="0,1979;0,0;32,0;32,2011;0,1979" o:connectangles="0,0,0,0,0"/>
                  </v:shape>
                  <v:shape id="Freeform 82" o:spid="_x0000_s1106" style="position:absolute;left:4498;top:8193;width:32;height:2039;visibility:visible;mso-wrap-style:square;v-text-anchor:top" coordsize="32,2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DiMMA&#10;AADbAAAADwAAAGRycy9kb3ducmV2LnhtbESPQWvCQBSE74L/YXlCb7rRQyvRVaqgLYJgbQ8en9ln&#10;Epr3NuxuY/rvu4VCj8PMN8Ms1z03qiMfaicGppMMFEnhbC2lgY/33XgOKkQUi40TMvBNAdar4WCJ&#10;uXV3eaPuHEuVSiTkaKCKsc21DkVFjGHiWpLk3ZxnjEn6UluP91TOjZ5l2aNmrCUtVNjStqLi8/zF&#10;Bub8csX9acOHXWf58uSOJ384GvMw6p8XoCL18T/8R7/axE3h90v6A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yDiMMAAADbAAAADwAAAAAAAAAAAAAAAACYAgAAZHJzL2Rv&#10;d25yZXYueG1sUEsFBgAAAAAEAAQA9QAAAIgDAAAAAA==&#10;" path="m,2011l,,32,r,2039l,2011xe" fillcolor="#060aff" stroked="f">
                    <v:path arrowok="t" o:connecttype="custom" o:connectlocs="0,2011;0,0;32,0;32,2039;0,2011" o:connectangles="0,0,0,0,0"/>
                  </v:shape>
                  <v:shape id="Freeform 83" o:spid="_x0000_s1107" style="position:absolute;left:4530;top:8193;width:33;height:2071;visibility:visible;mso-wrap-style:square;v-text-anchor:top" coordsize="33,20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4OMUA&#10;AADbAAAADwAAAGRycy9kb3ducmV2LnhtbESPT4vCMBTE74LfITxhb2uq4iLVKKIsePDgv4PHZ/Ns&#10;q81LbbJt109vFhY8DjPzG2a2aE0haqpcblnBoB+BIE6szjlVcDp+f05AOI+ssbBMCn7JwWLe7cww&#10;1rbhPdUHn4oAYRejgsz7MpbSJRkZdH1bEgfvaiuDPsgqlbrCJsBNIYdR9CUN5hwWMixplVFyP/wY&#10;BY/npW5u68F4lOhdszvr7f7x3Cr10WuXUxCeWv8O/7c3WsFkCH9fwg+Q8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vg4xQAAANsAAAAPAAAAAAAAAAAAAAAAAJgCAABkcnMv&#10;ZG93bnJldi54bWxQSwUGAAAAAAQABAD1AAAAigMAAAAA&#10;" path="m,2039l,,33,r,2071l,2039xe" fillcolor="#090fff" stroked="f">
                    <v:path arrowok="t" o:connecttype="custom" o:connectlocs="0,2039;0,0;33,0;33,2071;0,2039" o:connectangles="0,0,0,0,0"/>
                  </v:shape>
                  <v:shape id="Freeform 84" o:spid="_x0000_s1108" style="position:absolute;left:4563;top:8193;width:32;height:2099;visibility:visible;mso-wrap-style:square;v-text-anchor:top" coordsize="32,2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r5KMQA&#10;AADbAAAADwAAAGRycy9kb3ducmV2LnhtbESPzWrDMBCE74G+g9hCb7XsNiTGjWxCStPcQpyf88ba&#10;2KbWylhq4r59VSjkOMzMN8yiGE0nrjS41rKCJIpBEFdWt1wrOOw/nlMQziNr7CyTgh9yUOQPkwVm&#10;2t54R9fS1yJA2GWooPG+z6R0VUMGXWR74uBd7GDQBznUUg94C3DTyZc4nkmDLYeFBntaNVR9ld9G&#10;wXm91pfpe4Lb6Wfr5ybpTpv0qNTT47h8A+Fp9Pfwf3ujFaSv8Pcl/A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+SjEAAAA2wAAAA8AAAAAAAAAAAAAAAAAmAIAAGRycy9k&#10;b3ducmV2LnhtbFBLBQYAAAAABAAEAPUAAACJAwAAAAA=&#10;" path="m,2071l,,32,r,2099l,2071xe" fillcolor="#0c14ff" stroked="f">
                    <v:path arrowok="t" o:connecttype="custom" o:connectlocs="0,2071;0,0;32,0;32,2099;0,2071" o:connectangles="0,0,0,0,0"/>
                  </v:shape>
                  <v:shape id="Freeform 85" o:spid="_x0000_s1109" style="position:absolute;left:4595;top:8193;width:32;height:2132;visibility:visible;mso-wrap-style:square;v-text-anchor:top" coordsize="32,2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3nr8MA&#10;AADbAAAADwAAAGRycy9kb3ducmV2LnhtbESPzWrDMBCE74W+g9hCLiWRbUpr3CgmPwRCc2qcB1ik&#10;rW1irYylxM7bR4VCj8PMfMMsy8l24kaDbx0rSBcJCGLtTMu1gnO1n+cgfEA22DkmBXfyUK6en5ZY&#10;GDfyN91OoRYRwr5ABU0IfSGl1w1Z9AvXE0fvxw0WQ5RDLc2AY4TbTmZJ8i4tthwXGuxp25C+nK5W&#10;wfbr9T66DHVaHT8u3THTG9xppWYv0/oTRKAp/If/2gejIH+D3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3nr8MAAADbAAAADwAAAAAAAAAAAAAAAACYAgAAZHJzL2Rv&#10;d25yZXYueG1sUEsFBgAAAAAEAAQA9QAAAIgDAAAAAA==&#10;" path="m,2099l,,32,r,2132l,2099xe" fillcolor="#0f1aff" stroked="f">
                    <v:path arrowok="t" o:connecttype="custom" o:connectlocs="0,2099;0,0;32,0;32,2132;0,2099" o:connectangles="0,0,0,0,0"/>
                  </v:shape>
                  <v:shape id="Freeform 86" o:spid="_x0000_s1110" style="position:absolute;left:4627;top:8193;width:32;height:2164;visibility:visible;mso-wrap-style:square;v-text-anchor:top" coordsize="32,2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/a2sQA&#10;AADbAAAADwAAAGRycy9kb3ducmV2LnhtbESPT2sCMRTE74V+h/AKvdWkQkVWo5TSinqQrnro8XXz&#10;uru4eVk22X/f3ggFj8PM/IZZrgdbiY4aXzrW8DpRIIgzZ0rONZxPXy9zED4gG6wck4aRPKxXjw9L&#10;TIzrOaXuGHIRIewT1FCEUCdS+qwgi37iauLo/bnGYoiyyaVpsI9wW8mpUjNpseS4UGBNHwVll2Nr&#10;NfhPSTvcqMOm+rnsU/X7fRrbXOvnp+F9ASLQEO7h//bWaJi/we1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v2trEAAAA2wAAAA8AAAAAAAAAAAAAAAAAmAIAAGRycy9k&#10;b3ducmV2LnhtbFBLBQYAAAAABAAEAPUAAACJAwAAAAA=&#10;" path="m,2132l,,32,r,2164l,2132xe" fillcolor="#121fff" stroked="f">
                    <v:path arrowok="t" o:connecttype="custom" o:connectlocs="0,2132;0,0;32,0;32,2164;0,2132" o:connectangles="0,0,0,0,0"/>
                  </v:shape>
                  <v:shape id="Freeform 87" o:spid="_x0000_s1111" style="position:absolute;left:4659;top:8193;width:29;height:2192;visibility:visible;mso-wrap-style:square;v-text-anchor:top" coordsize="29,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QKDsUA&#10;AADbAAAADwAAAGRycy9kb3ducmV2LnhtbESPQWuDQBCF74H+h2UKvSVrcgipySohIPbiobZQehvc&#10;iRrdWeOuie2v7xYKPT7evO/NO6Sz6cWNRtdaVrBeRSCIK6tbrhW8v2XLHQjnkTX2lknBFzlIk4fF&#10;AWNt7/xKt9LXIkDYxaig8X6IpXRVQwbdyg7EwTvb0aAPcqylHvEe4KaXmyjaSoMth4YGBzo1VHXl&#10;ZMIbmZF5Z76L50tZFB/XqfjMcq/U0+N83IPwNPv/47/0i1aw28LvlgAAm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AoOxQAAANsAAAAPAAAAAAAAAAAAAAAAAJgCAABkcnMv&#10;ZG93bnJldi54bWxQSwUGAAAAAAQABAD1AAAAigMAAAAA&#10;" path="m,2164l,,29,r,2192l,2164xe" fillcolor="#1524ff" stroked="f">
                    <v:path arrowok="t" o:connecttype="custom" o:connectlocs="0,2164;0,0;29,0;29,2192;0,2164" o:connectangles="0,0,0,0,0"/>
                  </v:shape>
                  <v:shape id="Freeform 88" o:spid="_x0000_s1112" style="position:absolute;left:4688;top:8193;width:32;height:2224;visibility:visible;mso-wrap-style:square;v-text-anchor:top" coordsize="32,2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wmsEA&#10;AADbAAAADwAAAGRycy9kb3ducmV2LnhtbESPQYvCMBSE7wv+h/AEb2uqB7dUo4iyoHhYtgpen80z&#10;LTYvpcnW+u+NIOxxmJlvmMWqt7XoqPWVYwWTcQKCuHC6YqPgdPz+TEH4gKyxdkwKHuRhtRx8LDDT&#10;7s6/1OXBiAhhn6GCMoQmk9IXJVn0Y9cQR+/qWoshytZI3eI9wm0tp0kykxYrjgslNrQpqbjlf1bB&#10;9nCe/FDTUbA+LS7Th0n2uVFqNOzXcxCB+vAffrd3WkH6Ba8v8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eMJrBAAAA2wAAAA8AAAAAAAAAAAAAAAAAmAIAAGRycy9kb3du&#10;cmV2LnhtbFBLBQYAAAAABAAEAPUAAACGAwAAAAA=&#10;" path="m,2192l,,32,r,2224l,2192xe" fillcolor="#1829ff" stroked="f">
                    <v:path arrowok="t" o:connecttype="custom" o:connectlocs="0,2192;0,0;32,0;32,2224;0,2192" o:connectangles="0,0,0,0,0"/>
                  </v:shape>
                  <v:shape id="Freeform 89" o:spid="_x0000_s1113" style="position:absolute;left:4720;top:8193;width:32;height:2252;visibility:visible;mso-wrap-style:square;v-text-anchor:top" coordsize="32,2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Fd+cEA&#10;AADbAAAADwAAAGRycy9kb3ducmV2LnhtbERPy2oCMRTdF/yHcIXuasZSRKZGsUIf6GpUiu6ukzuT&#10;oZObIUl1/HuzEFweznu26G0rzuRD41jBeJSBIC6dbrhWsN99vkxBhIissXVMCq4UYDEfPM0w1+7C&#10;BZ23sRYphEOOCkyMXS5lKA1ZDCPXESeuct5iTNDXUnu8pHDbytcsm0iLDacGgx2tDJV/23+rgPfH&#10;8vRVrT90sTHx+5cOReXflHoe9st3EJH6+BDf3T9awTSNTV/SD5D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xXfnBAAAA2wAAAA8AAAAAAAAAAAAAAAAAmAIAAGRycy9kb3du&#10;cmV2LnhtbFBLBQYAAAAABAAEAPUAAACGAwAAAAA=&#10;" path="m,2224l,,32,r,2252l,2224xe" fillcolor="#1c2eff" stroked="f">
                    <v:path arrowok="t" o:connecttype="custom" o:connectlocs="0,2224;0,0;32,0;32,2252;0,2224" o:connectangles="0,0,0,0,0"/>
                  </v:shape>
                  <v:shape id="Freeform 90" o:spid="_x0000_s1114" style="position:absolute;left:4752;top:8193;width:32;height:2285;visibility:visible;mso-wrap-style:square;v-text-anchor:top" coordsize="32,2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q3z8MA&#10;AADbAAAADwAAAGRycy9kb3ducmV2LnhtbESPQWvCQBSE7wX/w/IK3uqmPbQ2ukoNtPaqVtHbI/tM&#10;YrNvQ/Zp4r93hUKPw8x8w0znvavVhdpQeTbwPEpAEefeVlwY+Nl8Po1BBUG2WHsmA1cKMJ8NHqaY&#10;Wt/xii5rKVSEcEjRQCnSpFqHvCSHYeQb4ugdfetQomwLbVvsItzV+iVJXrXDiuNCiQ1lJeW/67Mz&#10;kG2X2eFraRdy0vtOdgHfTh6NGT72HxNQQr38h//a39bA+B3uX+IP0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q3z8MAAADbAAAADwAAAAAAAAAAAAAAAACYAgAAZHJzL2Rv&#10;d25yZXYueG1sUEsFBgAAAAAEAAQA9QAAAIgDAAAAAA==&#10;" path="m,2252l,,32,r,2285l,2252xe" fillcolor="#1f34ff" stroked="f">
                    <v:path arrowok="t" o:connecttype="custom" o:connectlocs="0,2252;0,0;32,0;32,2285;0,2252" o:connectangles="0,0,0,0,0"/>
                  </v:shape>
                  <v:shape id="Freeform 91" o:spid="_x0000_s1115" style="position:absolute;left:4784;top:8193;width:33;height:2313;visibility:visible;mso-wrap-style:square;v-text-anchor:top" coordsize="33,2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2xMIA&#10;AADbAAAADwAAAGRycy9kb3ducmV2LnhtbERPz2vCMBS+D/wfwhN2m2kdjFqNMjYET47VKnh7a97a&#10;rslLaaJ2//1yGHj8+H6vNqM14kqDbx0rSGcJCOLK6ZZrBeVh+5SB8AFZo3FMCn7Jw2Y9eVhhrt2N&#10;P+lahFrEEPY5KmhC6HMpfdWQRT9zPXHkvt1gMUQ41FIPeIvh1sh5krxIiy3HhgZ7emuo6oqLVXA2&#10;ycdPZfZzZ4/Z6X3xVT6nvlPqcTq+LkEEGsNd/O/eaQWLuD5+i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kzbEwgAAANsAAAAPAAAAAAAAAAAAAAAAAJgCAABkcnMvZG93&#10;bnJldi54bWxQSwUGAAAAAAQABAD1AAAAhwMAAAAA&#10;" path="m,2285l,,33,r,2313l,2285xe" fillcolor="#2239ff" stroked="f">
                    <v:path arrowok="t" o:connecttype="custom" o:connectlocs="0,2285;0,0;33,0;33,2313;0,2285" o:connectangles="0,0,0,0,0"/>
                  </v:shape>
                  <v:shape id="Freeform 92" o:spid="_x0000_s1116" style="position:absolute;left:4817;top:8193;width:32;height:2345;visibility:visible;mso-wrap-style:square;v-text-anchor:top" coordsize="32,2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1wTsUA&#10;AADbAAAADwAAAGRycy9kb3ducmV2LnhtbESPQWvCQBSE70L/w/IK3nSjB6vRVUpp0WIPmhbx+Jp9&#10;zabNvg3ZNcZ/3xUEj8N8M8MsVp2tREuNLx0rGA0TEMS50yUXCr4+3wZTED4ga6wck4ILeVgtH3oL&#10;TLU7857aLBQilrBPUYEJoU6l9Lkhi37oauLo/bjGYoiyKaRu8BzLbSXHSTKRFkuOCwZrejGU/2Un&#10;q+Cp+DDbw+79sFm/Hr+TXz1uI6lU/7F7noMI1IU7fEtvtILZCK5f4g+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XBOxQAAANsAAAAPAAAAAAAAAAAAAAAAAJgCAABkcnMv&#10;ZG93bnJldi54bWxQSwUGAAAAAAQABAD1AAAAigMAAAAA&#10;" path="m,2313l,,32,r,2345l,2313xe" fillcolor="#253eff" stroked="f">
                    <v:path arrowok="t" o:connecttype="custom" o:connectlocs="0,2313;0,0;32,0;32,2345;0,2313" o:connectangles="0,0,0,0,0"/>
                  </v:shape>
                  <v:shape id="Freeform 93" o:spid="_x0000_s1117" style="position:absolute;left:4849;top:8193;width:32;height:2373;visibility:visible;mso-wrap-style:square;v-text-anchor:top" coordsize="32,23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HhcAA&#10;AADbAAAADwAAAGRycy9kb3ducmV2LnhtbESPT4vCMBTE7wt+h/CEva2p4opWo4iw4NU/CN4ezbOp&#10;Ni+lybbZb28WBI/DzPyGWW2irUVHra8cKxiPMhDEhdMVlwrOp5+vOQgfkDXWjknBH3nYrAcfK8y1&#10;6/lA3TGUIkHY56jAhNDkUvrCkEU/cg1x8m6utRiSbEupW+wT3NZykmUzabHitGCwoZ2h4nH8tQq6&#10;aZw5rO7d9/3imquZy8i9VOpzGLdLEIFieIdf7b1WsJjA/5f0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fHhcAAAADbAAAADwAAAAAAAAAAAAAAAACYAgAAZHJzL2Rvd25y&#10;ZXYueG1sUEsFBgAAAAAEAAQA9QAAAIUDAAAAAA==&#10;" path="m,2345l,,32,r,2373l,2345xe" fillcolor="#2843ff" stroked="f">
                    <v:path arrowok="t" o:connecttype="custom" o:connectlocs="0,2345;0,0;32,0;32,2373;0,2345" o:connectangles="0,0,0,0,0"/>
                  </v:shape>
                  <v:shape id="Freeform 94" o:spid="_x0000_s1118" style="position:absolute;left:4881;top:8193;width:32;height:2406;visibility:visible;mso-wrap-style:square;v-text-anchor:top" coordsize="32,2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pU8QA&#10;AADbAAAADwAAAGRycy9kb3ducmV2LnhtbESPQWvCQBSE7wX/w/IEL6VuakFrdJWqVLwaLfT4zD6T&#10;aPZtyK4m+uvdgtDjMDPfMNN5a0pxpdoVlhW89yMQxKnVBWcK9rvvt08QziNrLC2Tghs5mM86L1OM&#10;tW14S9fEZyJA2MWoIPe+iqV0aU4GXd9WxME72tqgD7LOpK6xCXBTykEUDaXBgsNCjhUtc0rPycUo&#10;eE3K39FqtV7ctv7H7c3hlC2bu1K9bvs1AeGp9f/hZ3ujFYw/4O9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0KVPEAAAA2wAAAA8AAAAAAAAAAAAAAAAAmAIAAGRycy9k&#10;b3ducmV2LnhtbFBLBQYAAAAABAAEAPUAAACJAwAAAAA=&#10;" path="m,2373l,,32,r,2406l,2373xe" fillcolor="#2b48ff" stroked="f">
                    <v:path arrowok="t" o:connecttype="custom" o:connectlocs="0,2373;0,0;32,0;32,2406;0,2373" o:connectangles="0,0,0,0,0"/>
                  </v:shape>
                  <v:shape id="Freeform 95" o:spid="_x0000_s1119" style="position:absolute;left:4913;top:8193;width:32;height:2438;visibility:visible;mso-wrap-style:square;v-text-anchor:top" coordsize="32,24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YhsQA&#10;AADbAAAADwAAAGRycy9kb3ducmV2LnhtbESPQWsCMRSE70L/Q3iFXkSzliJ2NUq7ILZ4Uqt7fWxe&#10;s0s3L0sSdfvvm4LgcZiZb5jFqretuJAPjWMFk3EGgrhyumGj4OuwHs1AhIissXVMCn4pwGr5MFhg&#10;rt2Vd3TZRyMShEOOCuoYu1zKUNVkMYxdR5y8b+ctxiS9kdrjNcFtK5+zbCotNpwWauyoqKn62Z+t&#10;gmKIzhzLT/febLLi5Et/KM1WqafH/m0OIlIf7+Fb+0MreH2B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d2IbEAAAA2wAAAA8AAAAAAAAAAAAAAAAAmAIAAGRycy9k&#10;b3ducmV2LnhtbFBLBQYAAAAABAAEAPUAAACJAwAAAAA=&#10;" path="m,2406l,,28,r,1555l32,1551r,887l,2406xe" fillcolor="#2e4eff" stroked="f">
                    <v:path arrowok="t" o:connecttype="custom" o:connectlocs="0,2406;0,0;28,0;28,1555;32,1551;32,2438;0,2406" o:connectangles="0,0,0,0,0,0,0"/>
                  </v:shape>
                  <v:shape id="Freeform 96" o:spid="_x0000_s1120" style="position:absolute;left:4945;top:9704;width:33;height:955;visibility:visible;mso-wrap-style:square;v-text-anchor:top" coordsize="33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ubsEA&#10;AADbAAAADwAAAGRycy9kb3ducmV2LnhtbESPQYvCMBSE78L+h/AWvGm6sopbjbIIC14UrPX+aN62&#10;xealJNFWf70RBI/DzHzDLNe9acSVnK8tK/gaJyCIC6trLhXkx7/RHIQPyBoby6TgRh7Wq4/BElNt&#10;Oz7QNQuliBD2KSqoQmhTKX1RkUE/ti1x9P6tMxiidKXUDrsIN42cJMlMGqw5LlTY0qai4pxdjAKX&#10;38PtZHnv3Snp8t1u872lTKnhZ/+7ABGoD+/wq73VCn6m8PwSf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brm7BAAAA2wAAAA8AAAAAAAAAAAAAAAAAmAIAAGRycy9kb3du&#10;cmV2LnhtbFBLBQYAAAAABAAEAPUAAACGAwAAAAA=&#10;" path="m,927l,40,33,r,955l,927xe" fillcolor="#3153ff" stroked="f">
                    <v:path arrowok="t" o:connecttype="custom" o:connectlocs="0,927;0,40;33,0;33,955;0,927" o:connectangles="0,0,0,0,0"/>
                  </v:shape>
                  <v:shape id="Freeform 97" o:spid="_x0000_s1121" style="position:absolute;left:4978;top:9668;width:32;height:1023;visibility:visible;mso-wrap-style:square;v-text-anchor:top" coordsize="32,1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DU8MA&#10;AADbAAAADwAAAGRycy9kb3ducmV2LnhtbESP3WrCQBSE7wXfYTmCd7qpQppGVxGpWEgv/OkDHLLH&#10;JDR7NuxuNb69WxC8HGbmG2a57k0rruR8Y1nB2zQBQVxa3XCl4Oe8m2QgfEDW2FomBXfysF4NB0vM&#10;tb3xka6nUIkIYZ+jgjqELpfSlzUZ9FPbEUfvYp3BEKWrpHZ4i3DTylmSpNJgw3Ghxo62NZW/pz+j&#10;4Fxsq/a9mxcHlxIXn9k3FvtMqfGo3yxABOrDK/xsf2kFHyn8f4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DU8MAAADbAAAADwAAAAAAAAAAAAAAAACYAgAAZHJzL2Rv&#10;d25yZXYueG1sUEsFBgAAAAAEAAQA9QAAAIgDAAAAAA==&#10;" path="m,991l,36,32,r,1023l,991xe" fillcolor="#3558ff" stroked="f">
                    <v:path arrowok="t" o:connecttype="custom" o:connectlocs="0,991;0,36;32,0;32,1023;0,991" o:connectangles="0,0,0,0,0"/>
                  </v:shape>
                  <v:shape id="Freeform 98" o:spid="_x0000_s1122" style="position:absolute;left:5010;top:9632;width:32;height:1087;visibility:visible;mso-wrap-style:square;v-text-anchor:top" coordsize="32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6Kp8IA&#10;AADbAAAADwAAAGRycy9kb3ducmV2LnhtbESPT4vCMBTE74LfITxhb5oqsmursYggLutl/Xt+NM+2&#10;tHkpTdTut98IgsdhZn7DLNLO1OJOrSstKxiPIhDEmdUl5wpOx81wBsJ5ZI21ZVLwRw7SZb+3wETb&#10;B+/pfvC5CBB2CSoovG8SKV1WkEE3sg1x8K62NeiDbHOpW3wEuKnlJIo+pcGSw0KBDa0LyqrDzSho&#10;stl5bae7yO3iH3Ou9vH28uuV+hh0qzkIT51/h1/tb60g/oLn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oqnwgAAANsAAAAPAAAAAAAAAAAAAAAAAJgCAABkcnMvZG93&#10;bnJldi54bWxQSwUGAAAAAAQABAD1AAAAhwMAAAAA&#10;" path="m,1059l,36,32,r,1087l,1059xe" fillcolor="#385dff" stroked="f">
                    <v:path arrowok="t" o:connecttype="custom" o:connectlocs="0,1059;0,36;32,0;32,1087;0,1059" o:connectangles="0,0,0,0,0"/>
                  </v:shape>
                  <v:shape id="Freeform 99" o:spid="_x0000_s1123" style="position:absolute;left:5042;top:9595;width:32;height:1157;visibility:visible;mso-wrap-style:square;v-text-anchor:top" coordsize="32,1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WCsAA&#10;AADbAAAADwAAAGRycy9kb3ducmV2LnhtbERPzYrCMBC+C75DGMGbpoqI2zWKCqLoxVUfYLaZTcs2&#10;k9pErT69OQgeP77/6byxpbhR7QvHCgb9BARx5nTBRsH5tO5NQPiArLF0TAoe5GE+a7emmGp35x+6&#10;HYMRMYR9igryEKpUSp/lZNH3XUUcuT9XWwwR1kbqGu8x3JZymCRjabHg2JBjRaucsv/j1Sq4FJPR&#10;ZcOL5363XO/N4XfzNAdWqttpFt8gAjXhI367t1rBVxwbv8Qf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MQWCsAAAADbAAAADwAAAAAAAAAAAAAAAACYAgAAZHJzL2Rvd25y&#10;ZXYueG1sUEsFBgAAAAAEAAQA9QAAAIUDAAAAAA==&#10;" path="m,1124l,37,32,r,1157l,1124xe" fillcolor="#3b62ff" stroked="f">
                    <v:path arrowok="t" o:connecttype="custom" o:connectlocs="0,1124;0,37;32,0;32,1157;0,1124" o:connectangles="0,0,0,0,0"/>
                  </v:shape>
                  <v:shape id="Freeform 100" o:spid="_x0000_s1124" style="position:absolute;left:5074;top:9559;width:33;height:1221;visibility:visible;mso-wrap-style:square;v-text-anchor:top" coordsize="33,1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AZMYA&#10;AADbAAAADwAAAGRycy9kb3ducmV2LnhtbESPQWvCQBSE74L/YXkFb7qpB6upq1SLWKQgTXNob4/s&#10;azY0+zbNrib+e7cgeBxm5htmue5tLc7U+sqxgsdJAoK4cLriUkH+uRvPQfiArLF2TAou5GG9Gg6W&#10;mGrX8Qeds1CKCGGfogITQpNK6QtDFv3ENcTR+3GtxRBlW0rdYhfhtpbTJJlJixXHBYMNbQ0Vv9nJ&#10;Kjh1u80+eT2Y/EnOvv6O+fvl2xVKjR76l2cQgfpwD9/ab1rBYgH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AAZMYAAADbAAAADwAAAAAAAAAAAAAAAACYAgAAZHJz&#10;L2Rvd25yZXYueG1sUEsFBgAAAAAEAAQA9QAAAIsDAAAAAA==&#10;" path="m,1193l,36,33,r,1221l,1193xe" fillcolor="#3e68ff" stroked="f">
                    <v:path arrowok="t" o:connecttype="custom" o:connectlocs="0,1193;0,36;33,0;33,1221;0,1193" o:connectangles="0,0,0,0,0"/>
                  </v:shape>
                  <v:shape id="Freeform 101" o:spid="_x0000_s1125" style="position:absolute;left:5107;top:9519;width:32;height:1293;visibility:visible;mso-wrap-style:square;v-text-anchor:top" coordsize="32,1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1m2sMA&#10;AADcAAAADwAAAGRycy9kb3ducmV2LnhtbESPT2sCQQzF7wW/wxDBW521YKmro4gg9KCHtaXnuJP9&#10;ozuZZWfU8ds3h0JvCe/lvV9Wm+Q6dachtJ4NzKYZKOLS25ZrA99f+9cPUCEiW+w8k4EnBdisRy8r&#10;zK1/cEH3U6yVhHDI0UATY59rHcqGHIap74lFq/zgMMo61NoO+JBw1+m3LHvXDluWhgZ72jVUXk83&#10;Z+BSuGp3PuLhRuHnueB5SlVbGDMZp+0SVKQU/81/159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1m2sMAAADcAAAADwAAAAAAAAAAAAAAAACYAgAAZHJzL2Rv&#10;d25yZXYueG1sUEsFBgAAAAAEAAQA9QAAAIgDAAAAAA==&#10;" path="m,1261l,40,32,r,648l8,673r24,24l32,1293,,1261xe" fillcolor="#416dff" stroked="f">
                    <v:path arrowok="t" o:connecttype="custom" o:connectlocs="0,1261;0,40;32,0;32,648;8,673;32,697;32,1293;0,1261" o:connectangles="0,0,0,0,0,0,0,0"/>
                  </v:shape>
                  <v:shape id="Freeform 102" o:spid="_x0000_s1126" style="position:absolute;left:5139;top:9482;width:32;height:1358;visibility:visible;mso-wrap-style:square;v-text-anchor:top" coordsize="32,13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58FMUA&#10;AADcAAAADwAAAGRycy9kb3ducmV2LnhtbESPT4vCMBDF74LfIYzgzaYK/usaRQRxL6JWD3scmtm2&#10;azMpTdTufvqNIHib4b15vzeLVWsqcafGlZYVDKMYBHFmdcm5gst5O5iBcB5ZY2WZFPySg9Wy21lg&#10;ou2DT3RPfS5CCLsEFRTe14mULivIoItsTRy0b9sY9GFtcqkbfIRwU8lRHE+kwZIDocCaNgVl1/Rm&#10;AiT9q6eHzdaM9X7+c5S7UZp/GaX6vXb9AcJT69/m1/WnDvXjITyfCRP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nwUxQAAANwAAAAPAAAAAAAAAAAAAAAAAJgCAABkcnMv&#10;ZG93bnJldi54bWxQSwUGAAAAAAQABAD1AAAAigMAAAAA&#10;" path="m,1330l,734r32,28l32,1358,,1330xm,685l,37,32,r,645l,685xe" fillcolor="#4472ff" stroked="f">
                    <v:path arrowok="t" o:connecttype="custom" o:connectlocs="0,1330;0,734;32,762;32,1358;0,1330;0,685;0,37;32,0;32,645;0,685" o:connectangles="0,0,0,0,0,0,0,0,0,0"/>
                    <o:lock v:ext="edit" verticies="t"/>
                  </v:shape>
                  <v:shape id="Freeform 103" o:spid="_x0000_s1127" style="position:absolute;left:5171;top:9446;width:32;height:1427;visibility:visible;mso-wrap-style:square;v-text-anchor:top" coordsize="32,1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Zn68EA&#10;AADcAAAADwAAAGRycy9kb3ducmV2LnhtbERPTUsDMRC9F/ofwgheis1aSmnXpqUIovXUbhU8Dptx&#10;s7iZLMnYrv/eCEJv83ifs94OvlNniqkNbOB+WoAiroNtuTHwdnq6W4JKgmyxC0wGfijBdjMerbG0&#10;4cJHOlfSqBzCqUQDTqQvtU61I49pGnrizH2G6FEyjI22ES853Hd6VhQL7bHl3OCwp0dH9Vf17Q08&#10;z/eeXrmWyUHeo5WVfCzdypjbm2H3AEpokKv43/1i8/xiBn/P5Av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GZ+vBAAAA3AAAAA8AAAAAAAAAAAAAAAAAmAIAAGRycy9kb3du&#10;cmV2LnhtbFBLBQYAAAAABAAEAPUAAACGAwAAAAA=&#10;" path="m,1394l,798r32,32l32,1427,,1394xm,681l,36,32,r,641l,681xe" fillcolor="#4777ff" stroked="f">
                    <v:path arrowok="t" o:connecttype="custom" o:connectlocs="0,1394;0,798;32,830;32,1427;0,1394;0,681;0,36;32,0;32,641;0,681" o:connectangles="0,0,0,0,0,0,0,0,0,0"/>
                    <o:lock v:ext="edit" verticies="t"/>
                  </v:shape>
                  <v:shape id="Freeform 104" o:spid="_x0000_s1128" style="position:absolute;left:5203;top:9410;width:33;height:1495;visibility:visible;mso-wrap-style:square;v-text-anchor:top" coordsize="33,14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kZ8EA&#10;AADcAAAADwAAAGRycy9kb3ducmV2LnhtbERPS4vCMBC+C/sfwix403QVRKtRZEEU8eKDPc82Y1u2&#10;mXST2NZ/bwTB23x8z1msOlOJhpwvLSv4GiYgiDOrS84VXM6bwRSED8gaK8uk4E4eVsuP3gJTbVs+&#10;UnMKuYgh7FNUUIRQp1L6rCCDfmhr4shdrTMYInS51A7bGG4qOUqSiTRYcmwosKbvgrK/080omB70&#10;hff/P8fmPtPb9WbkKtn+KtX/7NZzEIG68Ba/3Dsd5ydjeD4TL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e5GfBAAAA3AAAAA8AAAAAAAAAAAAAAAAAmAIAAGRycy9kb3du&#10;cmV2LnhtbFBLBQYAAAAABAAEAPUAAACGAwAAAAA=&#10;" path="m,1463l,866r33,28l33,1495,,1463xm,677l,36,33,r,641l,677xe" fillcolor="#4a7cff" stroked="f">
                    <v:path arrowok="t" o:connecttype="custom" o:connectlocs="0,1463;0,866;33,894;33,1495;0,1463;0,677;0,36;33,0;33,641;0,677" o:connectangles="0,0,0,0,0,0,0,0,0,0"/>
                    <o:lock v:ext="edit" verticies="t"/>
                  </v:shape>
                  <v:shape id="Freeform 105" o:spid="_x0000_s1129" style="position:absolute;left:5236;top:9374;width:32;height:1559;visibility:visible;mso-wrap-style:square;v-text-anchor:top" coordsize="32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0JfMIA&#10;AADcAAAADwAAAGRycy9kb3ducmV2LnhtbERPS4vCMBC+L/gfwgh7W1MfK1KNIqKwJ0G7HryNzdgW&#10;m0ltUlv/vREW9jYf33MWq86U4kG1KywrGA4iEMSp1QVnCn6T3dcMhPPIGkvLpOBJDlbL3scCY21b&#10;PtDj6DMRQtjFqCD3voqldGlOBt3AVsSBu9raoA+wzqSusQ3hppSjKJpKgwWHhhwr2uSU3o6NUbAf&#10;r8/JaXt/tt0wmTbfe39vLlqpz363noPw1Pl/8Z/7R4f50QTez4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Ql8wgAAANwAAAAPAAAAAAAAAAAAAAAAAJgCAABkcnMvZG93&#10;bnJldi54bWxQSwUGAAAAAAQABAD1AAAAhwMAAAAA&#10;" path="m,1531l,930r32,33l32,1559,,1531xm,677l,36,32,r,636l,677xe" fillcolor="#4e82ff" stroked="f">
                    <v:path arrowok="t" o:connecttype="custom" o:connectlocs="0,1531;0,930;32,963;32,1559;0,1531;0,677;0,36;32,0;32,636;0,677" o:connectangles="0,0,0,0,0,0,0,0,0,0"/>
                    <o:lock v:ext="edit" verticies="t"/>
                  </v:shape>
                  <v:shape id="Freeform 106" o:spid="_x0000_s1130" style="position:absolute;left:5268;top:9333;width:32;height:1632;visibility:visible;mso-wrap-style:square;v-text-anchor:top" coordsize="32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lPXcQA&#10;AADcAAAADwAAAGRycy9kb3ducmV2LnhtbERP30vDMBB+F/wfwgl7EZcqbJS6bEhBcXMv61Tc25Hc&#10;2mJzqUm21f/eCIO93cf382aLwXbiSD60jhXcjzMQxNqZlmsF79vnuxxEiMgGO8ek4JcCLObXVzMs&#10;jDvxho5VrEUK4VCggibGvpAy6IYshrHriRO3d95iTNDX0ng8pXDbyYcsm0qLLaeGBnsqG9Lf1cEq&#10;0KX7+pjon8/87bZa0W6Zl/5lrdToZnh6BBFpiBfx2f1q0vxsAv/PpAv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T13EAAAA3AAAAA8AAAAAAAAAAAAAAAAAmAIAAGRycy9k&#10;b3ducmV2LnhtbFBLBQYAAAAABAAEAPUAAACJAwAAAAA=&#10;" path="m,1600l,1004r32,32l32,1632,,1600xm,677l,41,32,r,637l,677xe" fillcolor="#5187ff" stroked="f">
                    <v:path arrowok="t" o:connecttype="custom" o:connectlocs="0,1600;0,1004;32,1036;32,1632;0,1600;0,677;0,41;32,0;32,637;0,677" o:connectangles="0,0,0,0,0,0,0,0,0,0"/>
                    <o:lock v:ext="edit" verticies="t"/>
                  </v:shape>
                  <v:shape id="Freeform 107" o:spid="_x0000_s1131" style="position:absolute;left:5300;top:9297;width:32;height:1696;visibility:visible;mso-wrap-style:square;v-text-anchor:top" coordsize="32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jbcEA&#10;AADcAAAADwAAAGRycy9kb3ducmV2LnhtbERP24rCMBB9X/Afwgi+rakXVKpp0RVBWBC84PPQjG2x&#10;mZQma+vfmwXBtzmc66zSzlTiQY0rLSsYDSMQxJnVJecKLufd9wKE88gaK8uk4EkO0qT3tcJY25aP&#10;9Dj5XIQQdjEqKLyvYyldVpBBN7Q1ceButjHoA2xyqRtsQ7ip5DiKZtJgyaGhwJp+Csrupz+j4ODk&#10;ZFPOf6/j57Q9rKfV4rZlp9Sg362XIDx1/iN+u/c6zI9m8P9MuEA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qI23BAAAA3AAAAA8AAAAAAAAAAAAAAAAAmAIAAGRycy9kb3du&#10;cmV2LnhtbFBLBQYAAAAABAAEAPUAAACGAwAAAAA=&#10;" path="m,1668l,1072r32,28l32,1696,,1668xm,673l,36,32,r,637l,673xe" fillcolor="#548cff" stroked="f">
                    <v:path arrowok="t" o:connecttype="custom" o:connectlocs="0,1668;0,1072;32,1100;32,1696;0,1668;0,673;0,36;32,0;32,637;0,673" o:connectangles="0,0,0,0,0,0,0,0,0,0"/>
                    <o:lock v:ext="edit" verticies="t"/>
                  </v:shape>
                  <v:shape id="Freeform 108" o:spid="_x0000_s1132" style="position:absolute;left:5332;top:9261;width:33;height:1765;visibility:visible;mso-wrap-style:square;v-text-anchor:top" coordsize="33,1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PXrsQA&#10;AADcAAAADwAAAGRycy9kb3ducmV2LnhtbERP22oCMRB9L/QfwhR8q4kWrWyNIoqw1ULxgti3YTPd&#10;XbqZbDdR179vBKFvczjXGU9bW4kzNb50rKHXVSCIM2dKzjXsd8vnEQgfkA1WjknDlTxMJ48PY0yM&#10;u/CGztuQixjCPkENRQh1IqXPCrLou64mjty3ayyGCJtcmgYvMdxWsq/UUFosOTYUWNO8oOxne7Ia&#10;1qtF/Xn8PaTpaln5l97g/UP5L607T+3sDUSgNvyL7+7UxPnqFW7PxA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D167EAAAA3AAAAA8AAAAAAAAAAAAAAAAAmAIAAGRycy9k&#10;b3ducmV2LnhtbFBLBQYAAAAABAAEAPUAAACJAwAAAAA=&#10;" path="m,1732l,1136r33,32l33,1765,,1732xm,673l,36,33,r,632l,673xe" fillcolor="#5791ff" stroked="f">
                    <v:path arrowok="t" o:connecttype="custom" o:connectlocs="0,1732;0,1136;33,1168;33,1765;0,1732;0,673;0,36;33,0;33,632;0,673" o:connectangles="0,0,0,0,0,0,0,0,0,0"/>
                    <o:lock v:ext="edit" verticies="t"/>
                  </v:shape>
                  <v:shape id="Freeform 109" o:spid="_x0000_s1133" style="position:absolute;left:5365;top:9225;width:32;height:1829;visibility:visible;mso-wrap-style:square;v-text-anchor:top" coordsize="32,18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TC8UA&#10;AADcAAAADwAAAGRycy9kb3ducmV2LnhtbESPT0sDMRDF70K/Q5iCN5utoOjatNh/oHiyLZTehs2Y&#10;XdxMYhLb9ds7B8HbDO/Ne7+ZLQbfqzOl3AU2MJ1UoIibYDt2Bg777c0DqFyQLfaBycAPZVjMR1cz&#10;rG248Dudd8UpCeFco4G2lFhrnZuWPOZJiMSifYTkscianLYJLxLue31bVffaY8fS0GKkVUvN5+7b&#10;Gziif3Xbt8eYTi4el2t/t/manoy5Hg/PT6AKDeXf/Hf9YgW/Elp5Rib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JMLxQAAANwAAAAPAAAAAAAAAAAAAAAAAJgCAABkcnMv&#10;ZG93bnJldi54bWxQSwUGAAAAAAQABAD1AAAAigMAAAAA&#10;" path="m,1801l,1204r32,29l32,1829,,1801xm,668l,36,32,r,628l,668xe" fillcolor="#5a96ff" stroked="f">
                    <v:path arrowok="t" o:connecttype="custom" o:connectlocs="0,1801;0,1204;32,1233;32,1829;0,1801;0,668;0,36;32,0;32,628;0,668" o:connectangles="0,0,0,0,0,0,0,0,0,0"/>
                    <o:lock v:ext="edit" verticies="t"/>
                  </v:shape>
                  <v:shape id="Freeform 110" o:spid="_x0000_s1134" style="position:absolute;left:5397;top:9184;width:32;height:1902;visibility:visible;mso-wrap-style:square;v-text-anchor:top" coordsize="32,1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21UsAA&#10;AADcAAAADwAAAGRycy9kb3ducmV2LnhtbERPTYvCMBC9L/gfwgh7W1MX1FqNIkJR8GT14m1oxrba&#10;TEqTrd1/bwTB2zze5yzXvalFR62rLCsYjyIQxLnVFRcKzqf0JwbhPLLG2jIp+CcH69Xga4mJtg8+&#10;Upf5QoQQdgkqKL1vEildXpJBN7INceCutjXoA2wLqVt8hHBTy98omkqDFYeGEhvalpTfsz+joJsQ&#10;jrMuTm8yTmfFpZnJXXVQ6nvYbxYgPPX+I3679zrMj+bweiZc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21UsAAAADcAAAADwAAAAAAAAAAAAAAAACYAgAAZHJzL2Rvd25y&#10;ZXYueG1sUEsFBgAAAAAEAAQA9QAAAIUDAAAAAA==&#10;" path="m,1870l,1274r32,32l32,1902,,1870xm,669l,41,32,r,633l,669xe" fillcolor="#5d9cff" stroked="f">
                    <v:path arrowok="t" o:connecttype="custom" o:connectlocs="0,1870;0,1274;32,1306;32,1902;0,1870;0,669;0,41;32,0;32,633;0,669" o:connectangles="0,0,0,0,0,0,0,0,0,0"/>
                    <o:lock v:ext="edit" verticies="t"/>
                  </v:shape>
                  <v:shape id="Freeform 111" o:spid="_x0000_s1135" style="position:absolute;left:5429;top:9148;width:28;height:1966;visibility:visible;mso-wrap-style:square;v-text-anchor:top" coordsize="28,19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nWsUA&#10;AADcAAAADwAAAGRycy9kb3ducmV2LnhtbESPQW/CMAyF75P2HyJP2mWCtBw2VAiIITZt2mmMH2Aa&#10;01RtnK7JaPn38wGJm633/N7n5Xr0rTpTH+vABvJpBoq4DLbmysDh520yBxUTssU2MBm4UIT16v5u&#10;iYUNA3/TeZ8qJSEcCzTgUuoKrWPpyGOcho5YtFPoPSZZ+0rbHgcJ962eZdmz9lizNDjsaOuobPZ/&#10;3sB4YdfE99fP4Wu+657y2Uv6bY7GPD6MmwWoRGO6ma/XH1bwc8GX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edaxQAAANwAAAAPAAAAAAAAAAAAAAAAAJgCAABkcnMv&#10;ZG93bnJldi54bWxQSwUGAAAAAAQABAD1AAAAigMAAAAA&#10;" path="m,1938l,1342r28,32l28,1966,,1938xm,669l,36,28,r,629l,669xe" fillcolor="#60a1ff" stroked="f">
                    <v:path arrowok="t" o:connecttype="custom" o:connectlocs="0,1938;0,1342;28,1374;28,1966;0,1938;0,669;0,36;28,0;28,629;0,669" o:connectangles="0,0,0,0,0,0,0,0,0,0"/>
                    <o:lock v:ext="edit" verticies="t"/>
                  </v:shape>
                  <v:shape id="Freeform 112" o:spid="_x0000_s1136" style="position:absolute;left:5457;top:9112;width:33;height:2035;visibility:visible;mso-wrap-style:square;v-text-anchor:top" coordsize="33,2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KM1sIA&#10;AADcAAAADwAAAGRycy9kb3ducmV2LnhtbERPTWvCQBC9F/wPywi91U08tCV1lSIIgRLBtNTrkJ1m&#10;Q7OzMbsmqb/eLQje5vE+Z7WZbCsG6n3jWEG6SEAQV043XCv4+tw9vYLwAVlj65gU/JGHzXr2sMJM&#10;u5EPNJShFjGEfYYKTAhdJqWvDFn0C9cRR+7H9RZDhH0tdY9jDLetXCbJs7TYcGww2NHWUPVbnq2C&#10;cDyaNMfvl+lSFCe3NaX/2DdKPc6n9zcQgaZwF9/cuY7z0xT+n4kXyP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ozWwgAAANwAAAAPAAAAAAAAAAAAAAAAAJgCAABkcnMvZG93&#10;bnJldi54bWxQSwUGAAAAAAQABAD1AAAAhwMAAAAA&#10;" path="m,2002l,1410r33,28l33,2035,,2002xm,665l,36,33,r,624l,665xe" fillcolor="#63a6ff" stroked="f">
                    <v:path arrowok="t" o:connecttype="custom" o:connectlocs="0,2002;0,1410;33,1438;33,2035;0,2002;0,665;0,36;33,0;33,624;0,665" o:connectangles="0,0,0,0,0,0,0,0,0,0"/>
                    <o:lock v:ext="edit" verticies="t"/>
                  </v:shape>
                  <v:shape id="Freeform 113" o:spid="_x0000_s1137" style="position:absolute;left:5490;top:9076;width:32;height:2103;visibility:visible;mso-wrap-style:square;v-text-anchor:top" coordsize="32,2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7o8QA&#10;AADcAAAADwAAAGRycy9kb3ducmV2LnhtbERPTWvCQBC9F/oflil4azYJxcboKqHQIEgPVRG8Ddkx&#10;CWZnQ3Yb0/76bqHgbR7vc1abyXRipMG1lhUkUQyCuLK65VrB8fD+nIFwHlljZ5kUfJODzfrxYYW5&#10;tjf+pHHvaxFC2OWooPG+z6V0VUMGXWR74sBd7GDQBzjUUg94C+Gmk2kcz6XBlkNDgz29NVRd919G&#10;wUd53pUn/bJ4zS4J6p92LLNiVGr2NBVLEJ4mfxf/u7c6zE9S+HsmX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te6PEAAAA3AAAAA8AAAAAAAAAAAAAAAAAmAIAAGRycy9k&#10;b3ducmV2LnhtbFBLBQYAAAAABAAEAPUAAACJAwAAAAA=&#10;" path="m,2071l,1474r32,32l32,2103,,2071xm,660l,36,32,r,620l,660xe" fillcolor="#67abff" stroked="f">
                    <v:path arrowok="t" o:connecttype="custom" o:connectlocs="0,2071;0,1474;32,1506;32,2103;0,2071;0,660;0,36;32,0;32,620;0,660" o:connectangles="0,0,0,0,0,0,0,0,0,0"/>
                    <o:lock v:ext="edit" verticies="t"/>
                  </v:shape>
                  <v:shape id="Freeform 114" o:spid="_x0000_s1138" style="position:absolute;left:5522;top:9072;width:32;height:2135;visibility:visible;mso-wrap-style:square;v-text-anchor:top" coordsize="32,2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UCMMA&#10;AADcAAAADwAAAGRycy9kb3ducmV2LnhtbERPTWsCMRC9F/wPYYReRLMqtLIaRQpKDwtS68HjsBk3&#10;wc1k2aTrtr/eCEJv83ifs9r0rhYdtcF6VjCdZCCIS68tVwpO37vxAkSIyBprz6TglwJs1oOXFeba&#10;3/iLumOsRArhkKMCE2OTSxlKQw7DxDfEibv41mFMsK2kbvGWwl0tZ1n2Jh1aTg0GG/owVF6PP05B&#10;MaKLmdvu4M7FyY7Kv1lfvO+Veh322yWISH38Fz/dnzrNn87h8Uy6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UCMMAAADcAAAADwAAAAAAAAAAAAAAAACYAgAAZHJzL2Rv&#10;d25yZXYueG1sUEsFBgAAAAAEAAQA9QAAAIgDAAAAAA==&#10;" path="m,2107l,1510r32,29l32,2135,,2107xm,624l,4,4,,32,r,588l,624xe" fillcolor="#6ab0ff" stroked="f">
                    <v:path arrowok="t" o:connecttype="custom" o:connectlocs="0,2107;0,1510;32,1539;32,2135;0,2107;0,624;0,4;4,0;32,0;32,588;0,624" o:connectangles="0,0,0,0,0,0,0,0,0,0,0"/>
                    <o:lock v:ext="edit" verticies="t"/>
                  </v:shape>
                  <v:shape id="Freeform 115" o:spid="_x0000_s1139" style="position:absolute;left:5554;top:9072;width:32;height:2167;visibility:visible;mso-wrap-style:square;v-text-anchor:top" coordsize="3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S9e8IA&#10;AADcAAAADwAAAGRycy9kb3ducmV2LnhtbERPTWvCQBC9F/wPywi91U2qaEldRSxCvQhdLb0O2TGJ&#10;ZmdDdjXJv+8WCt7m8T5nue5tLe7U+sqxgnSSgCDOnam4UHA67l7eQPiAbLB2TAoG8rBejZ6WmBnX&#10;8RfddShEDGGfoYIyhCaT0uclWfQT1xBH7uxaiyHCtpCmxS6G21q+JslcWqw4NpTY0Lak/KpvVsFu&#10;PrDmj8Vw+N7qy16n0+50+FHqedxv3kEE6sND/O/+NHF+OoO/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L17wgAAANwAAAAPAAAAAAAAAAAAAAAAAJgCAABkcnMvZG93&#10;bnJldi54bWxQSwUGAAAAAAQABAD1AAAAhwMAAAAA&#10;" path="m,2135l,1539r32,32l32,2167,,2135xm,588l,,32,r,547l,588xe" fillcolor="#6db6ff" stroked="f">
                    <v:path arrowok="t" o:connecttype="custom" o:connectlocs="0,2135;0,1539;32,1571;32,2167;0,2135;0,588;0,0;32,0;32,547;0,588" o:connectangles="0,0,0,0,0,0,0,0,0,0"/>
                    <o:lock v:ext="edit" verticies="t"/>
                  </v:shape>
                  <v:shape id="Freeform 116" o:spid="_x0000_s1140" style="position:absolute;left:5586;top:9072;width:33;height:2195;visibility:visible;mso-wrap-style:square;v-text-anchor:top" coordsize="33,2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kd8MA&#10;AADcAAAADwAAAGRycy9kb3ducmV2LnhtbERPTWvCQBC9C/6HZYTedKNgsamrSEVb1EtTaT2O2TEJ&#10;zc6G7Griv3cFwds83udM560pxYVqV1hWMBxEIIhTqwvOFOx/Vv0JCOeRNZaWScGVHMxn3c4UY20b&#10;/qZL4jMRQtjFqCD3voqldGlOBt3AVsSBO9naoA+wzqSusQnhppSjKHqVBgsODTlW9JFT+p+cjYK3&#10;dt3I7Wb/e1wU59HfZ3Pg5e6g1EuvXbyD8NT6p/jh/tJh/nAM92fCB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lkd8MAAADcAAAADwAAAAAAAAAAAAAAAACYAgAAZHJzL2Rv&#10;d25yZXYueG1sUEsFBgAAAAAEAAQA9QAAAIgDAAAAAA==&#10;" path="m,2167l,1571r33,32l33,2195,,2167xm,547l,,33,r,507l,547xe" fillcolor="#70bbff" stroked="f">
                    <v:path arrowok="t" o:connecttype="custom" o:connectlocs="0,2167;0,1571;33,1603;33,2195;0,2167;0,547;0,0;33,0;33,507;0,547" o:connectangles="0,0,0,0,0,0,0,0,0,0"/>
                    <o:lock v:ext="edit" verticies="t"/>
                  </v:shape>
                  <v:shape id="Freeform 117" o:spid="_x0000_s1141" style="position:absolute;left:5619;top:9072;width:32;height:2228;visibility:visible;mso-wrap-style:square;v-text-anchor:top" coordsize="32,2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lLsUA&#10;AADcAAAADwAAAGRycy9kb3ducmV2LnhtbESPQWvCQBCF74X+h2UEL6IbFUJNs5HSUhAsSG3B65id&#10;JsHsbMhONf57Vyj0NsN78743+XpwrTpTHxrPBuazBBRx6W3DlYHvr/fpE6ggyBZbz2TgSgHWxeND&#10;jpn1F/6k814qFUM4ZGigFukyrUNZk8Mw8x1x1H5871Di2lfa9niJ4a7ViyRJtcOGI6HGjl5rKk/7&#10;X3eHpEvZvh2uycdE/OF4XKW7YI0Zj4aXZ1BCg/yb/643Ntafp3B/Jk6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iUuxQAAANwAAAAPAAAAAAAAAAAAAAAAAJgCAABkcnMv&#10;ZG93bnJldi54bWxQSwUGAAAAAAQABAD1AAAAigMAAAAA&#10;" path="m,2195l,1603r32,28l32,2228,,2195xm,507l,,32,r,471l,507xe" fillcolor="#73c0ff" stroked="f">
                    <v:path arrowok="t" o:connecttype="custom" o:connectlocs="0,2195;0,1603;32,1631;32,2228;0,2195;0,507;0,0;32,0;32,471;0,507" o:connectangles="0,0,0,0,0,0,0,0,0,0"/>
                    <o:lock v:ext="edit" verticies="t"/>
                  </v:shape>
                  <v:shape id="Freeform 118" o:spid="_x0000_s1142" style="position:absolute;left:5651;top:9072;width:32;height:2256;visibility:visible;mso-wrap-style:square;v-text-anchor:top" coordsize="32,2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DYCcEA&#10;AADcAAAADwAAAGRycy9kb3ducmV2LnhtbERPS2sCMRC+F/ofwhS8lJpdD6tsjdKWip4EH70Pm2l2&#10;cTNZkriu/94Igrf5+J4zXw62FT350DhWkI8zEMSV0w0bBcfD6mMGIkRkja1jUnClAMvF68scS+0u&#10;vKN+H41IIRxKVFDH2JVShqomi2HsOuLE/TtvMSbojdQeLynctnKSZYW02HBqqLGjn5qq0/5sFRjD&#10;35v3beGn8q8vuD/l6/PvSqnR2/D1CSLSEJ/ih3uj0/x8Cv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A2AnBAAAA3AAAAA8AAAAAAAAAAAAAAAAAmAIAAGRycy9kb3du&#10;cmV2LnhtbFBLBQYAAAAABAAEAPUAAACGAwAAAAA=&#10;" path="m,2228l,1631r32,33l32,2256,,2228xm,471l,,32,r,431l,471xe" fillcolor="#76c5ff" stroked="f">
                    <v:path arrowok="t" o:connecttype="custom" o:connectlocs="0,2228;0,1631;32,1664;32,2256;0,2228;0,471;0,0;32,0;32,431;0,471" o:connectangles="0,0,0,0,0,0,0,0,0,0"/>
                    <o:lock v:ext="edit" verticies="t"/>
                  </v:shape>
                  <v:shape id="Freeform 119" o:spid="_x0000_s1143" style="position:absolute;left:5683;top:9072;width:32;height:2288;visibility:visible;mso-wrap-style:square;v-text-anchor:top" coordsize="32,2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qfBsUA&#10;AADcAAAADwAAAGRycy9kb3ducmV2LnhtbESPT2vCQBDF70K/wzKF3nSjB7GpqxRBFDwZS//chuw0&#10;Cd2dDdk1pn565yB4m+G9ee83y/Xgneqpi01gA9NJBoq4DLbhysDHaTtegIoJ2aILTAb+KcJ69TRa&#10;Ym7DhY/UF6lSEsIxRwN1Sm2udSxr8hgnoSUW7Td0HpOsXaVthxcJ907PsmyuPTYsDTW2tKmp/CvO&#10;3sBhFnr3872Z79Ln1fGhtdfi69WYl+fh/Q1UoiE9zPfrvRX8qdDKMzKB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p8GxQAAANwAAAAPAAAAAAAAAAAAAAAAAJgCAABkcnMv&#10;ZG93bnJldi54bWxQSwUGAAAAAAQABAD1AAAAigMAAAAA&#10;" path="m,2256l,1664r32,28l32,2288,,2256xm,431l,,32,r,390l,431xe" fillcolor="#79caff" stroked="f">
                    <v:path arrowok="t" o:connecttype="custom" o:connectlocs="0,2256;0,1664;32,1692;32,2288;0,2256;0,431;0,0;32,0;32,390;0,431" o:connectangles="0,0,0,0,0,0,0,0,0,0"/>
                    <o:lock v:ext="edit" verticies="t"/>
                  </v:shape>
                  <v:shape id="Freeform 120" o:spid="_x0000_s1144" style="position:absolute;left:5715;top:9072;width:32;height:2316;visibility:visible;mso-wrap-style:square;v-text-anchor:top" coordsize="32,23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DC8MA&#10;AADcAAAADwAAAGRycy9kb3ducmV2LnhtbERP22rCQBB9L/gPywi+1U0Eq0ZXEUEp2IL19jxmxyRt&#10;djZktyb+vVsQ+jaHc53ZojWluFHtCssK4n4Egji1uuBMwfGwfh2DcB5ZY2mZFNzJwWLeeZlhom3D&#10;X3Tb+0yEEHYJKsi9rxIpXZqTQde3FXHgrrY26AOsM6lrbEK4KeUgit6kwYJDQ44VrXJKf/a/RkE6&#10;PJjdwLnPj2YzPm9P8ej7ctwq1eu2yykIT63/Fz/d7zrMjyfw90y4QM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hDC8MAAADcAAAADwAAAAAAAAAAAAAAAACYAgAAZHJzL2Rv&#10;d25yZXYueG1sUEsFBgAAAAAEAAQA9QAAAIgDAAAAAA==&#10;" path="m,2288l,1692r32,32l32,2316,,2288xm,390l,,32,r,354l,390xe" fillcolor="#7cd0ff" stroked="f">
                    <v:path arrowok="t" o:connecttype="custom" o:connectlocs="0,2288;0,1692;32,1724;32,2316;0,2288;0,390;0,0;32,0;32,354;0,390" o:connectangles="0,0,0,0,0,0,0,0,0,0"/>
                    <o:lock v:ext="edit" verticies="t"/>
                  </v:shape>
                  <v:shape id="Freeform 121" o:spid="_x0000_s1145" style="position:absolute;left:5747;top:9072;width:33;height:2349;visibility:visible;mso-wrap-style:square;v-text-anchor:top" coordsize="33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UasUA&#10;AADcAAAADwAAAGRycy9kb3ducmV2LnhtbESPzWrDQAyE74G+w6JCb/G6KQnFzSaU5odQcmkafBZe&#10;xTbxal3vJrbfvjoUepOY0cyn5XpwjbpTF2rPBp6TFBRx4W3NpYHz9276CipEZIuNZzIwUoD16mGy&#10;xMz6nr/ofoqlkhAOGRqoYmwzrUNRkcOQ+JZYtIvvHEZZu1LbDnsJd42epelCO6xZGips6aOi4nq6&#10;OQPbOR3zfLM9t8PGxb1++Rlp/mnM0+Pw/gYq0hD/zX/XByv4M8GXZ2QC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1RqxQAAANwAAAAPAAAAAAAAAAAAAAAAAJgCAABkcnMv&#10;ZG93bnJldi54bWxQSwUGAAAAAAQABAD1AAAAigMAAAAA&#10;" path="m,2316l,1724r33,32l33,2349,,2316xm,354l,,33,r,314l,354xe" fillcolor="#80d5ff" stroked="f">
                    <v:path arrowok="t" o:connecttype="custom" o:connectlocs="0,2316;0,1724;33,1756;33,2349;0,2316;0,354;0,0;33,0;33,314;0,354" o:connectangles="0,0,0,0,0,0,0,0,0,0"/>
                    <o:lock v:ext="edit" verticies="t"/>
                  </v:shape>
                  <v:shape id="Freeform 122" o:spid="_x0000_s1146" style="position:absolute;left:5780;top:9072;width:32;height:2377;visibility:visible;mso-wrap-style:square;v-text-anchor:top" coordsize="32,2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fa+8EA&#10;AADcAAAADwAAAGRycy9kb3ducmV2LnhtbERPzYrCMBC+C75DmIW9aaoLi1RjKYKgLB6sPsDYzDal&#10;zaQ2UevbbxYEb/Px/c4qG2wr7tT72rGC2TQBQVw6XXOl4HzaThYgfEDW2DomBU/ykK3HoxWm2j34&#10;SPciVCKGsE9RgQmhS6X0pSGLfuo64sj9ut5iiLCvpO7xEcNtK+dJ8i0t1hwbDHa0MVQ2xc0q+Npf&#10;m/Phx3C+1Zvj4aKfsrkVSn1+DPkSRKAhvMUv907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n2vvBAAAA3AAAAA8AAAAAAAAAAAAAAAAAmAIAAGRycy9kb3du&#10;cmV2LnhtbFBLBQYAAAAABAAEAPUAAACGAwAAAAA=&#10;" path="m,2349l,1756r32,28l32,2377,,2349xm,314l,,32,4r,269l,314xe" fillcolor="#83daff" stroked="f">
                    <v:path arrowok="t" o:connecttype="custom" o:connectlocs="0,2349;0,1756;32,1784;32,2377;0,2349;0,314;0,0;32,4;32,273;0,314" o:connectangles="0,0,0,0,0,0,0,0,0,0"/>
                    <o:lock v:ext="edit" verticies="t"/>
                  </v:shape>
                  <v:shape id="Freeform 123" o:spid="_x0000_s1147" style="position:absolute;left:5812;top:9076;width:32;height:2405;visibility:visible;mso-wrap-style:square;v-text-anchor:top" coordsize="32,2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wRgMMA&#10;AADcAAAADwAAAGRycy9kb3ducmV2LnhtbERPTWvCQBC9F/wPywje6sYcpI2uIkLAgkJrg+htyI5J&#10;NDsbdrcx/ffdQqG3ebzPWa4H04qenG8sK5hNExDEpdUNVwqKz/z5BYQPyBpby6TgmzysV6OnJWba&#10;PviD+mOoRAxhn6GCOoQuk9KXNRn0U9sRR+5qncEQoaukdviI4aaVaZLMpcGGY0ONHW1rKu/HL6Mg&#10;Px/6y2tu3ou9s2+n/LbtbdEoNRkPmwWIQEP4F/+5dzrOT1P4fSZ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wRgMMAAADcAAAADwAAAAAAAAAAAAAAAACYAgAAZHJzL2Rv&#10;d25yZXYueG1sUEsFBgAAAAAEAAQA9QAAAIgDAAAAAA==&#10;" path="m,2373l,1780r32,33l32,2405,,2373xm,269l,,32,r,233l,269xe" fillcolor="#86dfff" stroked="f">
                    <v:path arrowok="t" o:connecttype="custom" o:connectlocs="0,2373;0,1780;32,1813;32,2405;0,2373;0,269;0,0;32,0;32,233;0,269" o:connectangles="0,0,0,0,0,0,0,0,0,0"/>
                    <o:lock v:ext="edit" verticies="t"/>
                  </v:shape>
                  <v:shape id="Freeform 124" o:spid="_x0000_s1148" style="position:absolute;left:5844;top:9076;width:32;height:2437;visibility:visible;mso-wrap-style:square;v-text-anchor:top" coordsize="32,24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tOMIA&#10;AADcAAAADwAAAGRycy9kb3ducmV2LnhtbERP3WrCMBS+F/YO4Qy8m+lUhutMZZsIMvFCtwc4a87a&#10;0uSkJNHWtzcDwbvz8f2e5WqwRpzJh8axgudJBoK4dLrhSsHP9+ZpASJEZI3GMSm4UIBV8TBaYq5d&#10;zwc6H2MlUgiHHBXUMXa5lKGsyWKYuI44cX/OW4wJ+kpqj30Kt0ZOs+xFWmw4NdTY0WdNZXs8WQWL&#10;rWnX8z1/XMJX+cr9Zpd586vU+HF4fwMRaYh38c291Wn+dAb/z6QLZH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ma04wgAAANwAAAAPAAAAAAAAAAAAAAAAAJgCAABkcnMvZG93&#10;bnJldi54bWxQSwUGAAAAAAQABAD1AAAAhwMAAAAA&#10;" path="m,2405l,1813r32,28l32,2437,,2405xm,233l,,32,r,193l,233xe" fillcolor="#89e4ff" stroked="f">
                    <v:path arrowok="t" o:connecttype="custom" o:connectlocs="0,2405;0,1813;32,1841;32,2437;0,2405;0,233;0,0;32,0;32,193;0,233" o:connectangles="0,0,0,0,0,0,0,0,0,0"/>
                    <o:lock v:ext="edit" verticies="t"/>
                  </v:shape>
                  <v:shape id="Freeform 125" o:spid="_x0000_s1149" style="position:absolute;left:5876;top:9076;width:33;height:2465;visibility:visible;mso-wrap-style:square;v-text-anchor:top" coordsize="33,2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9K8EA&#10;AADcAAAADwAAAGRycy9kb3ducmV2LnhtbERPTWvCQBC9F/oflil4q5tKCJK6ioilxZvRS29DdkyC&#10;2dk0O43x37uC4G0e73MWq9G1aqA+NJ4NfEwTUMSltw1XBo6Hr/c5qCDIFlvPZOBKAVbL15cF5tZf&#10;eE9DIZWKIRxyNFCLdLnWoazJYZj6jjhyJ987lAj7StseLzHctXqWJJl22HBsqLGjTU3lufh3Bnwy&#10;nESq37/tOt3P0+x7126LzJjJ27j+BCU0ylP8cP/YOH+Wwv2ZeIFe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/SvBAAAA3AAAAA8AAAAAAAAAAAAAAAAAmAIAAGRycy9kb3du&#10;cmV2LnhtbFBLBQYAAAAABAAEAPUAAACGAwAAAAA=&#10;" path="m,2437l,1841r33,32l33,2465,,2437xm,193l,,33,r,153l,193xe" fillcolor="#8ceaff" stroked="f">
                    <v:path arrowok="t" o:connecttype="custom" o:connectlocs="0,2437;0,1841;33,1873;33,2465;0,2437;0,193;0,0;33,0;33,153;0,193" o:connectangles="0,0,0,0,0,0,0,0,0,0"/>
                    <o:lock v:ext="edit" verticies="t"/>
                  </v:shape>
                  <v:shape id="Freeform 126" o:spid="_x0000_s1150" style="position:absolute;left:5909;top:9076;width:32;height:2498;visibility:visible;mso-wrap-style:square;v-text-anchor:top" coordsize="32,24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AGsQA&#10;AADcAAAADwAAAGRycy9kb3ducmV2LnhtbERP22oCMRB9F/yHMEJfpGYVlO3WKCIIRUTw0kLfhs10&#10;s3QzCZusbv++KRR8m8O5znLd20bcqA21YwXTSQaCuHS65krB9bJ7zkGEiKyxcUwKfijAejUcLLHQ&#10;7s4nup1jJVIIhwIVmBh9IWUoDVkME+eJE/flWosxwbaSusV7CreNnGXZQlqsOTUY9LQ1VH6fO6ug&#10;++y8P8T3+X58vOx9bg7Hl49cqadRv3kFEamPD/G/+02n+bM5/D2TL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sgBrEAAAA3AAAAA8AAAAAAAAAAAAAAAAAmAIAAGRycy9k&#10;b3ducmV2LnhtbFBLBQYAAAAABAAEAPUAAACJAwAAAAA=&#10;" path="m,2465l,1873r32,28l32,2498,,2465xm,153l,,32,r,116l,153xe" fillcolor="#8fefff" stroked="f">
                    <v:path arrowok="t" o:connecttype="custom" o:connectlocs="0,2465;0,1873;32,1901;32,2498;0,2465;0,153;0,0;32,0;32,116;0,153" o:connectangles="0,0,0,0,0,0,0,0,0,0"/>
                    <o:lock v:ext="edit" verticies="t"/>
                  </v:shape>
                  <v:shape id="Freeform 127" o:spid="_x0000_s1151" style="position:absolute;left:5941;top:9076;width:32;height:2526;visibility:visible;mso-wrap-style:square;v-text-anchor:top" coordsize="32,2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B49L0A&#10;AADcAAAADwAAAGRycy9kb3ducmV2LnhtbERPzYrCMBC+L/gOYYS9ramCZekaRQXRq7EPMCSzbbGZ&#10;lCa19e3NgrC3+fh+Z7ObXCse1IfGs4LlIgNBbLxtuFJQ3k5f3yBCRLbYeiYFTwqw284+NlhYP/KV&#10;HjpWIoVwKFBBHWNXSBlMTQ7DwnfEifv1vcOYYF9J2+OYwl0rV1mWS4cNp4YaOzrWZO56cArc+baW&#10;I5ZGDrnRQ3nQUeunUp/zaf8DItIU/8Vv98Wm+asc/p5JF8jt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lB49L0AAADcAAAADwAAAAAAAAAAAAAAAACYAgAAZHJzL2Rvd25yZXYu&#10;eG1sUEsFBgAAAAAEAAQA9QAAAIIDAAAAAA==&#10;" path="m,2498l,1901r32,33l32,2526,,2498xm,116l,,32,r,76l,116xe" fillcolor="#92f4ff" stroked="f">
                    <v:path arrowok="t" o:connecttype="custom" o:connectlocs="0,2498;0,1901;32,1934;32,2526;0,2498;0,116;0,0;32,0;32,76;0,116" o:connectangles="0,0,0,0,0,0,0,0,0,0"/>
                    <o:lock v:ext="edit" verticies="t"/>
                  </v:shape>
                  <v:shape id="Freeform 128" o:spid="_x0000_s1152" style="position:absolute;left:5973;top:9076;width:32;height:2558;visibility:visible;mso-wrap-style:square;v-text-anchor:top" coordsize="32,25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1h+sQA&#10;AADcAAAADwAAAGRycy9kb3ducmV2LnhtbERPTWvCQBC9F/wPywi91U1EtMZsgoiVQulB46W3ITsm&#10;wexsyG6T9N93hUJv83ifk+aTacVAvWssK4gXEQji0uqGKwXX4u3lFYTzyBpby6Tghxzk2ewpxUTb&#10;kc80XHwlQgi7BBXU3neJlK6syaBb2I44cDfbG/QB9pXUPY4h3LRyGUVrabDh0FBjR4eayvvl2yhY&#10;fWG8Oe9P28hdP1anojl+boujUs/zab8D4Wny/+I/97sO85cbeDwTLp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tYfrEAAAA3AAAAA8AAAAAAAAAAAAAAAAAmAIAAGRycy9k&#10;b3ducmV2LnhtbFBLBQYAAAAABAAEAPUAAACJAwAAAAA=&#10;" path="m,2526l,1934r32,32l32,2558,,2526xm,76l,,32,r,36l,76xe" fillcolor="#95f9ff" stroked="f">
                    <v:path arrowok="t" o:connecttype="custom" o:connectlocs="0,2526;0,1934;32,1966;32,2558;0,2526;0,76;0,0;32,0;32,36;0,76" o:connectangles="0,0,0,0,0,0,0,0,0,0"/>
                    <o:lock v:ext="edit" verticies="t"/>
                  </v:shape>
                  <v:shape id="Freeform 129" o:spid="_x0000_s1153" style="position:absolute;left:6005;top:9076;width:33;height:2586;visibility:visible;mso-wrap-style:square;v-text-anchor:top" coordsize="33,2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TRMMQA&#10;AADcAAAADwAAAGRycy9kb3ducmV2LnhtbESPQW/CMAyF75P4D5GRdhspIA3UEdBAQtqFwwBx9hrT&#10;dG2c0gTo/v18QOJm6z2/93mx6n2jbtTFKrCB8SgDRVwEW3Fp4HjYvs1BxYRssQlMBv4owmo5eFlg&#10;bsOdv+m2T6WSEI45GnAptbnWsXDkMY5CSyzaOXQek6xdqW2Hdwn3jZ5k2bv2WLE0OGxp46io91dv&#10;4Ly+0HR2mNWN/fG/rZvusvq0M+Z12H9+gErUp6f5cf1lBX8i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0TDEAAAA3AAAAA8AAAAAAAAAAAAAAAAAmAIAAGRycy9k&#10;b3ducmV2LnhtbFBLBQYAAAAABAAEAPUAAACJAwAAAAA=&#10;" path="m,2558l,1966r33,28l33,2586,,2558xm,36l,,33,,,36xe" fillcolor="#9ff" stroked="f">
                    <v:path arrowok="t" o:connecttype="custom" o:connectlocs="0,2558;0,1966;33,1994;33,2586;0,2558;0,36;0,0;33,0;0,36" o:connectangles="0,0,0,0,0,0,0,0,0"/>
                    <o:lock v:ext="edit" verticies="t"/>
                  </v:shape>
                  <v:shape id="Freeform 130" o:spid="_x0000_s1154" style="position:absolute;left:3321;top:8979;width:1447;height:189;visibility:visible;mso-wrap-style:square;v-text-anchor:top" coordsize="144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/6Y8QA&#10;AADcAAAADwAAAGRycy9kb3ducmV2LnhtbERPS2vCQBC+C/6HZYReRDe1IDXNRtqC4KlQm1J7G7KT&#10;B8nOhuxqUn+9WxC8zcf3nGQ7mlacqXe1ZQWPywgEcW51zaWC7Gu3eAbhPLLG1jIp+CMH23Q6STDW&#10;duBPOh98KUIIuxgVVN53sZQur8igW9qOOHCF7Q36APtS6h6HEG5auYqitTRYc2iosKP3ivLmcDIK&#10;5r8f8rLfrN/KuvkeTNH8HIvsSamH2fj6AsLT6O/im3uvw/zVBv6fCR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/+mPEAAAA3AAAAA8AAAAAAAAAAAAAAAAAmAIAAGRycy9k&#10;b3ducmV2LnhtbFBLBQYAAAAABAAEAPUAAACJAwAAAAA=&#10;" path="m194,93l97,189r1350,l1447,,97,,,93,97,,,,,93r194,xe" stroked="f">
                    <v:path arrowok="t" o:connecttype="custom" o:connectlocs="194,93;97,189;1447,189;1447,0;97,0;0,93;97,0;0,0;0,93;194,93" o:connectangles="0,0,0,0,0,0,0,0,0,0"/>
                  </v:shape>
                  <v:shape id="Freeform 131" o:spid="_x0000_s1155" style="position:absolute;left:3321;top:9072;width:194;height:543;visibility:visible;mso-wrap-style:square;v-text-anchor:top" coordsize="194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2encQA&#10;AADcAAAADwAAAGRycy9kb3ducmV2LnhtbESPQU/DMAyF75P4D5GRuG3pxgSoLJvYJCS0Gy2HHU1j&#10;korGiZqwdf8eH5C42XrP733e7KYwqDONuY9sYLmoQBF30fbsDHy0r/MnULkgWxwik4ErZdhtb2Yb&#10;rG288Dudm+KUhHCu0YAvJdVa585TwLyIiVi0rzgGLLKOTtsRLxIeBr2qqgcdsGdp8Jjo4Kn7bn6C&#10;gc/QPO6XaxeOqcSDq9Lp6tuTMXe308szqEJT+Tf/Xb9Zwb8XfHlGJt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9np3EAAAA3AAAAA8AAAAAAAAAAAAAAAAAmAIAAGRycy9k&#10;b3ducmV2LnhtbFBLBQYAAAAABAAEAPUAAACJAwAAAAA=&#10;" path="m97,354r97,93l194,,,,,447r97,96l,447r,96l97,543r,-189xe" stroked="f">
                    <v:path arrowok="t" o:connecttype="custom" o:connectlocs="97,354;194,447;194,0;0,0;0,447;97,543;0,447;0,543;97,543;97,354" o:connectangles="0,0,0,0,0,0,0,0,0,0"/>
                  </v:shape>
                  <v:shape id="Freeform 132" o:spid="_x0000_s1156" style="position:absolute;left:3418;top:9426;width:649;height:189;visibility:visible;mso-wrap-style:square;v-text-anchor:top" coordsize="649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QsEA&#10;AADcAAAADwAAAGRycy9kb3ducmV2LnhtbERPS2rDMBDdB3oHMYXuEtkpMakTJZSUNt50kaQHGKyJ&#10;bWqNjCT/bl8VCt3N431nf5xMKwZyvrGsIF0lIIhLqxuuFHzd3pdbED4ga2wtk4KZPBwPD4s95tqO&#10;fKHhGioRQ9jnqKAOocul9GVNBv3KdsSRu1tnMEToKqkdjjHctHKdJJk02HBsqLGjU03l97U3CjY3&#10;+hhdZvu3tPwszq57mXsXlHp6nF53IAJN4V/85y50nP+cwu8z8QJ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KqELBAAAA3AAAAA8AAAAAAAAAAAAAAAAAmAIAAGRycy9kb3du&#10;cmV2LnhtbFBLBQYAAAAABAAEAPUAAACGAwAAAAA=&#10;" path="m516,157l443,,,,,189r443,l371,32,516,157,649,,443,r73,157xe" stroked="f">
                    <v:path arrowok="t" o:connecttype="custom" o:connectlocs="516,157;443,0;0,0;0,189;443,189;371,32;516,157;649,0;443,0;516,157" o:connectangles="0,0,0,0,0,0,0,0,0,0"/>
                  </v:shape>
                  <v:shape id="Freeform 133" o:spid="_x0000_s1157" style="position:absolute;left:3321;top:9458;width:613;height:621;visibility:visible;mso-wrap-style:square;v-text-anchor:top" coordsize="61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izcMA&#10;AADcAAAADwAAAGRycy9kb3ducmV2LnhtbERPTWvCQBC9C/0Pywi91Y1WrMSsUgShhV60tZjbmB2T&#10;YHY2ZLdx/feuUPA2j/c52SqYRvTUudqygvEoAUFcWF1zqeDne/MyB+E8ssbGMim4koPV8mmQYart&#10;hbfU73wpYgi7FBVU3replK6oyKAb2ZY4cifbGfQRdqXUHV5iuGnkJElm0mDNsaHCltYVFefdn1Hw&#10;m3/N7NZMD29hn5+5n4fj5z4o9TwM7wsQnoJ/iP/dHzrOf53A/Zl4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MizcMAAADcAAAADwAAAAAAAAAAAAAAAACYAgAAZHJzL2Rv&#10;d25yZXYueG1sUEsFBgAAAAAEAAQA9QAAAIgDAAAAAA==&#10;" path="m194,484r8,129l613,125,468,,57,492r8,129l57,492,,556r65,65l194,484xe" stroked="f">
                    <v:path arrowok="t" o:connecttype="custom" o:connectlocs="194,484;202,613;613,125;468,0;57,492;65,621;57,492;0,556;65,621;194,484" o:connectangles="0,0,0,0,0,0,0,0,0,0"/>
                  </v:shape>
                  <v:shape id="Freeform 134" o:spid="_x0000_s1158" style="position:absolute;left:3386;top:9942;width:451;height:508;visibility:visible;mso-wrap-style:square;v-text-anchor:top" coordsize="451,5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UMsAA&#10;AADcAAAADwAAAGRycy9kb3ducmV2LnhtbERPzWoCMRC+F3yHMIK3mlVp1dUoIhQ8eOm2DzBuxmR1&#10;M1k2qca3N4VCb/Px/c56m1wrbtSHxrOCybgAQVx73bBR8P318boAESKyxtYzKXhQgO1m8LLGUvs7&#10;f9KtikbkEA4lKrAxdqWUobbkMIx9R5y5s+8dxgx7I3WP9xzuWjktinfpsOHcYLGjvaX6Wv04BVRd&#10;/HFRTXFprD+9zQ/pbPZJqdEw7VYgIqX4L/5zH3SeP5vB7zP5Ar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M5UMsAAAADcAAAADwAAAAAAAAAAAAAAAACYAgAAZHJzL2Rvd25y&#10;ZXYueG1sUEsFBgAAAAAEAAQA9QAAAIUDAAAAAA==&#10;" path="m306,306r137,-8l129,,,137,314,435r137,-8l314,435r73,73l451,427,306,306xe" stroked="f">
                    <v:path arrowok="t" o:connecttype="custom" o:connectlocs="306,306;443,298;129,0;0,137;314,435;451,427;314,435;387,508;451,427;306,306" o:connectangles="0,0,0,0,0,0,0,0,0,0"/>
                  </v:shape>
                  <v:shape id="Freeform 135" o:spid="_x0000_s1159" style="position:absolute;left:3692;top:8979;width:1274;height:1390;visibility:visible;mso-wrap-style:square;v-text-anchor:top" coordsize="1274,1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UeUcUA&#10;AADcAAAADwAAAGRycy9kb3ducmV2LnhtbESPS2vDMBCE74X8B7GF3hq5ebU4kU1IKfTSQx6mPS7W&#10;xjKxVkZSE/ffR4VAbrvM7Hyzq3KwnTiTD61jBS/jDARx7XTLjYLD/uP5DUSIyBo7x6TgjwKUxehh&#10;hbl2F97SeRcbkUI45KjAxNjnUobakMUwdj1x0o7OW4xp9Y3UHi8p3HZykmULabHlRDDY08ZQfdr9&#10;2sT92rpX8v67+plXB4PTKrwfK6WeHof1EkSkId7Nt+tPnepPZ/D/TJp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R5RxQAAANwAAAAPAAAAAAAAAAAAAAAAAJgCAABkcnMv&#10;ZG93bnJldi54bWxQSwUGAAAAAAQABAD1AAAAigMAAAAA&#10;" path="m1076,189l1004,36,,1269r145,121l1149,153,1076,r73,153l1274,,1076,r,189xe" stroked="f">
                    <v:path arrowok="t" o:connecttype="custom" o:connectlocs="1076,189;1004,36;0,1269;145,1390;1149,153;1076,0;1149,153;1274,0;1076,0;1076,189" o:connectangles="0,0,0,0,0,0,0,0,0,0"/>
                  </v:shape>
                  <v:rect id="Rectangle 136" o:spid="_x0000_s1160" style="position:absolute;left:3418;top:9072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uN8AA&#10;AADcAAAADwAAAGRycy9kb3ducmV2LnhtbERPTYvCMBC9C/sfwizsTdO16Eo1yiIUFrxo9bDHoRnb&#10;YjMJTbT13xtB8DaP9zmrzWBacaPON5YVfE8SEMSl1Q1XCk7HfLwA4QOyxtYyKbiTh836Y7TCTNue&#10;D3QrQiViCPsMFdQhuExKX9Zk0E+sI47c2XYGQ4RdJXWHfQw3rZwmyVwabDg21OhoW1N5Ka5Ggdv2&#10;R8z3Ov8/GDtPXborm+JHqa/P4XcJItAQ3uKX+0/H+ekMns/EC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iuN8AAAADcAAAADwAAAAAAAAAAAAAAAACYAgAAZHJzL2Rvd25y&#10;ZXYueG1sUEsFBgAAAAAEAAQA9QAAAIUDAAAAAA==&#10;" fillcolor="blue" stroked="f"/>
                  <v:shape id="Freeform 137" o:spid="_x0000_s1161" style="position:absolute;left:3446;top:9072;width:24;height:958;visibility:visible;mso-wrap-style:square;v-text-anchor:top" coordsize="24,9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BO1MEA&#10;AADcAAAADwAAAGRycy9kb3ducmV2LnhtbERPTWvDMAy9D/YfjAa7hNXpCm3I6pRRyLZr20CvItZi&#10;k1gOsdtm/34eFHbT431qu5vdIK40BetZwXKRgyBuvbbcKWhO9UsBIkRkjYNnUvBDAXbV48MWS+1v&#10;fKDrMXYihXAoUYGJcSylDK0hh2HhR+LEffvJYUxw6qSe8JbC3SBf83wtHVpODQZH2htq++PFKcjq&#10;TRMPufnoTW2LOTvb4jPbK/X8NL+/gYg0x3/x3f2l0/zVGv6eSRfI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ATtTBAAAA3AAAAA8AAAAAAAAAAAAAAAAAmAIAAGRycy9kb3du&#10;cmV2LnhtbFBLBQYAAAAABAAEAPUAAACGAwAAAAA=&#10;" path="m,447l,,24,r,447l,447xm24,910r,48l4,938,24,910xe" fillcolor="#0305ff" stroked="f">
                    <v:path arrowok="t" o:connecttype="custom" o:connectlocs="0,447;0,0;24,0;24,447;0,447;24,910;24,958;4,938;24,910" o:connectangles="0,0,0,0,0,0,0,0,0"/>
                    <o:lock v:ext="edit" verticies="t"/>
                  </v:shape>
                  <v:shape id="Freeform 138" o:spid="_x0000_s1162" style="position:absolute;left:3470;top:9072;width:29;height:983;visibility:visible;mso-wrap-style:square;v-text-anchor:top" coordsize="29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vNMMA&#10;AADcAAAADwAAAGRycy9kb3ducmV2LnhtbERPTWvCQBC9F/oflil4q5soRkldRQRF8NAavXgbsmOS&#10;JjsbsquJ/75bKPQ2j/c5y/VgGvGgzlWWFcTjCARxbnXFhYLLefe+AOE8ssbGMil4koP16vVliam2&#10;PZ/okflChBB2KSoovW9TKV1ekkE3ti1x4G62M+gD7AqpO+xDuGnkJIoSabDi0FBiS9uS8jq7GwUJ&#10;LuL6ePvcb69ffVJ/H2exo6tSo7dh8wHC0+D/xX/ugw7zp3P4fSZc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AvNMMAAADcAAAADwAAAAAAAAAAAAAAAACYAgAAZHJzL2Rv&#10;d25yZXYueG1sUEsFBgAAAAAEAAQA9QAAAIgDAAAAAA==&#10;" path="m,958l,910,29,878r,105l,958xm,447l,,29,r,447l,447xe" fillcolor="#060aff" stroked="f">
                    <v:path arrowok="t" o:connecttype="custom" o:connectlocs="0,958;0,910;29,878;29,983;0,958;0,447;0,0;29,0;29,447;0,447" o:connectangles="0,0,0,0,0,0,0,0,0,0"/>
                    <o:lock v:ext="edit" verticies="t"/>
                  </v:shape>
                  <v:shape id="Freeform 139" o:spid="_x0000_s1163" style="position:absolute;left:3499;top:9072;width:28;height:1011;visibility:visible;mso-wrap-style:square;v-text-anchor:top" coordsize="28,1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/hUsIA&#10;AADcAAAADwAAAGRycy9kb3ducmV2LnhtbESPQW/CMAyF75P4D5GRuI0U0MZUCIghIXFd1x9gJV5b&#10;0ThVkkHh1+PDpN1svef3Pm/3o+/VlWLqAhtYzAtQxDa4jhsD9ffp9QNUysgO+8Bk4E4J9rvJyxZL&#10;F278RdcqN0pCOJVooM15KLVOtiWPaR4GYtF+QvSYZY2NdhFvEu57vSyKd+2xY2locaBjS/ZS/XoD&#10;9tPZMNT6fl4vq7rLzTq+PaIxs+l42IDKNOZ/89/12Qn+SmjlGZlA7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+FSwgAAANwAAAAPAAAAAAAAAAAAAAAAAJgCAABkcnMvZG93&#10;bnJldi54bWxQSwUGAAAAAAQABAD1AAAAhwMAAAAA&#10;" path="m,983l,878,28,850r,161l,983xm,447l,,28,r,447l,447xe" fillcolor="#090fff" stroked="f">
                    <v:path arrowok="t" o:connecttype="custom" o:connectlocs="0,983;0,878;28,850;28,1011;0,983;0,447;0,0;28,0;28,447;0,447" o:connectangles="0,0,0,0,0,0,0,0,0,0"/>
                    <o:lock v:ext="edit" verticies="t"/>
                  </v:shape>
                  <v:shape id="Freeform 140" o:spid="_x0000_s1164" style="position:absolute;left:3527;top:9072;width:28;height:1035;visibility:visible;mso-wrap-style:square;v-text-anchor:top" coordsize="28,10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cx8QA&#10;AADcAAAADwAAAGRycy9kb3ducmV2LnhtbERPTWsCMRC9F/wPYYTeatZuKXY1iki3lYIHbYvXYTNu&#10;FjeTJUl17a83BaG3ebzPmS1624oT+dA4VjAeZSCIK6cbrhV8fZYPExAhImtsHZOCCwVYzAd3Myy0&#10;O/OWTrtYixTCoUAFJsaukDJUhiyGkeuIE3dw3mJM0NdSezyncNvKxyx7lhYbTg0GO1oZqo67H6ug&#10;LPeb+Jr778tRmreP99xtyt8npe6H/XIKIlIf/8U391qn+fkL/D2TLp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vXMfEAAAA3AAAAA8AAAAAAAAAAAAAAAAAmAIAAGRycy9k&#10;b3ducmV2LnhtbFBLBQYAAAAABAAEAPUAAACJAwAAAAA=&#10;" path="m,1011l,850,28,817r,218l,1011xm,447l,,28,r,447l,447xe" fillcolor="#0c14ff" stroked="f">
                    <v:path arrowok="t" o:connecttype="custom" o:connectlocs="0,1011;0,850;28,817;28,1035;0,1011;0,447;0,0;28,0;28,447;0,447" o:connectangles="0,0,0,0,0,0,0,0,0,0"/>
                    <o:lock v:ext="edit" verticies="t"/>
                  </v:shape>
                  <v:shape id="Freeform 141" o:spid="_x0000_s1165" style="position:absolute;left:3555;top:9072;width:24;height:1059;visibility:visible;mso-wrap-style:square;v-text-anchor:top" coordsize="24,10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vqesMA&#10;AADcAAAADwAAAGRycy9kb3ducmV2LnhtbESPT2/CMAzF70j7DpEn7QYpiHWoENAETNoVtt2txjQV&#10;jVM16Z99+/kwiZut9/zez7vD5Bs1UBfrwAaWiwwUcRlszZWB76+P+QZUTMgWm8Bk4JciHPZPsx0W&#10;Nox8oeGaKiUhHAs04FJqC61j6chjXISWWLRb6DwmWbtK2w5HCfeNXmVZrj3WLA0OWzo6Ku/X3hs4&#10;T+d++Mnt+jSeXP+W16vX48Yb8/I8vW9BJZrSw/x//WkFfy348oxMo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vqesMAAADcAAAADwAAAAAAAAAAAAAAAACYAgAAZHJzL2Rv&#10;d25yZXYueG1sUEsFBgAAAAAEAAQA9QAAAIgDAAAAAA==&#10;" path="m,1035l,817,24,785r,274l,1035xm,447l,,24,r,447l,447xe" fillcolor="#0f1aff" stroked="f">
                    <v:path arrowok="t" o:connecttype="custom" o:connectlocs="0,1035;0,817;24,785;24,1059;0,1035;0,447;0,0;24,0;24,447;0,447" o:connectangles="0,0,0,0,0,0,0,0,0,0"/>
                    <o:lock v:ext="edit" verticies="t"/>
                  </v:shape>
                  <v:shape id="Freeform 142" o:spid="_x0000_s1166" style="position:absolute;left:3579;top:9072;width:29;height:1087;visibility:visible;mso-wrap-style:square;v-text-anchor:top" coordsize="29,1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KNOMEA&#10;AADcAAAADwAAAGRycy9kb3ducmV2LnhtbERP3WrCMBS+H+wdwhG8m6lDZHZG0YGgMgqtPsChOTZl&#10;zUnXRFvf3giD3Z2P7/cs14NtxI06XztWMJ0kIIhLp2uuFJxPu7cPED4ga2wck4I7eVivXl+WmGrX&#10;c063IlQihrBPUYEJoU2l9KUhi37iWuLIXVxnMUTYVVJ32Mdw28j3JJlLizXHBoMtfRkqf4qrVfDr&#10;tuZ7e8kWxwOVxpiK8tM+U2o8GjafIAIN4V/8597rOH82he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yjTjBAAAA3AAAAA8AAAAAAAAAAAAAAAAAmAIAAGRycy9kb3du&#10;cmV2LnhtbFBLBQYAAAAABAAEAPUAAACGAwAAAAA=&#10;" path="m,1059l,785,29,753r,334l,1059xm,447l,,29,r,447l,447xe" fillcolor="#121fff" stroked="f">
                    <v:path arrowok="t" o:connecttype="custom" o:connectlocs="0,1059;0,785;29,753;29,1087;0,1059;0,447;0,0;29,0;29,447;0,447" o:connectangles="0,0,0,0,0,0,0,0,0,0"/>
                    <o:lock v:ext="edit" verticies="t"/>
                  </v:shape>
                  <v:shape id="Freeform 143" o:spid="_x0000_s1167" style="position:absolute;left:3608;top:9072;width:28;height:1112;visibility:visible;mso-wrap-style:square;v-text-anchor:top" coordsize="28,1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NpsIA&#10;AADcAAAADwAAAGRycy9kb3ducmV2LnhtbERPTWvCQBC9F/wPyxS8NRuDiKSuIkVtwZNaSo9DdpJN&#10;zM6G7FbTf+8Kgrd5vM9ZrAbbigv1vnasYJKkIIgLp2uuFHyftm9zED4ga2wdk4J/8rBajl4WmGt3&#10;5QNdjqESMYR9jgpMCF0upS8MWfSJ64gjV7reYoiwr6Tu8RrDbSuzNJ1JizXHBoMdfRgqzsc/q2Ce&#10;TUxTemw2w+fPYVfSfvbb7JUavw7rdxCBhvAUP9xfOs6fZnB/Jl4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vs2mwgAAANwAAAAPAAAAAAAAAAAAAAAAAJgCAABkcnMvZG93&#10;bnJldi54bWxQSwUGAAAAAAQABAD1AAAAhwMAAAAA&#10;" path="m,1087l,753,28,721r,391l,1087xm,447l,,28,r,447l,447xe" fillcolor="#1524ff" stroked="f">
                    <v:path arrowok="t" o:connecttype="custom" o:connectlocs="0,1087;0,753;28,721;28,1112;0,1087;0,447;0,0;28,0;28,447;0,447" o:connectangles="0,0,0,0,0,0,0,0,0,0"/>
                    <o:lock v:ext="edit" verticies="t"/>
                  </v:shape>
                  <v:shape id="Freeform 144" o:spid="_x0000_s1168" style="position:absolute;left:3636;top:9072;width:24;height:1140;visibility:visible;mso-wrap-style:square;v-text-anchor:top" coordsize="24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Sb8QA&#10;AADcAAAADwAAAGRycy9kb3ducmV2LnhtbERPS2sCMRC+F/ofwhR6KZqtispqFCn4gCLq6sHjsBl3&#10;FzeTJUl1/feNUOhtPr7nTOetqcWNnK8sK/jsJiCIc6srLhScjsvOGIQPyBpry6TgQR7ms9eXKaba&#10;3vlAtywUIoawT1FBGUKTSunzkgz6rm2II3exzmCI0BVSO7zHcFPLXpIMpcGKY0OJDX2VlF+zH6Ng&#10;vxmd3XWxbVy2W8tVbr6zj/1Iqfe3djEBEagN/+I/90bH+YM+PJ+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8Em/EAAAA3AAAAA8AAAAAAAAAAAAAAAAAmAIAAGRycy9k&#10;b3ducmV2LnhtbFBLBQYAAAAABAAEAPUAAACJAwAAAAA=&#10;" path="m,1112l,721,24,689r,451l,1112xm,447l,,24,r,447l,447xe" fillcolor="#1829ff" stroked="f">
                    <v:path arrowok="t" o:connecttype="custom" o:connectlocs="0,1112;0,721;24,689;24,1140;0,1112;0,447;0,0;24,0;24,447;0,447" o:connectangles="0,0,0,0,0,0,0,0,0,0"/>
                    <o:lock v:ext="edit" verticies="t"/>
                  </v:shape>
                  <v:shape id="Freeform 145" o:spid="_x0000_s1169" style="position:absolute;left:3660;top:9072;width:28;height:1164;visibility:visible;mso-wrap-style:square;v-text-anchor:top" coordsize="28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16sEA&#10;AADcAAAADwAAAGRycy9kb3ducmV2LnhtbERPTYvCMBC9C/6HMMLeNN1FtFSj7C4sqwcPtgoeh2Zs&#10;i82kNLHWf28Ewds83ucs172pRUetqywr+JxEIIhzqysuFByyv3EMwnlkjbVlUnAnB+vVcLDERNsb&#10;76lLfSFCCLsEFZTeN4mULi/JoJvYhjhwZ9sa9AG2hdQt3kK4qeVXFM2kwYpDQ4kN/ZaUX9KrUWA6&#10;TH+y7T6OdscTZf74P6+urNTHqP9egPDU+7f45d7oMH86hecz4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AterBAAAA3AAAAA8AAAAAAAAAAAAAAAAAmAIAAGRycy9kb3du&#10;cmV2LnhtbFBLBQYAAAAABAAEAPUAAACGAwAAAAA=&#10;" path="m,1140l,689,28,656r,508l,1140xm,447l,,28,r,447l,447xe" fillcolor="#1c2eff" stroked="f">
                    <v:path arrowok="t" o:connecttype="custom" o:connectlocs="0,1140;0,689;28,656;28,1164;0,1140;0,447;0,0;28,0;28,447;0,447" o:connectangles="0,0,0,0,0,0,0,0,0,0"/>
                    <o:lock v:ext="edit" verticies="t"/>
                  </v:shape>
                  <v:shape id="Freeform 146" o:spid="_x0000_s1170" style="position:absolute;left:3688;top:9072;width:28;height:1192;visibility:visible;mso-wrap-style:square;v-text-anchor:top" coordsize="28,1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dgsIA&#10;AADcAAAADwAAAGRycy9kb3ducmV2LnhtbERPzWrCQBC+F3yHZQQvRTeVKhLdBCk09FJo1AcYdsck&#10;mp0N2W2S9um7hUJv8/H9ziGfbCsG6n3jWMHTKgFBrJ1puFJwOb8udyB8QDbYOiYFX+Qhz2YPB0yN&#10;G7mk4RQqEUPYp6igDqFLpfS6Jot+5TriyF1dbzFE2FfS9DjGcNvKdZJspcWGY0ONHb3UpO+nT6ug&#10;0JvL4y18D7f3iXRZeB4/7qzUYj4d9yACTeFf/Od+M3H+8wZ+n4kXy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p2CwgAAANwAAAAPAAAAAAAAAAAAAAAAAJgCAABkcnMvZG93&#10;bnJldi54bWxQSwUGAAAAAAQABAD1AAAAhwMAAAAA&#10;" path="m,1164l,656,28,624r,568l,1164xm,447l,,28,r,447l,447xe" fillcolor="#1f34ff" stroked="f">
                    <v:path arrowok="t" o:connecttype="custom" o:connectlocs="0,1164;0,656;28,624;28,1192;0,1164;0,447;0,0;28,0;28,447;0,447" o:connectangles="0,0,0,0,0,0,0,0,0,0"/>
                    <o:lock v:ext="edit" verticies="t"/>
                  </v:shape>
                  <v:shape id="Freeform 147" o:spid="_x0000_s1171" style="position:absolute;left:3716;top:9072;width:24;height:1216;visibility:visible;mso-wrap-style:square;v-text-anchor:top" coordsize="24,1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UF0sQA&#10;AADcAAAADwAAAGRycy9kb3ducmV2LnhtbESPQWvCQBCF7wX/wzKCl1InFUkldRURAh7aQ7R4HrLT&#10;JDQ7G7PbmP77riB4m+G9ed+b9Xa0rRq4940TDa/zBBRL6UwjlYavU/6yAuUDiaHWCWv4Yw/bzeRp&#10;TZlxVyl4OIZKxRDxGWmoQ+gyRF/WbMnPXccStW/XWwpx7Ss0PV1juG1xkSQpWmokEmrqeF9z+XP8&#10;tZF7HvLT4g0vhj4un1ikw3ORo9az6bh7BxV4DA/z/fpgYv1lCrdn4gS4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lBdLEAAAA3AAAAA8AAAAAAAAAAAAAAAAAmAIAAGRycy9k&#10;b3ducmV2LnhtbFBLBQYAAAAABAAEAPUAAACJAwAAAAA=&#10;" path="m,1192l,624,24,592r,624l,1192xm,447l,,24,r,447l,447xe" fillcolor="#2239ff" stroked="f">
                    <v:path arrowok="t" o:connecttype="custom" o:connectlocs="0,1192;0,624;24,592;24,1216;0,1192;0,447;0,0;24,0;24,447;0,447" o:connectangles="0,0,0,0,0,0,0,0,0,0"/>
                    <o:lock v:ext="edit" verticies="t"/>
                  </v:shape>
                  <v:shape id="Freeform 148" o:spid="_x0000_s1172" style="position:absolute;left:3740;top:9072;width:29;height:1237;visibility:visible;mso-wrap-style:square;v-text-anchor:top" coordsize="29,1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RDWcIA&#10;AADcAAAADwAAAGRycy9kb3ducmV2LnhtbERPS2vCQBC+F/wPywi91U2ltJK6ShULPVmMgj0O2cmD&#10;ZGfj7prEf98tFLzNx/ec5Xo0rejJ+dqygudZAoI4t7rmUsHp+Pm0AOEDssbWMim4kYf1avKwxFTb&#10;gQ/UZ6EUMYR9igqqELpUSp9XZNDPbEccucI6gyFCV0rtcIjhppXzJHmVBmuODRV2tK0ob7KrUXBx&#10;h6Fxx6bY9Nn+fCp2NnwPP0o9TsePdxCBxnAX/7u/dJz/8gZ/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ENZwgAAANwAAAAPAAAAAAAAAAAAAAAAAJgCAABkcnMvZG93&#10;bnJldi54bWxQSwUGAAAAAAQABAD1AAAAhwMAAAAA&#10;" path="m,1216l,592,29,560r,672l25,1237,,1216xm,447l,,29,r,447l,447xe" fillcolor="#253eff" stroked="f">
                    <v:path arrowok="t" o:connecttype="custom" o:connectlocs="0,1216;0,592;29,560;29,1232;25,1237;0,1216;0,447;0,0;29,0;29,447;0,447" o:connectangles="0,0,0,0,0,0,0,0,0,0,0"/>
                    <o:lock v:ext="edit" verticies="t"/>
                  </v:shape>
                  <v:shape id="Freeform 149" o:spid="_x0000_s1173" style="position:absolute;left:3769;top:9072;width:28;height:1232;visibility:visible;mso-wrap-style:square;v-text-anchor:top" coordsize="28,1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NoIcYA&#10;AADcAAAADwAAAGRycy9kb3ducmV2LnhtbESPQWvCQBCF74L/YRmhN91YStHUVURQFMyhVgu9TbNj&#10;EszOptlV03/fOQi9zfDevPfNbNG5Wt2oDZVnA+NRAoo497biwsDxYz2cgAoR2WLtmQz8UoDFvN+b&#10;YWr9nd/pdoiFkhAOKRooY2xSrUNeksMw8g2xaGffOoyytoW2Ld4l3NX6OUletcOKpaHEhlYl5ZfD&#10;1RnQ2c+p+VqOcbqhRH/uvrPr/pQZ8zTolm+gInXx3/y43lrBfxFaeUYm0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NoIcYAAADcAAAADwAAAAAAAAAAAAAAAACYAgAAZHJz&#10;L2Rvd25yZXYueG1sUEsFBgAAAAAEAAQA9QAAAIsDAAAAAA==&#10;" path="m,1232l,560,28,527r,669l,1232xm,447l,,28,r,447l,447xe" fillcolor="#2843ff" stroked="f">
                    <v:path arrowok="t" o:connecttype="custom" o:connectlocs="0,1232;0,560;28,527;28,1196;0,1232;0,447;0,0;28,0;28,447;0,447" o:connectangles="0,0,0,0,0,0,0,0,0,0"/>
                    <o:lock v:ext="edit" verticies="t"/>
                  </v:shape>
                  <v:shape id="Freeform 150" o:spid="_x0000_s1174" style="position:absolute;left:3797;top:9072;width:28;height:1196;visibility:visible;mso-wrap-style:square;v-text-anchor:top" coordsize="28,1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uUMMA&#10;AADcAAAADwAAAGRycy9kb3ducmV2LnhtbERPyWrDMBC9B/oPYgq9JXJNKbEb2YRCtkshTqDXwZra&#10;otbIWErs9uujQiG3ebx1VuVkO3GlwRvHCp4XCQji2mnDjYLzaTNfgvABWWPnmBT8kIeyeJitMNdu&#10;5CNdq9CIGMI+RwVtCH0upa9bsugXrieO3JcbLIYIh0bqAccYbjuZJsmrtGg4NrTY03tL9Xd1sQo+&#10;jof+00y70ewv2e92l6bZukuVenqc1m8gAk3hLv5373Wc/5LB3zPxAl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9uUMMAAADcAAAADwAAAAAAAAAAAAAAAACYAgAAZHJzL2Rv&#10;d25yZXYueG1sUEsFBgAAAAAEAAQA9QAAAIgDAAAAAA==&#10;" path="m,1196l,527,28,495r,669l,1196xm,447l,,28,r,447l,447xe" fillcolor="#2b48ff" stroked="f">
                    <v:path arrowok="t" o:connecttype="custom" o:connectlocs="0,1196;0,527;28,495;28,1164;0,1196;0,447;0,0;28,0;28,447;0,447" o:connectangles="0,0,0,0,0,0,0,0,0,0"/>
                    <o:lock v:ext="edit" verticies="t"/>
                  </v:shape>
                  <v:shape id="Freeform 151" o:spid="_x0000_s1175" style="position:absolute;left:3825;top:9072;width:24;height:1164;visibility:visible;mso-wrap-style:square;v-text-anchor:top" coordsize="24,1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hDMUA&#10;AADcAAAADwAAAGRycy9kb3ducmV2LnhtbESPQU/DMAyF70j8h8hI3FjKpI1Rlk1oiGkHDqzsB5jG&#10;NNUapyRha/89PkzazdZ7fu/zcj34Tp0opjawgcdJAYq4DrblxsDh6/1hASplZItdYDIwUoL16vZm&#10;iaUNZ97TqcqNkhBOJRpwOfel1ql25DFNQk8s2k+IHrOssdE24lnCfaenRTHXHluWBoc9bRzVx+rP&#10;G3h++h2rz7g9zuL243s8vA2O0Blzfze8voDKNOSr+XK9s4I/E3x5Ri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PqEMxQAAANwAAAAPAAAAAAAAAAAAAAAAAJgCAABkcnMv&#10;ZG93bnJldi54bWxQSwUGAAAAAAQABAD1AAAAigMAAAAA&#10;" path="m,1164l,495,24,463r,669l,1164xm,447l,,24,r,447l,447xe" fillcolor="#2e4eff" stroked="f">
                    <v:path arrowok="t" o:connecttype="custom" o:connectlocs="0,1164;0,495;24,463;24,1132;0,1164;0,447;0,0;24,0;24,447;0,447" o:connectangles="0,0,0,0,0,0,0,0,0,0"/>
                    <o:lock v:ext="edit" verticies="t"/>
                  </v:shape>
                  <v:shape id="Freeform 152" o:spid="_x0000_s1176" style="position:absolute;left:3849;top:9072;width:29;height:1132;visibility:visible;mso-wrap-style:square;v-text-anchor:top" coordsize="29,1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nDsIA&#10;AADcAAAADwAAAGRycy9kb3ducmV2LnhtbERPyWrDMBC9F/oPYgK9lEZOIXFxIodSGugta0uOgzSx&#10;ja2RsZRE/fuoUMhtHm+dxTLaTlxo8I1jBZNxBoJYO9NwpeCwX728gfAB2WDnmBT8kodl+fiwwMK4&#10;K2/psguVSCHsC1RQh9AXUnpdk0U/dj1x4k5usBgSHCppBrymcNvJ1yybSYsNp4Yae/qoSbe7s1Uw&#10;O5t1fNab4/cKqx8dP2Ob51ulnkbxfQ4iUAx38b/7y6T50wn8PZMuk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6cOwgAAANwAAAAPAAAAAAAAAAAAAAAAAJgCAABkcnMvZG93&#10;bnJldi54bWxQSwUGAAAAAAQABAD1AAAAhwMAAAAA&#10;" path="m,1132l,463,12,447,,447,,,29,r,1100l,1132xe" fillcolor="#3153ff" stroked="f">
                    <v:path arrowok="t" o:connecttype="custom" o:connectlocs="0,1132;0,463;12,447;0,447;0,0;29,0;29,1100;0,1132" o:connectangles="0,0,0,0,0,0,0,0"/>
                  </v:shape>
                  <v:shape id="Freeform 153" o:spid="_x0000_s1177" style="position:absolute;left:3878;top:9072;width:28;height:1100;visibility:visible;mso-wrap-style:square;v-text-anchor:top" coordsize="28,1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XapsIA&#10;AADcAAAADwAAAGRycy9kb3ducmV2LnhtbERPS2sCMRC+C/6HMEIvUrNVasvWKKVQ7M0nxeOwmW6C&#10;m8k2SXX990YoeJuP7zmzRecacaIQrWcFT6MCBHHlteVawX73+fgKIiZkjY1nUnChCIt5vzfDUvsz&#10;b+i0TbXIIRxLVGBSakspY2XIYRz5ljhzPz44TBmGWuqA5xzuGjkuiql0aDk3GGzpw1B13P45BXa6&#10;3h8PL/awHO6W1WQlg/n9Dko9DLr3NxCJunQX/7u/dJ7/PIbbM/kCOb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ddqmwgAAANwAAAAPAAAAAAAAAAAAAAAAAJgCAABkcnMvZG93&#10;bnJldi54bWxQSwUGAAAAAAQABAD1AAAAhwMAAAAA&#10;" path="m,1100l,,28,r,1063l,1100xe" fillcolor="#3558ff" stroked="f">
                    <v:path arrowok="t" o:connecttype="custom" o:connectlocs="0,1100;0,0;28,0;28,1063;0,1100" o:connectangles="0,0,0,0,0"/>
                  </v:shape>
                  <v:shape id="Freeform 154" o:spid="_x0000_s1178" style="position:absolute;left:3906;top:9072;width:24;height:1063;visibility:visible;mso-wrap-style:square;v-text-anchor:top" coordsize="24,10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HcasQA&#10;AADcAAAADwAAAGRycy9kb3ducmV2LnhtbERPTWvCQBC9F/wPywheSt2oVJroKiKIglhozKW3aXZM&#10;gtnZkF01+uvdQqG3ebzPmS87U4srta6yrGA0jEAQ51ZXXCjIjpu3DxDOI2usLZOCOzlYLnovc0y0&#10;vfEXXVNfiBDCLkEFpfdNIqXLSzLohrYhDtzJtgZ9gG0hdYu3EG5qOY6iqTRYcWgosaF1Sfk5vRgF&#10;8bZr9rvqM/s5xKdvyuR9+/pIlRr0u9UMhKfO/4v/3Dsd5r9P4PeZcIF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3GrEAAAA3AAAAA8AAAAAAAAAAAAAAAAAmAIAAGRycy9k&#10;b3ducmV2LnhtbFBLBQYAAAAABAAEAPUAAACJAwAAAAA=&#10;" path="m,1063l,,24,r,1031l,1063xe" fillcolor="#385dff" stroked="f">
                    <v:path arrowok="t" o:connecttype="custom" o:connectlocs="0,1063;0,0;24,0;24,1031;0,1063" o:connectangles="0,0,0,0,0"/>
                  </v:shape>
                  <v:shape id="Freeform 155" o:spid="_x0000_s1179" style="position:absolute;left:3930;top:9072;width:28;height:1031;visibility:visible;mso-wrap-style:square;v-text-anchor:top" coordsize="28,1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ygMAA&#10;AADcAAAADwAAAGRycy9kb3ducmV2LnhtbERPTYvCMBC9L/gfwgje1lRxq9SmIqLoVXe9D83YdreZ&#10;lCbW9t9vBMHbPN7npJve1KKj1lWWFcymEQji3OqKCwU/34fPFQjnkTXWlknBQA422egjxUTbB5+p&#10;u/hChBB2CSoovW8SKV1ekkE3tQ1x4G62NegDbAupW3yEcFPLeRTF0mDFoaHEhnYl5X+Xu1Hwu4z7&#10;eDjurkV3u+5PKxx0fhiUmoz77RqEp96/xS/3SYf5Xwt4PhMu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TaygMAAAADcAAAADwAAAAAAAAAAAAAAAACYAgAAZHJzL2Rvd25y&#10;ZXYueG1sUEsFBgAAAAAEAAQA9QAAAIUDAAAAAA==&#10;" path="m,1031l,,28,r,999l,1031xe" fillcolor="#3b62ff" stroked="f">
                    <v:path arrowok="t" o:connecttype="custom" o:connectlocs="0,1031;0,0;28,0;28,999;0,1031" o:connectangles="0,0,0,0,0"/>
                  </v:shape>
                  <v:shape id="Freeform 156" o:spid="_x0000_s1180" style="position:absolute;left:3958;top:9072;width:28;height:999;visibility:visible;mso-wrap-style:square;v-text-anchor:top" coordsize="28,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zsMA&#10;AADcAAAADwAAAGRycy9kb3ducmV2LnhtbERPS2vCQBC+F/wPywi9FN00RZHoKiIteiu+wOOQHZNg&#10;djbubmPsr+8WBG/z8T1ntuhMLVpyvrKs4H2YgCDOra64UHDYfw0mIHxA1lhbJgV38rCY915mmGl7&#10;4y21u1CIGMI+QwVlCE0mpc9LMuiHtiGO3Nk6gyFCV0jt8BbDTS3TJBlLgxXHhhIbWpWUX3Y/RsHH&#10;0aXfb3hdH39Der/warPWnyelXvvdcgoiUBee4od7o+P80Qj+n4kXy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mKzsMAAADcAAAADwAAAAAAAAAAAAAAAACYAgAAZHJzL2Rv&#10;d25yZXYueG1sUEsFBgAAAAAEAAQA9QAAAIgDAAAAAA==&#10;" path="m,999l,,28,r,967l,999xe" fillcolor="#3e68ff" stroked="f">
                    <v:path arrowok="t" o:connecttype="custom" o:connectlocs="0,999;0,0;28,0;28,967;0,999" o:connectangles="0,0,0,0,0"/>
                  </v:shape>
                  <v:shape id="Freeform 157" o:spid="_x0000_s1181" style="position:absolute;left:3986;top:9072;width:25;height:967;visibility:visible;mso-wrap-style:square;v-text-anchor:top" coordsize="25,9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FBcMA&#10;AADcAAAADwAAAGRycy9kb3ducmV2LnhtbERPS2vCQBC+C/0PyxR6002FRonZiBQspdqDsdDrkJ08&#10;MDsbdldN/fXdQsHbfHzPydej6cWFnO8sK3ieJSCIK6s7bhR8HbfTJQgfkDX2lknBD3lYFw+THDNt&#10;r3ygSxkaEUPYZ6igDWHIpPRVSwb9zA7EkautMxgidI3UDq8x3PRyniSpNNhxbGhxoNeWqlN5Ngpu&#10;flGnjt7cR7P//jzZmo773Vmpp8dxswIRaAx38b/7Xcf5Lyn8PRMv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nFBcMAAADcAAAADwAAAAAAAAAAAAAAAACYAgAAZHJzL2Rv&#10;d25yZXYueG1sUEsFBgAAAAAEAAQA9QAAAIgDAAAAAA==&#10;" path="m,967l,,25,r,930l,967xe" fillcolor="#416dff" stroked="f">
                    <v:path arrowok="t" o:connecttype="custom" o:connectlocs="0,967;0,0;25,0;25,930;0,967" o:connectangles="0,0,0,0,0"/>
                  </v:shape>
                  <v:shape id="Freeform 158" o:spid="_x0000_s1182" style="position:absolute;left:4011;top:9072;width:28;height:930;visibility:visible;mso-wrap-style:square;v-text-anchor:top" coordsize="28,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li8EA&#10;AADcAAAADwAAAGRycy9kb3ducmV2LnhtbERP22oCMRB9L/gPYYS+1ey2tMpqFLFYFoSKlw8YNmN2&#10;cTNZkqjr3zcFwbc5nOvMFr1txZV8aBwryEcZCOLK6YaNguNh/TYBESKyxtYxKbhTgMV88DLDQrsb&#10;7+i6j0akEA4FKqhj7AopQ1WTxTByHXHiTs5bjAl6I7XHWwq3rXzPsi9pseHUUGNHq5qq8/5iFTRn&#10;X27Z3H/MRv76PC+/N/3HQanXYb+cgojUx6f44S51mv85hv9n0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ZJYvBAAAA3AAAAA8AAAAAAAAAAAAAAAAAmAIAAGRycy9kb3du&#10;cmV2LnhtbFBLBQYAAAAABAAEAPUAAACGAwAAAAA=&#10;" path="m,930l,,28,r,898l,930xe" fillcolor="#4472ff" stroked="f">
                    <v:path arrowok="t" o:connecttype="custom" o:connectlocs="0,930;0,0;28,0;28,898;0,930" o:connectangles="0,0,0,0,0"/>
                  </v:shape>
                  <v:shape id="Freeform 159" o:spid="_x0000_s1183" style="position:absolute;left:4039;top:9072;width:28;height:898;visibility:visible;mso-wrap-style:square;v-text-anchor:top" coordsize="2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MPcUA&#10;AADcAAAADwAAAGRycy9kb3ducmV2LnhtbESPQWvCQBCF74X+h2WE3upGodJGV5GKtBcP1SJ4G7Jj&#10;siQ7G7JrEv+9cyj0NsN78943q83oG9VTF11gA7NpBoq4CNZxaeD3tH99BxUTssUmMBm4U4TN+vlp&#10;hbkNA/9Qf0ylkhCOORqoUmpzrWNRkcc4DS2xaNfQeUyydqW2HQ4S7hs9z7KF9uhYGips6bOioj7e&#10;vIFL3epz7eZfi2FH19r1H/F2PxjzMhm3S1CJxvRv/rv+toL/JrT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sw9xQAAANwAAAAPAAAAAAAAAAAAAAAAAJgCAABkcnMv&#10;ZG93bnJldi54bWxQSwUGAAAAAAQABAD1AAAAigMAAAAA&#10;" path="m,898l,,28,r,866l,898xe" fillcolor="#4777ff" stroked="f">
                    <v:path arrowok="t" o:connecttype="custom" o:connectlocs="0,898;0,0;28,0;28,866;0,898" o:connectangles="0,0,0,0,0"/>
                  </v:shape>
                  <v:shape id="Freeform 160" o:spid="_x0000_s1184" style="position:absolute;left:4067;top:9072;width:28;height:866;visibility:visible;mso-wrap-style:square;v-text-anchor:top" coordsize="28,8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y8MIA&#10;AADcAAAADwAAAGRycy9kb3ducmV2LnhtbERPTYvCMBC9C/6HMMLeNHVB0WpaRHZBL4JWBG9jM7bF&#10;ZlKarHb3128Ewds83ucs087U4k6tqywrGI8iEMS51RUXCo7Z93AGwnlkjbVlUvBLDtKk31tirO2D&#10;93Q/+EKEEHYxKii9b2IpXV6SQTeyDXHgrrY16ANsC6lbfIRwU8vPKJpKgxWHhhIbWpeU3w4/RsHX&#10;NtPnsZueLB0v2eWv2tXbYqfUx6BbLUB46vxb/HJvdJg/mcPzmXCBT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bLwwgAAANwAAAAPAAAAAAAAAAAAAAAAAJgCAABkcnMvZG93&#10;bnJldi54bWxQSwUGAAAAAAQABAD1AAAAhwMAAAAA&#10;" path="m,866l,,28,r,834l,866xe" fillcolor="#4a7cff" stroked="f">
                    <v:path arrowok="t" o:connecttype="custom" o:connectlocs="0,866;0,0;28,0;28,834;0,866" o:connectangles="0,0,0,0,0"/>
                  </v:shape>
                  <v:shape id="Freeform 161" o:spid="_x0000_s1185" style="position:absolute;left:4095;top:9072;width:24;height:834;visibility:visible;mso-wrap-style:square;v-text-anchor:top" coordsize="24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tOcQA&#10;AADcAAAADwAAAGRycy9kb3ducmV2LnhtbESPzWrDMBCE74G+g9hCb4mcHBzjRgkhJdAeCvnpAyzW&#10;xjKRVsZSE/ftu4dAbrvM7My3q80YvLrRkLrIBuazAhRxE23HrYGf835agUoZ2aKPTAb+KMFm/TJZ&#10;YW3jnY90O+VWSQinGg24nPta69Q4CphmsScW7RKHgFnWodV2wLuEB68XRVHqgB1Lg8Oedo6a6+k3&#10;GPj+mrf54C8f5bIqdk77ahnGZMzb67h9B5VpzE/z4/rTCn4p+PKMT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rTnEAAAA3AAAAA8AAAAAAAAAAAAAAAAAmAIAAGRycy9k&#10;b3ducmV2LnhtbFBLBQYAAAAABAAEAPUAAACJAwAAAAA=&#10;" path="m,834l,,24,r,797l,834xe" fillcolor="#4e82ff" stroked="f">
                    <v:path arrowok="t" o:connecttype="custom" o:connectlocs="0,834;0,0;24,0;24,797;0,834" o:connectangles="0,0,0,0,0"/>
                  </v:shape>
                  <v:shape id="Freeform 162" o:spid="_x0000_s1186" style="position:absolute;left:4119;top:9072;width:29;height:797;visibility:visible;mso-wrap-style:square;v-text-anchor:top" coordsize="29,7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Z3cEA&#10;AADcAAAADwAAAGRycy9kb3ducmV2LnhtbERPzWqDQBC+F/IOyxR6q6tNG8S4hlBIyKlQkwcY3Ikr&#10;dWeNu1H79t1Cobf5+H6n3C22FxONvnOsIEtSEMSN0x23Ci7nw3MOwgdkjb1jUvBNHnbV6qHEQruZ&#10;P2mqQytiCPsCFZgQhkJK3xiy6BM3EEfu6kaLIcKxlXrEOYbbXr6k6UZa7Dg2GBzo3VDzVd+tAimz&#10;49t0We/NPOR8m5ZXrj9OSj09LvstiEBL+Bf/uU86zt9k8PtMvEB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72d3BAAAA3AAAAA8AAAAAAAAAAAAAAAAAmAIAAGRycy9kb3du&#10;cmV2LnhtbFBLBQYAAAAABAAEAPUAAACGAwAAAAA=&#10;" path="m,797l,,29,r,765l,797xe" fillcolor="#5187ff" stroked="f">
                    <v:path arrowok="t" o:connecttype="custom" o:connectlocs="0,797;0,0;29,0;29,765;0,797" o:connectangles="0,0,0,0,0"/>
                  </v:shape>
                  <v:shape id="Freeform 163" o:spid="_x0000_s1187" style="position:absolute;left:4148;top:9072;width:28;height:765;visibility:visible;mso-wrap-style:square;v-text-anchor:top" coordsize="28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LHFsIA&#10;AADcAAAADwAAAGRycy9kb3ducmV2LnhtbERPS2rDMBDdF3IHMYHuGrkuOMWNbIqhtLvWSQ4wWBN/&#10;Yo1cS03snD4qBLKbx/vOJp9ML040utaygudVBIK4srrlWsF+9/H0CsJ5ZI29ZVIwk4M8WzxsMNX2&#10;zCWdtr4WIYRdigoa74dUSlc1ZNCt7EAcuIMdDfoAx1rqEc8h3PQyjqJEGmw5NDQ4UNFQddz+GQXJ&#10;usPf7hPn78v6JcafoppKcko9Lqf3NxCeJn8X39xfOsxPYvh/Jlwg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scWwgAAANwAAAAPAAAAAAAAAAAAAAAAAJgCAABkcnMvZG93&#10;bnJldi54bWxQSwUGAAAAAAQABAD1AAAAhwMAAAAA&#10;" path="m,765l,,28,r,733l,765xe" fillcolor="#548cff" stroked="f">
                    <v:path arrowok="t" o:connecttype="custom" o:connectlocs="0,765;0,0;28,0;28,733;0,765" o:connectangles="0,0,0,0,0"/>
                  </v:shape>
                  <v:shape id="Freeform 164" o:spid="_x0000_s1188" style="position:absolute;left:4176;top:9072;width:24;height:733;visibility:visible;mso-wrap-style:square;v-text-anchor:top" coordsize="24,7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keMQA&#10;AADcAAAADwAAAGRycy9kb3ducmV2LnhtbERPTWvCQBC9F/wPywi91U0s2JK6ikQEQ6XQ6KHHaXaa&#10;BLOzIbtNor/eFQq9zeN9znI9mkb01LnasoJ4FoEgLqyuuVRwOu6eXkE4j6yxsUwKLuRgvZo8LDHR&#10;duBP6nNfihDCLkEFlfdtIqUrKjLoZrYlDtyP7Qz6ALtS6g6HEG4aOY+ihTRYc2iosKW0ouKc/xoF&#10;Jo2+08N+/pFl+P6Vv6TbC8dXpR6n4+YNhKfR/4v/3Hsd5i+e4f5MuEC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9ZHjEAAAA3AAAAA8AAAAAAAAAAAAAAAAAmAIAAGRycy9k&#10;b3ducmV2LnhtbFBLBQYAAAAABAAEAPUAAACJAwAAAAA=&#10;" path="m,733l,,24,r,701l,733xe" fillcolor="#5791ff" stroked="f">
                    <v:path arrowok="t" o:connecttype="custom" o:connectlocs="0,733;0,0;24,0;24,701;0,733" o:connectangles="0,0,0,0,0"/>
                  </v:shape>
                  <v:shape id="Freeform 165" o:spid="_x0000_s1189" style="position:absolute;left:4200;top:9072;width:28;height:701;visibility:visible;mso-wrap-style:square;v-text-anchor:top" coordsize="28,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SdjsQA&#10;AADcAAAADwAAAGRycy9kb3ducmV2LnhtbERP22rCQBB9F/oPyxR8Mxu1iKSuUguCghe0rc9jdpqE&#10;ZmdjdtXYr3cFwbc5nOuMJo0pxZlqV1hW0I1iEMSp1QVnCr6/Zp0hCOeRNZaWScGVHEzGL60RJtpe&#10;eEvnnc9ECGGXoILc+yqR0qU5GXSRrYgD92trgz7AOpO6xksIN6XsxfFAGiw4NORY0WdO6d/uZBS4&#10;w7TY9q/79bL7s1kfF7OVnv6vlGq/Nh/vIDw1/il+uOc6zB+8wf2ZcIE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EnY7EAAAA3AAAAA8AAAAAAAAAAAAAAAAAmAIAAGRycy9k&#10;b3ducmV2LnhtbFBLBQYAAAAABAAEAPUAAACJAwAAAAA=&#10;" path="m,701l,,28,r,664l,701xe" fillcolor="#5a96ff" stroked="f">
                    <v:path arrowok="t" o:connecttype="custom" o:connectlocs="0,701;0,0;28,0;28,664;0,701" o:connectangles="0,0,0,0,0"/>
                  </v:shape>
                  <v:shape id="Freeform 166" o:spid="_x0000_s1190" style="position:absolute;left:4228;top:9072;width:28;height:664;visibility:visible;mso-wrap-style:square;v-text-anchor:top" coordsize="28,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o/xcEA&#10;AADcAAAADwAAAGRycy9kb3ducmV2LnhtbERPS2sCMRC+C/6HMII3zVaolK1RrNjiRcQHeB02093g&#10;ZrImqe7+eyMIvc3H95zZorW1uJEPxrGCt3EGgrhw2nCp4HT8Hn2ACBFZY+2YFHQUYDHv92aYa3fn&#10;Pd0OsRQphEOOCqoYm1zKUFRkMYxdQ5y4X+ctxgR9KbXHewq3tZxk2VRaNJwaKmxoVVFxOfxZBT4a&#10;vS63+67tzn533f50+FUYpYaDdvkJIlIb/8Uv90an+dN3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KP8XBAAAA3AAAAA8AAAAAAAAAAAAAAAAAmAIAAGRycy9kb3du&#10;cmV2LnhtbFBLBQYAAAAABAAEAPUAAACGAwAAAAA=&#10;" path="m,664l,,28,r,632l,664xe" fillcolor="#5d9cff" stroked="f">
                    <v:path arrowok="t" o:connecttype="custom" o:connectlocs="0,664;0,0;28,0;28,632;0,664" o:connectangles="0,0,0,0,0"/>
                  </v:shape>
                  <v:shape id="Freeform 167" o:spid="_x0000_s1191" style="position:absolute;left:4256;top:9072;width:29;height:632;visibility:visible;mso-wrap-style:square;v-text-anchor:top" coordsize="29,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O6sMA&#10;AADcAAAADwAAAGRycy9kb3ducmV2LnhtbERPTWsCMRC9F/wPYQRv3ayFbuvWKCoUvVYrehyScXcx&#10;maybVNf++qZQ6G0e73Om895ZcaUuNJ4VjLMcBLH2puFKwefu/fEVRIjIBq1nUnCnAPPZ4GGKpfE3&#10;/qDrNlYihXAoUUEdY1tKGXRNDkPmW+LEnXznMCbYVdJ0eEvhzsqnPC+kw4ZTQ40trWrS5+2XU/B9&#10;mBT56rKePL9ovTza3d4ejnulRsN+8QYiUh//xX/ujUnziwJ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uO6sMAAADcAAAADwAAAAAAAAAAAAAAAACYAgAAZHJzL2Rv&#10;d25yZXYueG1sUEsFBgAAAAAEAAQA9QAAAIgDAAAAAA==&#10;" path="m,632l,,29,r,600l,632xe" fillcolor="#60a1ff" stroked="f">
                    <v:path arrowok="t" o:connecttype="custom" o:connectlocs="0,632;0,0;29,0;29,600;0,632" o:connectangles="0,0,0,0,0"/>
                  </v:shape>
                  <v:shape id="Freeform 168" o:spid="_x0000_s1192" style="position:absolute;left:4285;top:9072;width:24;height:600;visibility:visible;mso-wrap-style:square;v-text-anchor:top" coordsize="2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bc8MA&#10;AADcAAAADwAAAGRycy9kb3ducmV2LnhtbERP22oCMRB9L/gPYQTfatYLq2yNIoK0gi3V9gOGzXSz&#10;uJlsk3Rd/94UCn2bw7nOatPbRnTkQ+1YwWScgSAuna65UvD5sX9cgggRWWPjmBTcKMBmPXhYYaHd&#10;lU/UnWMlUgiHAhWYGNtCylAashjGriVO3JfzFmOCvpLa4zWF20ZOsyyXFmtODQZb2hkqL+cfq+Dw&#10;/J5PXnfbA3e5mX2/7f38SAulRsN++wQiUh//xX/uF53m5wv4fS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ebc8MAAADcAAAADwAAAAAAAAAAAAAAAACYAgAAZHJzL2Rv&#10;d25yZXYueG1sUEsFBgAAAAAEAAQA9QAAAIgDAAAAAA==&#10;" path="m,600l,,24,r,568l,600xe" fillcolor="#63a6ff" stroked="f">
                    <v:path arrowok="t" o:connecttype="custom" o:connectlocs="0,600;0,0;24,0;24,568;0,600" o:connectangles="0,0,0,0,0"/>
                  </v:shape>
                  <v:shape id="Freeform 169" o:spid="_x0000_s1193" style="position:absolute;left:4309;top:9072;width:28;height:568;visibility:visible;mso-wrap-style:square;v-text-anchor:top" coordsize="2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lHMYA&#10;AADcAAAADwAAAGRycy9kb3ducmV2LnhtbESPQWvCQBCF74X+h2UKvdVNPYhNXUWkihRsTewPGLNj&#10;EszOhuyaxH/fORR6m+G9ee+bxWp0jeqpC7VnA6+TBBRx4W3NpYGf0/ZlDipEZIuNZzJwpwCr5ePD&#10;AlPrB86oz2OpJIRDigaqGNtU61BU5DBMfEss2sV3DqOsXalth4OEu0ZPk2SmHdYsDRW2tKmouOY3&#10;Z+BwH3bJaX+Jn19v149jfu7XY/ZtzPPTuH4HFWmM/+a/670V/Jn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lHMYAAADcAAAADwAAAAAAAAAAAAAAAACYAgAAZHJz&#10;L2Rvd25yZXYueG1sUEsFBgAAAAAEAAQA9QAAAIsDAAAAAA==&#10;" path="m,568l,,28,r,531l,568xe" fillcolor="#67abff" stroked="f">
                    <v:path arrowok="t" o:connecttype="custom" o:connectlocs="0,568;0,0;28,0;28,531;0,568" o:connectangles="0,0,0,0,0"/>
                  </v:shape>
                  <v:shape id="Freeform 170" o:spid="_x0000_s1194" style="position:absolute;left:4337;top:9072;width:28;height:531;visibility:visible;mso-wrap-style:square;v-text-anchor:top" coordsize="28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W6sIA&#10;AADcAAAADwAAAGRycy9kb3ducmV2LnhtbERP22oCMRB9L/QfwhT6VrMK9bIaRYSWIlJaL+/DZtws&#10;7kyWTarr3xtB6NscznVmi45rdaY2VF4M9HsZKJLC20pKA/vdx9sYVIgoFmsvZOBKARbz56cZ5tZf&#10;5JfO21iqFCIhRwMuxibXOhSOGEPPNySJO/qWMSbYltq2eEnhXOtBlg01YyWpwWFDK0fFafvHBo4/&#10;o2LCy9HGuvXh/RuvzJvdpzGvL91yCipSF//FD/eXTfOHE7g/ky7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NbqwgAAANwAAAAPAAAAAAAAAAAAAAAAAJgCAABkcnMvZG93&#10;bnJldi54bWxQSwUGAAAAAAQABAD1AAAAhwMAAAAA&#10;" path="m,531l,,28,r,499l,531xe" fillcolor="#6ab0ff" stroked="f">
                    <v:path arrowok="t" o:connecttype="custom" o:connectlocs="0,531;0,0;28,0;28,499;0,531" o:connectangles="0,0,0,0,0"/>
                  </v:shape>
                  <v:shape id="Freeform 171" o:spid="_x0000_s1195" style="position:absolute;left:4365;top:9072;width:24;height:499;visibility:visible;mso-wrap-style:square;v-text-anchor:top" coordsize="24,4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OIrcYA&#10;AADcAAAADwAAAGRycy9kb3ducmV2LnhtbESPS2vDQAyE74X+h0WF3pp1ekiDk7UJgUDTQmgekByF&#10;V34Qr9bxbh3331eHQm8SM5r5tMxH16qB+tB4NjCdJKCIC28brgycjpuXOagQkS22nsnADwXIs8eH&#10;JabW33lPwyFWSkI4pGigjrFLtQ5FTQ7DxHfEopW+dxhl7Stte7xLuGv1a5LMtMOGpaHGjtY1FdfD&#10;tzOww9l+dz7etl9bWn98lmWpL/PBmOencbUAFWmM/+a/63cr+G+CL8/IBDr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OIrcYAAADcAAAADwAAAAAAAAAAAAAAAACYAgAAZHJz&#10;L2Rvd25yZXYueG1sUEsFBgAAAAAEAAQA9QAAAIsDAAAAAA==&#10;" path="m,499l,,24,r,467l,499xe" fillcolor="#6db6ff" stroked="f">
                    <v:path arrowok="t" o:connecttype="custom" o:connectlocs="0,499;0,0;24,0;24,467;0,499" o:connectangles="0,0,0,0,0"/>
                  </v:shape>
                  <v:shape id="Freeform 172" o:spid="_x0000_s1196" style="position:absolute;left:4389;top:9072;width:29;height:467;visibility:visible;mso-wrap-style:square;v-text-anchor:top" coordsize="29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KcQA&#10;AADcAAAADwAAAGRycy9kb3ducmV2LnhtbERPTWvCQBC9F/wPywi96cYUVFJXKRWhlx4SxdDbkB2z&#10;odnZNLvGtL/eLRR6m8f7nM1utK0YqPeNYwWLeQKCuHK64VrB6XiYrUH4gKyxdUwKvsnDbjt52GCm&#10;3Y1zGopQixjCPkMFJoQuk9JXhiz6ueuII3dxvcUQYV9L3eMthttWpkmylBYbjg0GO3o1VH0WV6ug&#10;yJ8u13Q47t2P/yjLr/fxnJpcqcfp+PIMItAY/sV/7jcd568W8PtMvE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qinEAAAA3AAAAA8AAAAAAAAAAAAAAAAAmAIAAGRycy9k&#10;b3ducmV2LnhtbFBLBQYAAAAABAAEAPUAAACJAwAAAAA=&#10;" path="m,467l,,29,r,435l,467xe" fillcolor="#70bbff" stroked="f">
                    <v:path arrowok="t" o:connecttype="custom" o:connectlocs="0,467;0,0;29,0;29,435;0,467" o:connectangles="0,0,0,0,0"/>
                  </v:shape>
                  <v:shape id="Freeform 173" o:spid="_x0000_s1197" style="position:absolute;left:4418;top:9072;width:28;height:435;visibility:visible;mso-wrap-style:square;v-text-anchor:top" coordsize="28,4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dVdsAA&#10;AADcAAAADwAAAGRycy9kb3ducmV2LnhtbERPTYvCMBC9C/6HMII3TfSgUo2yrBTWi6CV3evYjG21&#10;mZQmq/Xfm4UFb/N4n7PadLYWd2p95VjDZKxAEOfOVFxoOGXpaAHCB2SDtWPS8CQPm3W/t8LEuAcf&#10;6H4MhYgh7BPUUIbQJFL6vCSLfuwa4shdXGsxRNgW0rT4iOG2llOlZtJixbGhxIY+S8pvx1+rQV5T&#10;dW7cWf18+yzNtnu7U5nVejjoPpYgAnXhLf53f5k4fz6Fv2fiB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dVdsAAAADcAAAADwAAAAAAAAAAAAAAAACYAgAAZHJzL2Rvd25y&#10;ZXYueG1sUEsFBgAAAAAEAAQA9QAAAIUDAAAAAA==&#10;" path="m,435l,,28,r,398l,435xe" fillcolor="#73c0ff" stroked="f">
                    <v:path arrowok="t" o:connecttype="custom" o:connectlocs="0,435;0,0;28,0;28,398;0,435" o:connectangles="0,0,0,0,0"/>
                  </v:shape>
                  <v:shape id="Freeform 174" o:spid="_x0000_s1198" style="position:absolute;left:4446;top:9072;width:24;height:398;visibility:visible;mso-wrap-style:square;v-text-anchor:top" coordsize="24,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zzscMA&#10;AADcAAAADwAAAGRycy9kb3ducmV2LnhtbERPTWvCQBC9C/6HZYReim5swbZpNiItSkGlNErPQ3aa&#10;BLOzIbua5N+7QsHbPN7nJMve1OJCrassK5jPIhDEudUVFwqOh/X0FYTzyBpry6RgIAfLdDxKMNa2&#10;4x+6ZL4QIYRdjApK75tYSpeXZNDNbEMcuD/bGvQBtoXULXYh3NTyKYoW0mDFoaHEhj5Kyk/Z2Sgo&#10;6NjRsH/73OzsZrv6fjR2iH6Vepj0q3cQnnp/F/+7v3SY//IMt2fCBTK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zzscMAAADcAAAADwAAAAAAAAAAAAAAAACYAgAAZHJzL2Rv&#10;d25yZXYueG1sUEsFBgAAAAAEAAQA9QAAAIgDAAAAAA==&#10;" path="m,398l,,24,r,366l,398xe" fillcolor="#76c5ff" stroked="f">
                    <v:path arrowok="t" o:connecttype="custom" o:connectlocs="0,398;0,0;24,0;24,366;0,398" o:connectangles="0,0,0,0,0"/>
                  </v:shape>
                  <v:shape id="Freeform 175" o:spid="_x0000_s1199" style="position:absolute;left:4470;top:9072;width:28;height:366;visibility:visible;mso-wrap-style:square;v-text-anchor:top" coordsize="28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hS8AA&#10;AADcAAAADwAAAGRycy9kb3ducmV2LnhtbERPS4vCMBC+C/6HMIK3NVVcV6tRfLAge9uq4HFoxrbY&#10;TEoStf57s7DgbT6+5yxWranFnZyvLCsYDhIQxLnVFRcKjofvjykIH5A11pZJwZM8rJbdzgJTbR/8&#10;S/csFCKGsE9RQRlCk0rp85IM+oFtiCN3sc5giNAVUjt8xHBTy1GSTKTBimNDiQ1tS8qv2c0omNH5&#10;89Da6+60m9TH9Q+GTeK0Uv1eu56DCNSGt/jfvddx/tcY/p6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KhS8AAAADcAAAADwAAAAAAAAAAAAAAAACYAgAAZHJzL2Rvd25y&#10;ZXYueG1sUEsFBgAAAAAEAAQA9QAAAIUDAAAAAA==&#10;" path="m,366l,,28,r,334l,366xe" fillcolor="#79caff" stroked="f">
                    <v:path arrowok="t" o:connecttype="custom" o:connectlocs="0,366;0,0;28,0;28,334;0,366" o:connectangles="0,0,0,0,0"/>
                  </v:shape>
                  <v:shape id="Freeform 176" o:spid="_x0000_s1200" style="position:absolute;left:4498;top:9072;width:28;height:334;visibility:visible;mso-wrap-style:square;v-text-anchor:top" coordsize="28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3BMMA&#10;AADcAAAADwAAAGRycy9kb3ducmV2LnhtbERPS2sCMRC+F/wPYYTealZbq64bRQShID1URfQ2bGYf&#10;uJmETVa3/74pFHqbj+852bo3jbhT62vLCsajBARxbnXNpYLTcfcyB+EDssbGMin4Jg/r1eApw1Tb&#10;B3/R/RBKEUPYp6igCsGlUvq8IoN+ZB1x5ArbGgwRtqXULT5iuGnkJEnepcGaY0OFjrYV5bdDZxRc&#10;pufXbjJ2zu676/a2589d8bZQ6nnYb5YgAvXhX/zn/tBx/mwKv8/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/3BMMAAADcAAAADwAAAAAAAAAAAAAAAACYAgAAZHJzL2Rv&#10;d25yZXYueG1sUEsFBgAAAAAEAAQA9QAAAIgDAAAAAA==&#10;" path="m,334l,,28,r,302l,334xe" fillcolor="#7cd0ff" stroked="f">
                    <v:path arrowok="t" o:connecttype="custom" o:connectlocs="0,334;0,0;28,0;28,302;0,334" o:connectangles="0,0,0,0,0"/>
                  </v:shape>
                  <v:shape id="Freeform 177" o:spid="_x0000_s1201" style="position:absolute;left:4526;top:9072;width:29;height:302;visibility:visible;mso-wrap-style:square;v-text-anchor:top" coordsize="29,3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OCMEA&#10;AADcAAAADwAAAGRycy9kb3ducmV2LnhtbERPS2rDMBDdF3IHMYHuatlduMGNEkpDcSDdNM4BBmti&#10;mVojR1Ic9/ZRodDdPN531tvZDmIiH3rHCoosB0HcOt1zp+DUfDytQISIrHFwTAp+KMB2s3hYY6Xd&#10;jb9oOsZOpBAOFSowMY6VlKE1ZDFkbiRO3Nl5izFB30nt8ZbC7SCf87yUFntODQZHejfUfh+vVsGh&#10;ufi5KFdmquuz2fXSSv60Sj0u57dXEJHm+C/+c+91mv9Swu8z6QK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TgjBAAAA3AAAAA8AAAAAAAAAAAAAAAAAmAIAAGRycy9kb3du&#10;cmV2LnhtbFBLBQYAAAAABAAEAPUAAACGAwAAAAA=&#10;" path="m,302l,,29,r,265l,302xe" fillcolor="#80d5ff" stroked="f">
                    <v:path arrowok="t" o:connecttype="custom" o:connectlocs="0,302;0,0;29,0;29,265;0,302" o:connectangles="0,0,0,0,0"/>
                  </v:shape>
                  <v:shape id="Freeform 178" o:spid="_x0000_s1202" style="position:absolute;left:4555;top:9072;width:24;height:265;visibility:visible;mso-wrap-style:square;v-text-anchor:top" coordsize="24,2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bJMMA&#10;AADcAAAADwAAAGRycy9kb3ducmV2LnhtbERPTWsCMRC9F/ofwhR6KZq11KqrUdpCZfEgVAWvw2bc&#10;LN1MliS66783QqG3ebzPWax624gL+VA7VjAaZiCIS6drrhQc9t+DKYgQkTU2jknBlQKslo8PC8y1&#10;6/iHLrtYiRTCIUcFJsY2lzKUhiyGoWuJE3dy3mJM0FdSe+xSuG3ka5a9S4s1pwaDLX0ZKn93Z6vg&#10;c1O8jWsKsTOjYj3z55d+fdwq9fzUf8xBROrjv/jPXeg0fzKB+zPp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pbJMMAAADcAAAADwAAAAAAAAAAAAAAAACYAgAAZHJzL2Rv&#10;d25yZXYueG1sUEsFBgAAAAAEAAQA9QAAAIgDAAAAAA==&#10;" path="m,265l,,24,r,233l,265xe" fillcolor="#83daff" stroked="f">
                    <v:path arrowok="t" o:connecttype="custom" o:connectlocs="0,265;0,0;24,0;24,233;0,265" o:connectangles="0,0,0,0,0"/>
                  </v:shape>
                  <v:shape id="Freeform 179" o:spid="_x0000_s1203" style="position:absolute;left:4579;top:9072;width:28;height:233;visibility:visible;mso-wrap-style:square;v-text-anchor:top" coordsize="28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FWcMA&#10;AADcAAAADwAAAGRycy9kb3ducmV2LnhtbESPQW/CMAyF75P4D5GRdhspE2KjEBBCQ+qVjh24mca0&#10;FY1TNYGWfz8fkLjZes/vfV5tBteoO3Wh9mxgOklAERfe1lwaOP7uP75BhYhssfFMBh4UYLMeva0w&#10;tb7nA93zWCoJ4ZCigSrGNtU6FBU5DBPfEot28Z3DKGtXatthL+Gu0Z9JMtcOa5aGClvaVVRc85sz&#10;cF6csvxnlh0PGfc3/Zhf7fCXGPM+HrZLUJGG+DI/rzMr+F9CK8/IBH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5FWcMAAADcAAAADwAAAAAAAAAAAAAAAACYAgAAZHJzL2Rv&#10;d25yZXYueG1sUEsFBgAAAAAEAAQA9QAAAIgDAAAAAA==&#10;" path="m,233l,,28,r,201l,233xe" fillcolor="#86dfff" stroked="f">
                    <v:path arrowok="t" o:connecttype="custom" o:connectlocs="0,233;0,0;28,0;28,201;0,233" o:connectangles="0,0,0,0,0"/>
                  </v:shape>
                  <v:shape id="Freeform 180" o:spid="_x0000_s1204" style="position:absolute;left:4607;top:9072;width:28;height:201;visibility:visible;mso-wrap-style:square;v-text-anchor:top" coordsize="28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fJo8MA&#10;AADcAAAADwAAAGRycy9kb3ducmV2LnhtbERPS4vCMBC+L+x/CLPgZdF0BXe1GkUWBE/iYxG9Dc3Y&#10;FJtJaaKt/nojLHibj+85k1lrS3Gl2heOFXz1EhDEmdMF5wr+dovuEIQPyBpLx6TgRh5m0/e3Caba&#10;Nbyh6zbkIoawT1GBCaFKpfSZIYu+5yriyJ1cbTFEWOdS19jEcFvKfpJ8S4sFxwaDFf0ays7bi1Ww&#10;Oa5o2QzWh/a+1yaM5p+nI12U6ny08zGIQG14if/dSx3n/4z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fJo8MAAADcAAAADwAAAAAAAAAAAAAAAACYAgAAZHJzL2Rv&#10;d25yZXYueG1sUEsFBgAAAAAEAAQA9QAAAIgDAAAAAA==&#10;" path="m,201l,,28,r,169l,201xe" fillcolor="#89e4ff" stroked="f">
                    <v:path arrowok="t" o:connecttype="custom" o:connectlocs="0,201;0,0;28,0;28,169;0,201" o:connectangles="0,0,0,0,0"/>
                  </v:shape>
                  <v:shape id="Freeform 181" o:spid="_x0000_s1205" style="position:absolute;left:4635;top:9072;width:24;height:169;visibility:visible;mso-wrap-style:square;v-text-anchor:top" coordsize="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4pMMA&#10;AADcAAAADwAAAGRycy9kb3ducmV2LnhtbESPQW/CMAyF75P4D5GRdhspHLaqa4oQbNI4TcB+gGlM&#10;W9E4VZOR7t/PByRutt7ze5/L9eR6daMxdJ4NLBcZKOLa244bAz+nz5ccVIjIFnvPZOCPAqyr2VOJ&#10;hfWJD3Q7xkZJCIcCDbQxDoXWoW7JYVj4gVi0ix8dRlnHRtsRk4S7Xq+y7FU77FgaWhxo21J9Pf46&#10;A11626zS6WO7r3dpcGfW+Tn7NuZ5Pm3eQUWa4sN8v/6ygp8LvjwjE+j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B4pMMAAADcAAAADwAAAAAAAAAAAAAAAACYAgAAZHJzL2Rv&#10;d25yZXYueG1sUEsFBgAAAAAEAAQA9QAAAIgDAAAAAA==&#10;" path="m,169l,,24,r,132l,169xe" fillcolor="#8ceaff" stroked="f">
                    <v:path arrowok="t" o:connecttype="custom" o:connectlocs="0,169;0,0;24,0;24,132;0,169" o:connectangles="0,0,0,0,0"/>
                  </v:shape>
                  <v:shape id="Freeform 182" o:spid="_x0000_s1206" style="position:absolute;left:4659;top:9072;width:29;height:132;visibility:visible;mso-wrap-style:square;v-text-anchor:top" coordsize="29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UaacAA&#10;AADcAAAADwAAAGRycy9kb3ducmV2LnhtbERPS4vCMBC+C/sfwgheZE274INqlCosiDcfex+asS02&#10;k24Tbfz3mwXB23x8z1ltgmnEgzpXW1aQThIQxIXVNZcKLufvzwUI55E1NpZJwZMcbNYfgxVm2vZ8&#10;pMfJlyKGsMtQQeV9m0npiooMuoltiSN3tZ1BH2FXSt1hH8NNI7+SZCYN1hwbKmxpV1FxO92NAjtt&#10;xilvwy/m89A/z9PDzz0/KDUahnwJwlPwb/HLvddx/iKF/2fi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UaacAAAADcAAAADwAAAAAAAAAAAAAAAACYAgAAZHJzL2Rvd25y&#10;ZXYueG1sUEsFBgAAAAAEAAQA9QAAAIUDAAAAAA==&#10;" path="m,132l,,29,r,100l,132xe" fillcolor="#8fefff" stroked="f">
                    <v:path arrowok="t" o:connecttype="custom" o:connectlocs="0,132;0,0;29,0;29,100;0,132" o:connectangles="0,0,0,0,0"/>
                  </v:shape>
                  <v:shape id="Freeform 183" o:spid="_x0000_s1207" style="position:absolute;left:4688;top:9072;width:28;height:100;visibility:visible;mso-wrap-style:square;v-text-anchor:top" coordsize="28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07cIA&#10;AADcAAAADwAAAGRycy9kb3ducmV2LnhtbERPS4vCMBC+L/gfwgje1tS6aqlGEUFYWA++Dh7HZmyL&#10;zaQ0Ubv/3giCt/n4njNbtKYSd2pcaVnBoB+BIM6sLjlXcDysvxMQziNrrCyTgn9ysJh3vmaYavvg&#10;Hd33PhchhF2KCgrv61RKlxVk0PVtTRy4i20M+gCbXOoGHyHcVDKOorE0WHJoKLCmVUHZdX8zCkZ/&#10;yXnb/hyGcnTbxtVuIienzUWpXrddTkF4av1H/Hb/6jA/ieH1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3TtwgAAANwAAAAPAAAAAAAAAAAAAAAAAJgCAABkcnMvZG93&#10;bnJldi54bWxQSwUGAAAAAAQABAD1AAAAhwMAAAAA&#10;" path="m,100l,,28,r,68l,100xe" fillcolor="#92f4ff" stroked="f">
                    <v:path arrowok="t" o:connecttype="custom" o:connectlocs="0,100;0,0;28,0;28,68;0,100" o:connectangles="0,0,0,0,0"/>
                  </v:shape>
                  <v:shape id="Freeform 184" o:spid="_x0000_s1208" style="position:absolute;left:4716;top:9072;width:28;height:68;visibility:visible;mso-wrap-style:square;v-text-anchor:top" coordsize="28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SrsIA&#10;AADcAAAADwAAAGRycy9kb3ducmV2LnhtbERPS4vCMBC+C/sfwix4EU11QaXbKLIgq6AHH+B1bKYP&#10;bCalydb67zeC4G0+vucky85UoqXGlZYVjEcRCOLU6pJzBefTejgH4TyyxsoyKXiQg+Xio5dgrO2d&#10;D9QefS5CCLsYFRTe17GULi3IoBvZmjhwmW0M+gCbXOoG7yHcVHISRVNpsOTQUGBNPwWlt+OfUcCV&#10;H2zdrF1fb4+Vqcf7yynb/SrV/+xW3yA8df4tfrk3Osyff8HzmXC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3xKuwgAAANwAAAAPAAAAAAAAAAAAAAAAAJgCAABkcnMvZG93&#10;bnJldi54bWxQSwUGAAAAAAQABAD1AAAAhwMAAAAA&#10;" path="m,68l,,28,r,36l,68xe" fillcolor="#95f9ff" stroked="f">
                    <v:path arrowok="t" o:connecttype="custom" o:connectlocs="0,68;0,0;28,0;28,36;0,68" o:connectangles="0,0,0,0,0"/>
                  </v:shape>
                  <v:shape id="Freeform 185" o:spid="_x0000_s1209" style="position:absolute;left:4744;top:9072;width:24;height:36;visibility:visible;mso-wrap-style:square;v-text-anchor:top" coordsize="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+31MIA&#10;AADcAAAADwAAAGRycy9kb3ducmV2LnhtbERPTWvCQBC9F/wPywi91Y0iYlNXqQVBaqE0Cr0O2Wk2&#10;JDubZkeN/75bKPQ2j/c5q83gW3WhPtaBDUwnGSjiMtiaKwOn4+5hCSoKssU2MBm4UYTNenS3wtyG&#10;K3/QpZBKpRCOORpwIl2udSwdeYyT0BEn7iv0HiXBvtK2x2sK962eZdlCe6w5NTjs6MVR2RRnb+D9&#10;u3g9sHPnxVsl+rNxj82WxJj78fD8BEpokH/xn3tv0/zlHH6fSR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r7fUwgAAANwAAAAPAAAAAAAAAAAAAAAAAJgCAABkcnMvZG93&#10;bnJldi54bWxQSwUGAAAAAAQABAD1AAAAhwMAAAAA&#10;" path="m,36l,,24,,,36xe" fillcolor="#9ff" stroked="f">
                    <v:path arrowok="t" o:connecttype="custom" o:connectlocs="0,36;0,0;24,0;0,36" o:connectangles="0,0,0,0"/>
                  </v:shape>
                  <v:shape id="Freeform 186" o:spid="_x0000_s1210" style="position:absolute;left:2310;top:8604;width:189;height:472;visibility:visible;mso-wrap-style:square;v-text-anchor:top" coordsize="189,4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frMAA&#10;AADcAAAADwAAAGRycy9kb3ducmV2LnhtbERPS2rDMBDdF3IHMYHuGjmBlsSJbEyg0EWhNM0BBmsi&#10;m1gjR1Jt5fZVodDdPN53DnWyg5jIh96xgvWqAEHcOt2zUXD+en3agggRWePgmBTcKUBdLR4OWGo3&#10;8ydNp2hEDuFQooIuxrGUMrQdWQwrNxJn7uK8xZihN1J7nHO4HeSmKF6kxZ5zQ4cjHTtqr6dvqwA3&#10;vJvMvSlufUPv89GkD2+TUo/L1OxBRErxX/znftN5/vYZfp/JF8j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VfrMAAAADcAAAADwAAAAAAAAAAAAAAAACYAgAAZHJzL2Rvd25y&#10;ZXYueG1sUEsFBgAAAAAEAAQA9QAAAIUDAAAAAA==&#10;" path="m93,l,93,,472r189,l189,93,93,189,93,,,,,93,93,xe" stroked="f">
                    <v:path arrowok="t" o:connecttype="custom" o:connectlocs="93,0;0,93;0,472;189,472;189,93;93,189;93,0;0,0;0,93;93,0" o:connectangles="0,0,0,0,0,0,0,0,0,0"/>
                  </v:shape>
                  <v:shape id="Freeform 187" o:spid="_x0000_s1211" style="position:absolute;left:2403;top:8604;width:507;height:189;visibility:visible;mso-wrap-style:square;v-text-anchor:top" coordsize="507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XHfsIA&#10;AADcAAAADwAAAGRycy9kb3ducmV2LnhtbERPTWvCQBC9F/wPywheim4qVNboRqwgeOmh2noesmMS&#10;kp2N2TVJ/323UOhtHu9ztrvRNqKnzleONbwsEhDEuTMVFxo+L8e5AuEDssHGMWn4Jg+7bPK0xdS4&#10;gT+oP4dCxBD2KWooQ2hTKX1ekkW/cC1x5G6usxgi7AppOhxiuG3kMklW0mLFsaHElg4l5fX5YTWs&#10;Xy/qWlT+rX/efw1K4buq70Hr2XTcb0AEGsO/+M99MnG+WsHvM/EC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1cd+wgAAANwAAAAPAAAAAAAAAAAAAAAAAJgCAABkcnMvZG93&#10;bnJldi54bWxQSwUGAAAAAAQABAD1AAAAhwMAAAAA&#10;" path="m507,93l415,,,,,189r415,l318,93r189,l507,,415,r92,93xe" stroked="f">
                    <v:path arrowok="t" o:connecttype="custom" o:connectlocs="507,93;415,0;0,0;0,189;415,189;318,93;507,93;507,0;415,0;507,93" o:connectangles="0,0,0,0,0,0,0,0,0,0"/>
                  </v:shape>
                  <v:shape id="Freeform 188" o:spid="_x0000_s1212" style="position:absolute;left:2721;top:8697;width:189;height:1898;visibility:visible;mso-wrap-style:square;v-text-anchor:top" coordsize="189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u49sMA&#10;AADcAAAADwAAAGRycy9kb3ducmV2LnhtbERPzWrCQBC+F/oOyxS8FN3Ug91GV2mFgPbUpn2AITvJ&#10;hmZnQ3bV6NO7BcHbfHy/s9qMrhNHGkLrWcPLLANBXHnTcqPh96eYKhAhIhvsPJOGMwXYrB8fVpgb&#10;f+JvOpaxESmEQ44abIx9LmWoLDkMM98TJ672g8OY4NBIM+AphbtOzrNsIR22nBos9rS1VP2VB6fh&#10;4uvPQ1EWfNnVH/ZrvlfPb0ppPXka35cgIo3xLr65dybNV6/w/0y6QK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u49sMAAADcAAAADwAAAAAAAAAAAAAAAACYAgAAZHJzL2Rv&#10;d25yZXYueG1sUEsFBgAAAAAEAAQA9QAAAIgDAAAAAA==&#10;" path="m97,1708r92,97l189,,,,,1805r97,93l,1805r,93l97,1898r,-190xe" stroked="f">
                    <v:path arrowok="t" o:connecttype="custom" o:connectlocs="97,1708;189,1805;189,0;0,0;0,1805;97,1898;0,1805;0,1898;97,1898;97,1708" o:connectangles="0,0,0,0,0,0,0,0,0,0"/>
                  </v:shape>
                  <v:shape id="Freeform 189" o:spid="_x0000_s1213" style="position:absolute;left:2818;top:10405;width:600;height:190;visibility:visible;mso-wrap-style:square;v-text-anchor:top" coordsize="600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utOcUA&#10;AADcAAAADwAAAGRycy9kb3ducmV2LnhtbESPQWvCQBCF7wX/wzJCb3WjB7HRVUQQLNRDbSr1NmTH&#10;JJqdDdltjP++cxC8zfDevPfNYtW7WnXUhsqzgfEoAUWce1txYSD73r7NQIWIbLH2TAbuFGC1HLws&#10;MLX+xl/UHWKhJIRDigbKGJtU65CX5DCMfEMs2tm3DqOsbaFtizcJd7WeJMlUO6xYGkpsaFNSfj38&#10;OQObYoqf4SM77rPj++X3Z32KoTsZ8zrs13NQkfr4ND+ud1bwZ0Irz8gE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605xQAAANwAAAAPAAAAAAAAAAAAAAAAAJgCAABkcnMv&#10;ZG93bnJldi54bWxQSwUGAAAAAAQABAD1AAAAigMAAAAA&#10;" path="m411,97l503,,,,,190r503,l600,97r-97,93l600,190r,-93l411,97xe" stroked="f">
                    <v:path arrowok="t" o:connecttype="custom" o:connectlocs="411,97;503,0;0,0;0,190;503,190;600,97;503,190;600,190;600,97;411,97" o:connectangles="0,0,0,0,0,0,0,0,0,0"/>
                  </v:shape>
                  <v:shape id="Freeform 190" o:spid="_x0000_s1214" style="position:absolute;left:3229;top:7726;width:189;height:2776;visibility:visible;mso-wrap-style:square;v-text-anchor:top" coordsize="189,27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spgcIA&#10;AADcAAAADwAAAGRycy9kb3ducmV2LnhtbERP22rCQBB9F/oPyxT6InXTCJpEVylCi2/e+gFDdkyC&#10;2dmwuybp37uFgm9zONdZb0fTip6cbywr+JglIIhLqxuuFPxcvt4zED4ga2wtk4Jf8rDdvEzWWGg7&#10;8In6c6hEDGFfoII6hK6Q0pc1GfQz2xFH7mqdwRChq6R2OMRw08o0SRbSYMOxocaOdjWVt/PdKLgd&#10;pst+b4bv6phesvtuvszz1Cn19jp+rkAEGsNT/O/e6zg/y+HvmXi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KymBwgAAANwAAAAPAAAAAAAAAAAAAAAAAJgCAABkcnMvZG93&#10;bnJldi54bWxQSwUGAAAAAAQABAD1AAAAhwMAAAAA&#10;" path="m92,189l,92,,2776r189,l189,92,92,r97,92l189,,92,r,189xe" stroked="f">
                    <v:path arrowok="t" o:connecttype="custom" o:connectlocs="92,189;0,92;0,2776;189,2776;189,92;92,0;189,92;189,0;92,0;92,189" o:connectangles="0,0,0,0,0,0,0,0,0,0"/>
                  </v:shape>
                  <v:shape id="Freeform 191" o:spid="_x0000_s1215" style="position:absolute;left:2721;top:7726;width:600;height:189;visibility:visible;mso-wrap-style:square;v-text-anchor:top" coordsize="600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nlicUA&#10;AADcAAAADwAAAGRycy9kb3ducmV2LnhtbESPT2vCQBDF7wW/wzKCt7rRg9joKkURBYXiHzyP2WmS&#10;NjsbshuN3945FHqb4b157zfzZecqdacmlJ4NjIYJKOLM25JzA5fz5n0KKkRki5VnMvCkAMtF722O&#10;qfUPPtL9FHMlIRxSNFDEWKdah6wgh2Hoa2LRvn3jMMra5No2+JBwV+lxkky0w5KlocCaVgVlv6fW&#10;Gfjp8rodXw/H23qftP7rut1dIhsz6HefM1CRuvhv/rveWcH/EHx5Ri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eWJxQAAANwAAAAPAAAAAAAAAAAAAAAAAJgCAABkcnMv&#10;ZG93bnJldi54bWxQSwUGAAAAAAQABAD1AAAAigMAAAAA&#10;" path="m189,92l97,189r503,l600,,97,,,92,97,,,,,92r189,xe" stroked="f">
                    <v:path arrowok="t" o:connecttype="custom" o:connectlocs="189,92;97,189;600,189;600,0;97,0;0,92;97,0;0,0;0,92;189,92" o:connectangles="0,0,0,0,0,0,0,0,0,0"/>
                  </v:shape>
                  <v:shape id="Freeform 192" o:spid="_x0000_s1216" style="position:absolute;left:2721;top:7818;width:189;height:464;visibility:visible;mso-wrap-style:square;v-text-anchor:top" coordsize="189,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f68IA&#10;AADcAAAADwAAAGRycy9kb3ducmV2LnhtbERP3UrDMBS+F/YO4QjeuXRD3VaXjSEMpKCwzgc4JmdN&#10;aXNSkrjWtzeC4N35+H7Pdj+5XlwpxNazgsW8AEGsvWm5UfBxPt6vQcSEbLD3TAq+KcJ+N7vZYmn8&#10;yCe61qkROYRjiQpsSkMpZdSWHMa5H4gzd/HBYcowNNIEHHO46+WyKJ6kw5Zzg8WBXizprv5yCh67&#10;h6DHYNfv+q367FaHqu6OlVJ3t9PhGUSiKf2L/9yvJs/fLOD3mXyB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1/rwgAAANwAAAAPAAAAAAAAAAAAAAAAAJgCAABkcnMvZG93&#10;bnJldi54bWxQSwUGAAAAAAQABAD1AAAAhwMAAAAA&#10;" path="m97,464r92,-93l189,,,,,371,97,274r,190l189,464r,-93l97,464xe" stroked="f">
                    <v:path arrowok="t" o:connecttype="custom" o:connectlocs="97,464;189,371;189,0;0,0;0,371;97,274;97,464;189,464;189,371;97,464" o:connectangles="0,0,0,0,0,0,0,0,0,0"/>
                  </v:shape>
                  <v:shape id="Freeform 193" o:spid="_x0000_s1217" style="position:absolute;left:2306;top:8092;width:512;height:190;visibility:visible;mso-wrap-style:square;v-text-anchor:top" coordsize="512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gk8EA&#10;AADcAAAADwAAAGRycy9kb3ducmV2LnhtbERPTYvCMBC9L/gfwgje1lRBV6tRVFhQ2MNaBa9DMzbF&#10;ZlKbrNZ/vxEEb/N4nzNftrYSN2p86VjBoJ+AIM6dLrlQcDx8f05A+ICssXJMCh7kYbnofMwx1e7O&#10;e7ploRAxhH2KCkwIdSqlzw1Z9H1XE0fu7BqLIcKmkLrBewy3lRwmyVhaLDk2GKxpYyi/ZH9WwdWE&#10;Xbb9za8nO54OLvXXWo5+9kr1uu1qBiJQG97il3ur4/zpE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34JPBAAAA3AAAAA8AAAAAAAAAAAAAAAAAmAIAAGRycy9kb3du&#10;cmV2LnhtbFBLBQYAAAAABAAEAPUAAACGAwAAAAA=&#10;" path="m,97r97,93l512,190,512,,97,r92,97l,97r,93l97,190,,97xe" stroked="f">
                    <v:path arrowok="t" o:connecttype="custom" o:connectlocs="0,97;97,190;512,190;512,0;97,0;189,97;0,97;0,190;97,190;0,97" o:connectangles="0,0,0,0,0,0,0,0,0,0"/>
                  </v:shape>
                  <v:shape id="Freeform 194" o:spid="_x0000_s1218" style="position:absolute;left:2306;top:7722;width:193;height:467;visibility:visible;mso-wrap-style:square;v-text-anchor:top" coordsize="193,4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JOMEA&#10;AADcAAAADwAAAGRycy9kb3ducmV2LnhtbERPS4vCMBC+L/gfwgh7W1MVFq1GUUHpyV0fB49DM7bV&#10;ZlKaqPHfbwRhb/PxPWc6D6YWd2pdZVlBv5eAIM6trrhQcDysv0YgnEfWWFsmBU9yMJ91PqaYavvg&#10;Hd33vhAxhF2KCkrvm1RKl5dk0PVsQxy5s20N+gjbQuoWHzHc1HKQJN/SYMWxocSGViXl1/3NKPj1&#10;2RU3p9XyJzzt4BIy2o7cVqnPblhMQHgK/l/8dmc6zh8P4fVMv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eSTjBAAAA3AAAAA8AAAAAAAAAAAAAAAAAmAIAAGRycy9kb3du&#10;cmV2LnhtbFBLBQYAAAAABAAEAPUAAACGAwAAAAA=&#10;" path="m97,189l4,92,,467r189,l193,92,97,r96,92l193,,97,r,189xe" stroked="f">
                    <v:path arrowok="t" o:connecttype="custom" o:connectlocs="97,189;4,92;0,467;189,467;193,92;97,0;193,92;193,0;97,0;97,189" o:connectangles="0,0,0,0,0,0,0,0,0,0"/>
                  </v:shape>
                  <v:shape id="Freeform 195" o:spid="_x0000_s1219" style="position:absolute;left:1798;top:7722;width:605;height:189;visibility:visible;mso-wrap-style:square;v-text-anchor:top" coordsize="605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/osIA&#10;AADcAAAADwAAAGRycy9kb3ducmV2LnhtbERPTWvCQBC9C/6HZQRvuomUYlM3oQhpPVbtQW9Ddpos&#10;zc4m2a3Gf98tCN7m8T5nU4y2FRcavHGsIF0mIIgrpw3XCr6O5WINwgdkja1jUnAjD0U+nWww0+7K&#10;e7ocQi1iCPsMFTQhdJmUvmrIol+6jjhy326wGCIcaqkHvMZw28pVkjxLi4ZjQ4MdbRuqfg6/VkFv&#10;jntD1Wf6nva3j7I893Z96pWaz8a3VxCBxvAQ3907Hee/PMH/M/EC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b7+iwgAAANwAAAAPAAAAAAAAAAAAAAAAAJgCAABkcnMvZG93&#10;bnJldi54bWxQSwUGAAAAAAQABAD1AAAAhwMAAAAA&#10;" path="m189,92l97,189r508,l605,,97,,,92,97,,,,,92r189,xe" stroked="f">
                    <v:path arrowok="t" o:connecttype="custom" o:connectlocs="189,92;97,189;605,189;605,0;97,0;0,92;97,0;0,0;0,92;189,92" o:connectangles="0,0,0,0,0,0,0,0,0,0"/>
                  </v:shape>
                  <v:shape id="Freeform 196" o:spid="_x0000_s1220" style="position:absolute;left:1798;top:7814;width:189;height:2716;visibility:visible;mso-wrap-style:square;v-text-anchor:top" coordsize="189,27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Uu9MMA&#10;AADcAAAADwAAAGRycy9kb3ducmV2LnhtbERPS4vCMBC+C/6HMIIX0XRlV7QaRRRBvPkA9TY0Y1ts&#10;Jt0mW7v76zeC4G0+vufMFo0pRE2Vyy0r+BhEIIgTq3NOFZyOm/4YhPPIGgvLpOCXHCzm7dYMY20f&#10;vKf64FMRQtjFqCDzvoyldElGBt3AlsSBu9nKoA+wSqWu8BHCTSGHUTSSBnMODRmWtMoouR9+jILd&#10;peTesLfO75vr3/5cF5/ffr1VqttpllMQnhr/Fr/cWx3mT77g+Uy4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Uu9MMAAADcAAAADwAAAAAAAAAAAAAAAACYAgAAZHJzL2Rv&#10;d25yZXYueG1sUEsFBgAAAAAEAAQA9QAAAIgDAAAAAA==&#10;" path="m4,2088r185,28l189,,,,,2116r185,28l,2116r,600l185,2144,4,2088xe" stroked="f">
                    <v:path arrowok="t" o:connecttype="custom" o:connectlocs="4,2088;189,2116;189,0;0,0;0,2116;185,2144;0,2116;0,2716;185,2144;4,2088" o:connectangles="0,0,0,0,0,0,0,0,0,0"/>
                  </v:shape>
                  <v:shape id="Freeform 197" o:spid="_x0000_s1221" style="position:absolute;left:1802;top:9011;width:697;height:947;visibility:visible;mso-wrap-style:square;v-text-anchor:top" coordsize="697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FuvcEA&#10;AADcAAAADwAAAGRycy9kb3ducmV2LnhtbERPS4vCMBC+C/sfwix4kTX1gavdRhFR8Gp3wevQjH1s&#10;MylN1OqvN4LgbT6+5ySrztTiQq0rLSsYDSMQxJnVJecK/n53X3MQziNrrC2Tghs5WC0/egnG2l75&#10;QJfU5yKEsItRQeF9E0vpsoIMuqFtiAN3sq1BH2CbS93iNYSbWo6jaCYNlhwaCmxoU1D2n56Ngkl3&#10;+o6OzbFa02g6GN+3ukozrVT/s1v/gPDU+bf45d7rMH8xg+cz4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wxbr3BAAAA3AAAAA8AAAAAAAAAAAAAAAAAmAIAAGRycy9kb3du&#10;cmV2LnhtbFBLBQYAAAAABAAEAPUAAACGAwAAAAA=&#10;" path="m508,65l536,,447,93,363,193,286,298,218,407,153,524,97,641,44,766,,891r181,56l222,830,266,717,322,608,379,504,443,403r69,-93l588,218r81,-85l697,65r-28,68l697,105r,-40l508,65xe" stroked="f"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/>
                  </v:shape>
                  <v:shape id="Freeform 198" o:spid="_x0000_s1222" style="position:absolute;left:1895;top:7814;width:28;height:2116;visibility:visible;mso-wrap-style:square;v-text-anchor:top" coordsize="28,2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o54MQA&#10;AADcAAAADwAAAGRycy9kb3ducmV2LnhtbERPTWvCQBC9F/wPywi9SN2YQk2jq0hRKLQXowWP0+yY&#10;DWZnQ3Y16b/vFoTe5vE+Z7kebCNu1PnasYLZNAFBXDpdc6XgeNg9ZSB8QNbYOCYFP+RhvRo9LDHX&#10;ruc93YpQiRjCPkcFJoQ2l9KXhiz6qWuJI3d2ncUQYVdJ3WEfw20j0yR5kRZrjg0GW3ozVF6Kq1Xw&#10;2U8+zDk1VdYeslP6XGy/Tt9bpR7Hw2YBItAQ/sV397uO81/n8PdMv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OeDEAAAA3AAAAA8AAAAAAAAAAAAAAAAAmAIAAGRycy9k&#10;b3ducmV2LnhtbFBLBQYAAAAABAAEAPUAAACJAwAAAAA=&#10;" path="m,2116l,,28,r,2031l24,2043r-4,8l16,2063r-4,12l8,2084r-4,12l,2108r,8xe" fillcolor="blue" stroked="f">
                    <v:path arrowok="t" o:connecttype="custom" o:connectlocs="0,2116;0,0;28,0;28,2031;24,2043;20,2051;16,2063;12,2075;8,2084;4,2096;0,2108;0,2116" o:connectangles="0,0,0,0,0,0,0,0,0,0,0,0"/>
                  </v:shape>
                  <v:shape id="Freeform 199" o:spid="_x0000_s1223" style="position:absolute;left:1923;top:7814;width:28;height:2031;visibility:visible;mso-wrap-style:square;v-text-anchor:top" coordsize="28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VVscA&#10;AADcAAAADwAAAGRycy9kb3ducmV2LnhtbESPQU/CQBCF7yb+h82YeJOtmhisLIQgEA8YFQjCbdId&#10;uo3d2aa70PrvmYOJt5m8N+99M5r0vlZnamMV2MD9IANFXARbcWlgu1ncDUHFhGyxDkwGfinCZHx9&#10;NcLcho6/6LxOpZIQjjkacCk1udaxcOQxDkJDLNoxtB6TrG2pbYudhPtaP2TZk/ZYsTQ4bGjmqPhZ&#10;n7yB2eP+sJx/7rqhff/Y0i5sVu771Zjbm376AipRn/7Nf9dvVvCfhVaekQn0+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KlVbHAAAA3AAAAA8AAAAAAAAAAAAAAAAAmAIAAGRy&#10;cy9kb3ducmV2LnhtbFBLBQYAAAAABAAEAPUAAACMAwAAAAA=&#10;" path="m,2031l,,28,r,1955l24,1967r-4,8l16,1983r-4,12l8,2003r-4,8l4,2023r-4,8xe" fillcolor="#0305ff" stroked="f">
                    <v:path arrowok="t" o:connecttype="custom" o:connectlocs="0,2031;0,0;28,0;28,1955;24,1967;20,1975;16,1983;12,1995;8,2003;4,2011;4,2023;0,2031" o:connectangles="0,0,0,0,0,0,0,0,0,0,0,0"/>
                  </v:shape>
                  <v:shape id="Freeform 200" o:spid="_x0000_s1224" style="position:absolute;left:1951;top:7814;width:28;height:1955;visibility:visible;mso-wrap-style:square;v-text-anchor:top" coordsize="28,1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2dsQA&#10;AADcAAAADwAAAGRycy9kb3ducmV2LnhtbERPTWsCMRC9F/ofwgi9FM1aQbpbo4jYIj0I2iJ4m27G&#10;3djNZEmirv/eFITe5vE+ZzLrbCPO5INxrGA4yEAQl04brhR8f733X0GEiKyxcUwKrhRgNn18mGCh&#10;3YU3dN7GSqQQDgUqqGNsCylDWZPFMHAtceIOzluMCfpKao+XFG4b+ZJlY2nRcGqosaVFTeXv9mQV&#10;/Dyvlug/Rru1yT5pvDfH3WlzVOqp183fQETq4r/47l7pND/P4e+Zd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PdnbEAAAA3AAAAA8AAAAAAAAAAAAAAAAAmAIAAGRycy9k&#10;b3ducmV2LnhtbFBLBQYAAAAABAAEAPUAAACJAwAAAAA=&#10;" path="m,1955l,,28,r,1886l24,1894r-4,12l16,1914r-4,8l8,1930r-4,8l4,1947r-4,8xe" fillcolor="#060aff" stroked="f">
                    <v:path arrowok="t" o:connecttype="custom" o:connectlocs="0,1955;0,0;28,0;28,1886;24,1894;20,1906;16,1914;12,1922;8,1930;4,1938;4,1947;0,1955" o:connectangles="0,0,0,0,0,0,0,0,0,0,0,0"/>
                  </v:shape>
                  <v:shape id="Freeform 201" o:spid="_x0000_s1225" style="position:absolute;left:1979;top:7814;width:29;height:1886;visibility:visible;mso-wrap-style:square;v-text-anchor:top" coordsize="29,18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+o8QA&#10;AADcAAAADwAAAGRycy9kb3ducmV2LnhtbESPQWvCQBSE7wX/w/KE3pqNUkTSrFKEgFAKGu3B22v2&#10;NQnNvg272yT9964geBxm5hsm306mEwM531pWsEhSEMSV1S3XCs6n4mUNwgdkjZ1lUvBPHrab2VOO&#10;mbYjH2koQy0ihH2GCpoQ+kxKXzVk0Ce2J47ej3UGQ5SultrhGOGmk8s0XUmDLceFBnvaNVT9ln9G&#10;wXTpL6fvrxF3H+51XAyH7tMOhVLP8+n9DUSgKTzC9/ZeK4hEuJ2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PqPEAAAA3AAAAA8AAAAAAAAAAAAAAAAAmAIAAGRycy9k&#10;b3ducmV2LnhtbFBLBQYAAAAABAAEAPUAAACJAwAAAAA=&#10;" path="m,1886l,,29,r,1826l25,1834r-4,8l16,1850r-4,8l8,1866r,4l4,1878r-4,8xe" fillcolor="#090fff" stroked="f">
                    <v:path arrowok="t" o:connecttype="custom" o:connectlocs="0,1886;0,0;29,0;29,1826;25,1834;21,1842;16,1850;12,1858;8,1866;8,1870;4,1878;0,1886" o:connectangles="0,0,0,0,0,0,0,0,0,0,0,0"/>
                  </v:shape>
                  <v:shape id="Freeform 202" o:spid="_x0000_s1226" style="position:absolute;left:2008;top:7814;width:28;height:1826;visibility:visible;mso-wrap-style:square;v-text-anchor:top" coordsize="28,18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IoscA&#10;AADcAAAADwAAAGRycy9kb3ducmV2LnhtbESPS2vDMBCE74X8B7GBXkoj24fQOlFCCBRa8CUPCLkt&#10;1sZ2Yq1cS340v74qBHocZuYbZrkeTS16al1lWUE8i0AQ51ZXXCg4Hj5e30A4j6yxtkwKfsjBejV5&#10;WmKq7cA76ve+EAHCLkUFpfdNKqXLSzLoZrYhDt7FtgZ9kG0hdYtDgJtaJlE0lwYrDgslNrQtKb/t&#10;O6PgOzu/dNn1etf+tHu/fWmZnKteqefpuFmA8DT6//Cj/akVJFEMf2fCE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BSKLHAAAA3AAAAA8AAAAAAAAAAAAAAAAAmAIAAGRy&#10;cy9kb3ducmV2LnhtbFBLBQYAAAAABAAEAPUAAACMAwAAAAA=&#10;" path="m,1826l,,28,r,1769l24,1773r-4,8l16,1789r-4,8l12,1805r-4,5l4,1818r-4,8xe" fillcolor="#0c14ff" stroked="f">
                    <v:path arrowok="t" o:connecttype="custom" o:connectlocs="0,1826;0,0;28,0;28,1769;24,1773;20,1781;16,1789;12,1797;12,1805;8,1810;4,1818;0,1826" o:connectangles="0,0,0,0,0,0,0,0,0,0,0,0"/>
                  </v:shape>
                  <v:shape id="Freeform 203" o:spid="_x0000_s1227" style="position:absolute;left:2036;top:7814;width:28;height:1769;visibility:visible;mso-wrap-style:square;v-text-anchor:top" coordsize="28,17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ucQA&#10;AADcAAAADwAAAGRycy9kb3ducmV2LnhtbESPwWrDMBBE74X8g9hAb7UcH0xxrIQQCAR6aG230NwW&#10;a2OZWCtjqbH791Wh0OMwM2+Ycr/YQdxp8r1jBZskBUHcOt1zp+C9OT09g/ABWePgmBR8k4f9bvVQ&#10;YqHdzBXd69CJCGFfoAITwlhI6VtDFn3iRuLoXd1kMUQ5dVJPOEe4HWSWprm02HNcMDjS0VB7q7+s&#10;gtfq7aOej818kUvI7YvpP7umVupxvRy2IAIt4T/81z5rBVmawe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7bbnEAAAA3AAAAA8AAAAAAAAAAAAAAAAAmAIAAGRycy9k&#10;b3ducmV2LnhtbFBLBQYAAAAABAAEAPUAAACJAwAAAAA=&#10;" path="m,1769l,,28,r,1717l24,1721r-4,8l16,1733r,8l12,1749r-4,4l4,1761r-4,8xe" fillcolor="#0f1aff" stroked="f">
                    <v:path arrowok="t" o:connecttype="custom" o:connectlocs="0,1769;0,0;28,0;28,1717;24,1721;20,1729;16,1733;16,1741;12,1749;8,1753;4,1761;0,1769" o:connectangles="0,0,0,0,0,0,0,0,0,0,0,0"/>
                  </v:shape>
                  <v:shape id="Freeform 204" o:spid="_x0000_s1228" style="position:absolute;left:2064;top:7814;width:28;height:1717;visibility:visible;mso-wrap-style:square;v-text-anchor:top" coordsize="28,1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FwsUA&#10;AADcAAAADwAAAGRycy9kb3ducmV2LnhtbESPQWvCQBSE74L/YXlCb7qrhSKpmyCKVAul1Mb7a/aZ&#10;pM2+DdltjP++WxA8DjPzDbPKBtuInjpfO9YwnykQxIUzNZca8s/ddAnCB2SDjWPScCUPWToerTAx&#10;7sIf1B9DKSKEfYIaqhDaREpfVGTRz1xLHL2z6yyGKLtSmg4vEW4buVDqSVqsOS5U2NKmouLn+Gs1&#10;YL89fX3nL6/XXf4W7P50mKv3g9YPk2H9DCLQEO7hW3tvNCzUI/yfi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wXCxQAAANwAAAAPAAAAAAAAAAAAAAAAAJgCAABkcnMv&#10;ZG93bnJldi54bWxQSwUGAAAAAAQABAD1AAAAigMAAAAA&#10;" path="m,1717l,,28,r,1664l24,1673r-4,4l20,1685r-4,4l12,1697r-4,4l4,1709r-4,8xe" fillcolor="#121fff" stroked="f">
                    <v:path arrowok="t" o:connecttype="custom" o:connectlocs="0,1717;0,0;28,0;28,1664;24,1673;20,1677;20,1685;16,1689;12,1697;8,1701;4,1709;0,1717" o:connectangles="0,0,0,0,0,0,0,0,0,0,0,0"/>
                  </v:shape>
                  <v:shape id="Freeform 205" o:spid="_x0000_s1229" style="position:absolute;left:2092;top:7814;width:28;height:1664;visibility:visible;mso-wrap-style:square;v-text-anchor:top" coordsize="28,16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+GbMMA&#10;AADcAAAADwAAAGRycy9kb3ducmV2LnhtbESPT2sCMRTE74LfITyhN01qRcpqFBGEXrr4p9Dr6+a5&#10;Wbp5WZKo67c3QqHHYWZ+wyzXvWvFlUJsPGt4nSgQxJU3Ddcavk678TuImJANtp5Jw50irFfDwRIL&#10;4298oOsx1SJDOBaowabUFVLGypLDOPEdcfbOPjhMWYZamoC3DHetnCo1lw4bzgsWO9paqn6PF6eB&#10;P/c9lsHb+fd900T1VpaHn4vWL6N+swCRqE//4b/2h9EwVTN4ns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+GbMMAAADcAAAADwAAAAAAAAAAAAAAAACYAgAAZHJzL2Rv&#10;d25yZXYueG1sUEsFBgAAAAAEAAQA9QAAAIgDAAAAAA==&#10;" path="m,1664l,,28,r,1616l24,1624r,4l20,1636r-4,4l12,1648r-4,4l4,1660r-4,4xe" fillcolor="#1524ff" stroked="f">
                    <v:path arrowok="t" o:connecttype="custom" o:connectlocs="0,1664;0,0;28,0;28,1616;24,1624;24,1628;20,1636;16,1640;12,1648;8,1652;4,1660;0,1664" o:connectangles="0,0,0,0,0,0,0,0,0,0,0,0"/>
                  </v:shape>
                  <v:shape id="Freeform 206" o:spid="_x0000_s1230" style="position:absolute;left:2120;top:7814;width:29;height:1616;visibility:visible;mso-wrap-style:square;v-text-anchor:top" coordsize="29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+7VccA&#10;AADcAAAADwAAAGRycy9kb3ducmV2LnhtbESPQWvCQBSE74X+h+UVvNVNhNgQsxFpFbSHlmoOPT6y&#10;zySYfRuyq0Z/fbdQ6HGYmW+YfDmaTlxocK1lBfE0AkFcWd1yraA8bJ5TEM4ja+wsk4IbOVgWjw85&#10;Ztpe+Ysue1+LAGGXoYLG+z6T0lUNGXRT2xMH72gHgz7IoZZ6wGuAm07OomguDbYcFhrs6bWh6rQ/&#10;GwXvZ9a7l8/0O07K+1ty2K0/ynit1ORpXC1AeBr9f/ivvdUKZlECv2fCEZD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fu1XHAAAA3AAAAA8AAAAAAAAAAAAAAAAAmAIAAGRy&#10;cy9kb3ducmV2LnhtbFBLBQYAAAAABAAEAPUAAACMAwAAAAA=&#10;" path="m,1616l,,29,r,1572l29,1580r-4,4l21,1592r-4,4l12,1600r-4,8l4,1612r-4,4xe" fillcolor="#1829ff" stroked="f">
                    <v:path arrowok="t" o:connecttype="custom" o:connectlocs="0,1616;0,0;29,0;29,1572;29,1580;25,1584;21,1592;17,1596;12,1600;8,1608;4,1612;0,1616" o:connectangles="0,0,0,0,0,0,0,0,0,0,0,0"/>
                  </v:shape>
                  <v:shape id="Freeform 207" o:spid="_x0000_s1231" style="position:absolute;left:2149;top:7814;width:32;height:1572;visibility:visible;mso-wrap-style:square;v-text-anchor:top" coordsize="32,1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9FsMMA&#10;AADcAAAADwAAAGRycy9kb3ducmV2LnhtbESP0YrCMBRE3wX/IVxhX0RTFYtUo4iwsC/uYvUDrs21&#10;LTY3JcnW+vcbQdjHYWbOMJtdbxrRkfO1ZQWzaQKCuLC65lLB5fw5WYHwAVljY5kUPMnDbjscbDDT&#10;9sEn6vJQighhn6GCKoQ2k9IXFRn0U9sSR+9mncEQpSuldviIcNPIeZKk0mDNcaHClg4VFff81yiw&#10;176gi04Xqfm+d8dl2bnF+Eepj1G/X4MI1If/8Lv9pRXMkxRe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9FsMMAAADcAAAADwAAAAAAAAAAAAAAAACYAgAAZHJzL2Rv&#10;d25yZXYueG1sUEsFBgAAAAAEAAQA9QAAAIgDAAAAAA==&#10;" path="m,1572l,,32,r,1531l28,1536r-4,8l20,1548r-4,4l12,1560r-4,4l4,1568r-4,4xe" fillcolor="#1c2eff" stroked="f">
                    <v:path arrowok="t" o:connecttype="custom" o:connectlocs="0,1572;0,0;32,0;32,1531;28,1536;24,1544;20,1548;16,1552;12,1560;8,1564;4,1568;0,1572" o:connectangles="0,0,0,0,0,0,0,0,0,0,0,0"/>
                  </v:shape>
                  <v:shape id="Freeform 208" o:spid="_x0000_s1232" style="position:absolute;left:2181;top:7814;width:28;height:1531;visibility:visible;mso-wrap-style:square;v-text-anchor:top" coordsize="28,1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A8ccA&#10;AADcAAAADwAAAGRycy9kb3ducmV2LnhtbESPzW7CMBCE70i8g7VIvYHTtPwoYFDVqrS9gAhcuC3x&#10;NgnE6yg2JH37ulIljqOZ+UazWHWmEjdqXGlZweMoAkGcWV1yruCwfx/OQDiPrLGyTAp+yMFq2e8t&#10;MNG25R3dUp+LAGGXoILC+zqR0mUFGXQjWxMH79s2Bn2QTS51g22Am0rGUTSRBksOCwXW9FpQdkmv&#10;RsH2nG6e26+Pt9kxPq2vT0dcj81EqYdB9zIH4anz9/B/+1MriKMp/J0JR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ogPHHAAAA3AAAAA8AAAAAAAAAAAAAAAAAmAIAAGRy&#10;cy9kb3ducmV2LnhtbFBLBQYAAAAABAAEAPUAAACMAwAAAAA=&#10;" path="m,1531l,,28,r,1491l24,1495r-4,8l16,1507r-4,4l8,1515r-4,8l,1527r,4xe" fillcolor="#1f34ff" stroked="f">
                    <v:path arrowok="t" o:connecttype="custom" o:connectlocs="0,1531;0,0;28,0;28,1491;24,1495;20,1503;16,1507;12,1511;8,1515;4,1523;0,1527;0,1531" o:connectangles="0,0,0,0,0,0,0,0,0,0,0,0"/>
                  </v:shape>
                  <v:shape id="Freeform 209" o:spid="_x0000_s1233" style="position:absolute;left:2209;top:7814;width:28;height:1491;visibility:visible;mso-wrap-style:square;v-text-anchor:top" coordsize="28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cuMsIA&#10;AADcAAAADwAAAGRycy9kb3ducmV2LnhtbERPz2vCMBS+C/4P4QneNNWD066pjLrBLoNpRTw+mrem&#10;rHmpTbTdf78cBjt+fL+z/Whb8aDeN44VrJYJCOLK6YZrBefybbEF4QOyxtYxKfghD/t8Oskw1W7g&#10;Iz1OoRYxhH2KCkwIXSqlrwxZ9EvXEUfuy/UWQ4R9LXWPQwy3rVwnyUZabDg2GOyoMFR9n+5WwWf9&#10;1ITiYO7F7XpwZTnsXq+XD6Xms/HlGUSgMfyL/9zvWsE6iWv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4ywgAAANwAAAAPAAAAAAAAAAAAAAAAAJgCAABkcnMvZG93&#10;bnJldi54bWxQSwUGAAAAAAQABAD1AAAAhwMAAAAA&#10;" path="m,1491l,,28,r,1455l24,1459r-4,4l16,1467r-4,4l8,1479r-4,4l,1487r,4xe" fillcolor="#2239ff" stroked="f">
                    <v:path arrowok="t" o:connecttype="custom" o:connectlocs="0,1491;0,0;28,0;28,1455;24,1459;20,1463;16,1467;12,1471;8,1479;4,1483;0,1487;0,1491" o:connectangles="0,0,0,0,0,0,0,0,0,0,0,0"/>
                  </v:shape>
                  <v:shape id="Freeform 210" o:spid="_x0000_s1234" style="position:absolute;left:2237;top:7814;width:28;height:1455;visibility:visible;mso-wrap-style:square;v-text-anchor:top" coordsize="28,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e8cA&#10;AADcAAAADwAAAGRycy9kb3ducmV2LnhtbESPS2/CMBCE75X6H6yt1AsCBw4lpBjEQ62gEofyENdt&#10;vI2jxusQGwj/Hleq1ONoZr7RjKetrcSFGl86VtDvJSCIc6dLLhTsd2/dFIQPyBorx6TgRh6mk8eH&#10;MWbaXfmTLttQiAhhn6ECE0KdSelzQxZ9z9XE0ft2jcUQZVNI3eA1wm0lB0nyIi2WHBcM1rQwlP9s&#10;z1bBZv7ewfCRHpbHjTn1Kf2arYdDpZ6f2tkriEBt+A//tVdawSAZwe+ZeATk5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pKHvHAAAA3AAAAA8AAAAAAAAAAAAAAAAAmAIAAGRy&#10;cy9kb3ducmV2LnhtbFBLBQYAAAAABAAEAPUAAACMAwAAAAA=&#10;" path="m,1455l,,28,r,1419l24,1423r-4,4l16,1431r-4,4l8,1439r-4,4l4,1451r-4,4xe" fillcolor="#253eff" stroked="f">
                    <v:path arrowok="t" o:connecttype="custom" o:connectlocs="0,1455;0,0;28,0;28,1419;24,1423;20,1427;16,1431;12,1435;8,1439;4,1443;4,1451;0,1455" o:connectangles="0,0,0,0,0,0,0,0,0,0,0,0"/>
                  </v:shape>
                  <v:shape id="Freeform 211" o:spid="_x0000_s1235" style="position:absolute;left:2265;top:7814;width:29;height:1419;visibility:visible;mso-wrap-style:square;v-text-anchor:top" coordsize="29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PBb4A&#10;AADcAAAADwAAAGRycy9kb3ducmV2LnhtbERPTYvCMBC9L/gfwgheFk0rbNFqFFkUel1X70MztsVk&#10;UpJou//eHIQ9Pt73dj9aI57kQ+dYQb7IQBDXTnfcKLj8nuYrECEiazSOScEfBdjvJh9bLLUb+Iee&#10;59iIFMKhRAVtjH0pZahbshgWridO3M15izFB30jtcUjh1shllhXSYsepocWevluq7+eHVVDYIL/Y&#10;oL8e8nVlimP1eRwqpWbT8bABEWmM/+K3u9IKlnman86kIyB3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CzwW+AAAA3AAAAA8AAAAAAAAAAAAAAAAAmAIAAGRycy9kb3ducmV2&#10;LnhtbFBLBQYAAAAABAAEAPUAAACDAwAAAAA=&#10;" path="m,1419l,,29,r,1382l25,1386r-4,4l17,1395r-4,4l9,1407r,4l5,1415r-5,4xe" fillcolor="#2843ff" stroked="f">
                    <v:path arrowok="t" o:connecttype="custom" o:connectlocs="0,1419;0,0;29,0;29,1382;25,1386;21,1390;17,1395;13,1399;9,1407;9,1411;5,1415;0,1419" o:connectangles="0,0,0,0,0,0,0,0,0,0,0,0"/>
                  </v:shape>
                  <v:shape id="Freeform 212" o:spid="_x0000_s1236" style="position:absolute;left:2294;top:7814;width:28;height:1382;visibility:visible;mso-wrap-style:square;v-text-anchor:top" coordsize="28,13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3CUMYA&#10;AADcAAAADwAAAGRycy9kb3ducmV2LnhtbESPQWvCQBSE74L/YXmF3nQTDxKiqxSppRUEqxba2yP7&#10;mg3Nvg3ZNUZ/vSsUPA4z8w0zX/a2Fh21vnKsIB0nIIgLpysuFRwP61EGwgdkjbVjUnAhD8vFcDDH&#10;XLszf1K3D6WIEPY5KjAhNLmUvjBk0Y9dQxy9X9daDFG2pdQtniPc1nKSJFNpseK4YLChlaHib3+y&#10;Cq4/p+8VvVWb3Vf3atJses22Hwelnp/6lxmIQH14hP/b71rBJE3hfi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3CUMYAAADcAAAADwAAAAAAAAAAAAAAAACYAgAAZHJz&#10;L2Rvd25yZXYueG1sUEsFBgAAAAAEAAQA9QAAAIsDAAAAAA==&#10;" path="m,1382l,,28,r,1350l24,1354r-4,4l16,1362r-4,4l12,1370r-4,4l4,1378r-4,4xe" fillcolor="#2b48ff" stroked="f">
                    <v:path arrowok="t" o:connecttype="custom" o:connectlocs="0,1382;0,0;28,0;28,1350;24,1354;20,1358;16,1362;12,1366;12,1370;8,1374;4,1378;0,1382" o:connectangles="0,0,0,0,0,0,0,0,0,0,0,0"/>
                  </v:shape>
                  <v:shape id="Freeform 213" o:spid="_x0000_s1237" style="position:absolute;left:2322;top:7814;width:28;height:1350;visibility:visible;mso-wrap-style:square;v-text-anchor:top" coordsize="28,1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/bsQA&#10;AADcAAAADwAAAGRycy9kb3ducmV2LnhtbESPQYvCMBSE74L/IbyFvciaWliRrlFEED0JWgWPj+aZ&#10;1m1eShNt999vBMHjMDPfMPNlb2vxoNZXjhVMxgkI4sLpio2CU775moHwAVlj7ZgU/JGH5WI4mGOm&#10;XccHehyDERHCPkMFZQhNJqUvSrLox64hjt7VtRZDlK2RusUuwm0t0ySZSosVx4USG1qXVPwe71aB&#10;+S7221sSRrk57C77Wb5ym3On1OdHv/oBEagP7/CrvdMK0kkKz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q/27EAAAA3AAAAA8AAAAAAAAAAAAAAAAAmAIAAGRycy9k&#10;b3ducmV2LnhtbFBLBQYAAAAABAAEAPUAAACJAwAAAAA=&#10;" path="m,1350l,,28,r,1318l24,1322r-4,4l16,1330r,4l12,1338r-4,4l4,1346r-4,4xe" fillcolor="#2e4eff" stroked="f">
                    <v:path arrowok="t" o:connecttype="custom" o:connectlocs="0,1350;0,0;28,0;28,1318;24,1322;20,1326;16,1330;16,1334;12,1338;8,1342;4,1346;0,1350" o:connectangles="0,0,0,0,0,0,0,0,0,0,0,0"/>
                  </v:shape>
                  <v:shape id="Freeform 214" o:spid="_x0000_s1238" style="position:absolute;left:2350;top:7814;width:28;height:1318;visibility:visible;mso-wrap-style:square;v-text-anchor:top" coordsize="28,1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v2sUA&#10;AADcAAAADwAAAGRycy9kb3ducmV2LnhtbESPQWsCMRSE74L/ITyhN82utlK2ZqUtCIVCoerF22Pz&#10;3MTdvCybVLf99Y0geBxm5htmtR5cK87UB+tZQT7LQBBXXluuFex3m+kziBCRNbaeScEvBViX49EK&#10;C+0v/E3nbaxFgnAoUIGJsSukDJUhh2HmO+LkHX3vMCbZ11L3eElw18p5li2lQ8tpwWBH74aqZvvj&#10;FISnzelzQfLLmqE55Na8Pco/o9TDZHh9ARFpiPfwrf2hFczzBVzPpCMg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+/axQAAANwAAAAPAAAAAAAAAAAAAAAAAJgCAABkcnMv&#10;ZG93bnJldi54bWxQSwUGAAAAAAQABAD1AAAAigMAAAAA&#10;" path="m,1318l,,28,r,1286l24,1290r-4,4l16,1298r,4l12,1306r-4,4l4,1314r-4,4xe" fillcolor="#3153ff" stroked="f">
                    <v:path arrowok="t" o:connecttype="custom" o:connectlocs="0,1318;0,0;28,0;28,1286;24,1290;20,1294;16,1298;16,1302;12,1306;8,1310;4,1314;0,1318" o:connectangles="0,0,0,0,0,0,0,0,0,0,0,0"/>
                  </v:shape>
                  <v:shape id="Freeform 215" o:spid="_x0000_s1239" style="position:absolute;left:2378;top:7814;width:29;height:1286;visibility:visible;mso-wrap-style:square;v-text-anchor:top" coordsize="29,1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vi8MA&#10;AADcAAAADwAAAGRycy9kb3ducmV2LnhtbESPQWvCQBSE7wX/w/IK3urGICKpq5RixKvR0Osj+5oE&#10;d9+G7Bqjv94VCj0OM/MNs96O1oiBet86VjCfJSCIK6dbrhWcT/nHCoQPyBqNY1JwJw/bzeRtjZl2&#10;Nz7SUIRaRAj7DBU0IXSZlL5qyKKfuY44er+utxii7Gupe7xFuDUyTZKltNhyXGiwo++GqktxtQry&#10;n3JZmMewD+UqzYddV14OD6PU9H38+gQRaAz/4b/2QStI5wt4nYlH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Pvi8MAAADcAAAADwAAAAAAAAAAAAAAAACYAgAAZHJzL2Rv&#10;d25yZXYueG1sUEsFBgAAAAAEAAQA9QAAAIgDAAAAAA==&#10;" path="m,1286l,,25,r,375l29,375r,508l25,883r,379l20,1266r,4l16,1274r-4,l8,1278r,4l4,1286r-4,xe" fillcolor="#3558ff" stroked="f">
                    <v:path arrowok="t" o:connecttype="custom" o:connectlocs="0,1286;0,0;25,0;25,375;29,375;29,883;25,883;25,1262;20,1266;20,1270;16,1274;12,1274;8,1278;8,1282;4,1286;0,1286" o:connectangles="0,0,0,0,0,0,0,0,0,0,0,0,0,0,0,0"/>
                  </v:shape>
                  <v:rect id="Rectangle 216" o:spid="_x0000_s1240" style="position:absolute;left:2407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eKMMA&#10;AADcAAAADwAAAGRycy9kb3ducmV2LnhtbESP0YrCMBRE3xf8h3AF39a0xVWpRhFB8EFZVv2Aa3Nt&#10;i81NbWKtfv1mYcHHYWbOMPNlZyrRUuNKywriYQSCOLO65FzB6bj5nIJwHlljZZkUPMnBctH7mGOq&#10;7YN/qD34XAQIuxQVFN7XqZQuK8igG9qaOHgX2xj0QTa51A0+AtxUMomisTRYclgosKZ1Qdn1cDcK&#10;yH4n5jqhdvy63e57I0fxeWeVGvS71QyEp86/w//trVaQxF/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eKMMAAADcAAAADwAAAAAAAAAAAAAAAACYAgAAZHJzL2Rv&#10;d25yZXYueG1sUEsFBgAAAAAEAAQA9QAAAIgDAAAAAA==&#10;" fillcolor="#385dff" stroked="f"/>
                  <v:rect id="Rectangle 217" o:spid="_x0000_s1241" style="position:absolute;left:243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BO+sMA&#10;AADcAAAADwAAAGRycy9kb3ducmV2LnhtbESPQWvCQBSE74L/YXlCb7pRQSS6igiKhV606vk1+5qk&#10;zb6N2dcY/323UPA4zMw3zHLduUq11ITSs4HxKAFFnHlbcm7g/L4bzkEFQbZYeSYDDwqwXvV7S0yt&#10;v/OR2pPkKkI4pGigEKlTrUNWkMMw8jVx9D5941CibHJtG7xHuKv0JElm2mHJcaHAmrYFZd+nH2fg&#10;6zgVme5vPm8v9rV+XN/sh8uMeRl0mwUooU6e4f/2wRqYjGfwdyYeAb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BO+sMAAADcAAAADwAAAAAAAAAAAAAAAACYAgAAZHJzL2Rv&#10;d25yZXYueG1sUEsFBgAAAAAEAAQA9QAAAIgDAAAAAA==&#10;" fillcolor="#3b62ff" stroked="f"/>
                  <v:rect id="Rectangle 218" o:spid="_x0000_s1242" style="position:absolute;left:2463;top:8189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rQa8QA&#10;AADcAAAADwAAAGRycy9kb3ducmV2LnhtbESPS4vCMBSF98L8h3AH3I2pig+qUYZhFBFErC5cXptr&#10;W2xuOk3U+u+NMODycB4fZzpvTCluVLvCsoJuJwJBnFpdcKbgsF98jUE4j6yxtEwKHuRgPvtoTTHW&#10;9s47uiU+E2GEXYwKcu+rWEqX5mTQdWxFHLyzrQ36IOtM6hrvYdyUshdFQ2mw4EDIsaKfnNJLcjUB&#10;YtPT2v/1NyZzg0vizqvl9veoVPuz+Z6A8NT4d/i/vdIKet0RvM6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60GvEAAAA3AAAAA8AAAAAAAAAAAAAAAAAmAIAAGRycy9k&#10;b3ducmV2LnhtbFBLBQYAAAAABAAEAPUAAACJAwAAAAA=&#10;" fillcolor="#3e68ff" stroked="f"/>
                  <v:rect id="Rectangle 219" o:spid="_x0000_s1243" style="position:absolute;left:2495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3tucMA&#10;AADcAAAADwAAAGRycy9kb3ducmV2LnhtbERPPW/CMBDdK/EfrEPqVpxkKFWKExVU1C5QEVDma3xN&#10;AvE5il0I/Ho8VOr49L4X+Wg6cabBtZYVxLMIBHFldcu1gsN+/fQCwnlkjZ1lUnAlB3k2eVhgqu2F&#10;d3QufC1CCLsUFTTe96mUrmrIoJvZnjhwP3Yw6AMcaqkHvIRw08kkip6lwZZDQ4M9rRqqTsWvUbAr&#10;5bh9X5al+9hc11/F8dvcbnOlHqfj2ysIT6P/F/+5P7WCJA5rw5l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3tucMAAADcAAAADwAAAAAAAAAAAAAAAACYAgAAZHJzL2Rv&#10;d25yZXYueG1sUEsFBgAAAAAEAAQA9QAAAIgDAAAAAA==&#10;" fillcolor="#416dff" stroked="f"/>
                  <v:rect id="Rectangle 220" o:spid="_x0000_s1244" style="position:absolute;left:2523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vscUA&#10;AADcAAAADwAAAGRycy9kb3ducmV2LnhtbESPQWsCMRSE70L/Q3iFXqRm9SC6NUoRW3rxsOpBb4/N&#10;283SzcuSRN321xtB8DjMzDfMYtXbVlzIh8axgvEoA0FcOt1wreCw/3qfgQgRWWPrmBT8UYDV8mWw&#10;wFy7Kxd02cVaJAiHHBWYGLtcylAashhGriNOXuW8xZikr6X2eE1w28pJlk2lxYbTgsGO1obK393Z&#10;KvgvhsVp646lqbyv3HC+/j5sGqXeXvvPDxCR+vgMP9o/WsFkPIf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u+xxQAAANwAAAAPAAAAAAAAAAAAAAAAAJgCAABkcnMv&#10;ZG93bnJldi54bWxQSwUGAAAAAAQABAD1AAAAigMAAAAA&#10;" fillcolor="#4472ff" stroked="f"/>
                  <v:rect id="Rectangle 221" o:spid="_x0000_s1245" style="position:absolute;left:2552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vRu8EA&#10;AADcAAAADwAAAGRycy9kb3ducmV2LnhtbERPPW/CMBDdkfofrKvEBk4yIJRiUFWpLQMDJND5ZF+T&#10;tPE5ik0I/Ho8IDE+ve/VZrStGKj3jWMF6TwBQaydabhScCw/Z0sQPiAbbB2Tgit52KxfJivMjbvw&#10;gYYiVCKGsM9RQR1Cl0vpdU0W/dx1xJH7db3FEGFfSdPjJYbbVmZJspAWG44NNXb0UZP+L85WQbn/&#10;OhVD+Pn7tre01IfUD6h3Sk1fx/c3EIHG8BQ/3FujIMvi/HgmHgG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r0bvBAAAA3AAAAA8AAAAAAAAAAAAAAAAAmAIAAGRycy9kb3du&#10;cmV2LnhtbFBLBQYAAAAABAAEAPUAAACGAwAAAAA=&#10;" fillcolor="#4777ff" stroked="f"/>
                  <v:rect id="Rectangle 222" o:spid="_x0000_s1246" style="position:absolute;left:2580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mcMUA&#10;AADcAAAADwAAAGRycy9kb3ducmV2LnhtbESP3WrCQBSE7wXfYTlCb0Q35qJI6iqlYP+gYJM+wDF7&#10;TILZs2t2TeLbdwtCL4eZ+YbZ7EbTip4631hWsFomIIhLqxuuFPwU+8UahA/IGlvLpOBGHnbb6WSD&#10;mbYDf1Ofh0pECPsMFdQhuExKX9Zk0C+tI47eyXYGQ5RdJXWHQ4SbVqZJ8igNNhwXanT0UlN5zq9G&#10;QTEWb/3n7XXIP+YXZ7/s4eiuB6UeZuPzE4hAY/gP39vvWkGaru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GZwxQAAANwAAAAPAAAAAAAAAAAAAAAAAJgCAABkcnMv&#10;ZG93bnJldi54bWxQSwUGAAAAAAQABAD1AAAAigMAAAAA&#10;" fillcolor="#4a7cff" stroked="f"/>
                  <v:rect id="Rectangle 223" o:spid="_x0000_s1247" style="position:absolute;left:2608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BD6sYA&#10;AADcAAAADwAAAGRycy9kb3ducmV2LnhtbESPT0sDMRTE74LfITzBS7FZQym6bVoWRfCg9K/3181z&#10;d3XzsiRpd/vtTaHgcZiZ3zDz5WBbcSIfGscaHscZCOLSmYYrDfvd28MTiBCRDbaOScOZAiwXtzdz&#10;zI3reUOnbaxEgnDIUUMdY5dLGcqaLIax64iT9+28xZikr6Tx2Ce4baXKsqm02HBaqLGjl5rK3+3R&#10;aviYquJY/nw+79ariR19HfrXvS+0vr8bihmISEP8D1/b70aDUgo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BD6sYAAADcAAAADwAAAAAAAAAAAAAAAACYAgAAZHJz&#10;L2Rvd25yZXYueG1sUEsFBgAAAAAEAAQA9QAAAIsDAAAAAA==&#10;" fillcolor="#4e82ff" stroked="f"/>
                  <v:rect id="Rectangle 224" o:spid="_x0000_s1248" style="position:absolute;left:2636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2sQA&#10;AADcAAAADwAAAGRycy9kb3ducmV2LnhtbESPzWrDMBCE74W+g9hALiWR7BKTOlFCcQj0ZPL3AIu1&#10;tU2slbGUxHn7qlDocZiZb5j1drSduNPgW8cakrkCQVw503Kt4XLez5YgfEA22DkmDU/ysN28vqwx&#10;N+7BR7qfQi0ihH2OGpoQ+lxKXzVk0c9dTxy9bzdYDFEOtTQDPiLcdjJVKpMWW44LDfZUNFRdTzer&#10;4Vr0SVKOb6VSH1m12B2KMkufWk8n4+cKRKAx/If/2l9GQ5q+w+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DtrEAAAA3AAAAA8AAAAAAAAAAAAAAAAAmAIAAGRycy9k&#10;b3ducmV2LnhtbFBLBQYAAAAABAAEAPUAAACJAwAAAAA=&#10;" fillcolor="#5187ff" stroked="f"/>
                  <v:rect id="Rectangle 225" o:spid="_x0000_s1249" style="position:absolute;left:2664;top:8189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dc9MYA&#10;AADcAAAADwAAAGRycy9kb3ducmV2LnhtbESPW2vCQBSE3wv+h+UIvtWNaakSXUUEiVAoNC0U3w7Z&#10;kwtmz8bsNpd/3y0U+jjMzDfM7jCaRvTUudqygtUyAkGcW11zqeDz4/y4AeE8ssbGMimYyMFhP3vY&#10;YaLtwO/UZ74UAcIuQQWV920ipcsrMuiWtiUOXmE7gz7IrpS6wyHATSPjKHqRBmsOCxW2dKoov2Xf&#10;RkFx/jo+Xdfr1PbmTRb3tH4db5NSi/l43ILwNPr/8F/7ohXE8TP8nglHQO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dc9MYAAADcAAAADwAAAAAAAAAAAAAAAACYAgAAZHJz&#10;L2Rvd25yZXYueG1sUEsFBgAAAAAEAAQA9QAAAIsDAAAAAA==&#10;" fillcolor="#548cff" stroked="f"/>
                  <v:rect id="Rectangle 226" o:spid="_x0000_s1250" style="position:absolute;left:2693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/EiMYA&#10;AADcAAAADwAAAGRycy9kb3ducmV2LnhtbESPT2vCQBTE70K/w/KE3szGSItE19CWCl5KqTaH3h7Z&#10;ZxKafRuymz/203cFweMwM79httlkGjFQ52rLCpZRDIK4sLrmUsH3ab9Yg3AeWWNjmRRcyEG2e5ht&#10;MdV25C8ajr4UAcIuRQWV920qpSsqMugi2xIH72w7gz7IrpS6wzHATSOTOH6WBmsOCxW29FZR8Xvs&#10;jYLVD74nMh8+8kufv5b9n5Xu86DU43x62YDwNPl7+NY+aAVJ8gT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/EiMYAAADcAAAADwAAAAAAAAAAAAAAAACYAgAAZHJz&#10;L2Rvd25yZXYueG1sUEsFBgAAAAAEAAQA9QAAAIsDAAAAAA==&#10;" fillcolor="#5791ff" stroked="f"/>
                  <v:rect id="Rectangle 227" o:spid="_x0000_s1251" style="position:absolute;left:2721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rtcMA&#10;AADcAAAADwAAAGRycy9kb3ducmV2LnhtbESPX2vCMBTF34V9h3CFvchM7YNIZxQRhD7ppvb90ty1&#10;Zc1NlmTafvtlIPh4OH9+nPV2ML24kQ+dZQWLeQaCuLa640bB9XJ4W4EIEVljb5kUjBRgu3mZrLHQ&#10;9s6fdDvHRqQRDgUqaGN0hZShbslgmFtHnLwv6w3GJH0jtcd7Gje9zLNsKQ12nAgtOtq3VH+ff03i&#10;ulM17o8/H+OsrNz1mPXlyVdKvU6H3TuISEN8hh/tUivI8yX8n0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ortcMAAADcAAAADwAAAAAAAAAAAAAAAACYAgAAZHJzL2Rv&#10;d25yZXYueG1sUEsFBgAAAAAEAAQA9QAAAIgDAAAAAA==&#10;" fillcolor="#5a96ff" stroked="f"/>
                  <v:rect id="Rectangle 228" o:spid="_x0000_s1252" style="position:absolute;left:2749;top:8189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1fhscA&#10;AADcAAAADwAAAGRycy9kb3ducmV2LnhtbESPQWvCQBSE74L/YXlCb7ppDkZTVylCoUWraAv2+Mi+&#10;ZkOzb0N2NbG/vlsQPA4z8w2zWPW2FhdqfeVYweMkAUFcOF1xqeDz42U8A+EDssbaMSm4kofVcjhY&#10;YK5dxwe6HEMpIoR9jgpMCE0upS8MWfQT1xBH79u1FkOUbSl1i12E21qmSTKVFiuOCwYbWhsqfo5n&#10;q2Cbdb/lbFdvkt3evM+n69PXW3ZS6mHUPz+BCNSHe/jWftUK0jSD/zPx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dX4bHAAAA3AAAAA8AAAAAAAAAAAAAAAAAmAIAAGRy&#10;cy9kb3ducmV2LnhtbFBLBQYAAAAABAAEAPUAAACMAwAAAAA=&#10;" fillcolor="#5d9cff" stroked="f"/>
                  <v:rect id="Rectangle 229" o:spid="_x0000_s1253" style="position:absolute;left:2777;top:8189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VOicIA&#10;AADcAAAADwAAAGRycy9kb3ducmV2LnhtbERPz2vCMBS+D/Y/hDfwMjRdDyLVKMUhCB50dbDrs3m2&#10;1ealJNHW/94chB0/vt+L1WBacSfnG8sKviYJCOLS6oYrBb/HzXgGwgdkja1lUvAgD6vl+9sCM217&#10;/qF7ESoRQ9hnqKAOocuk9GVNBv3EdsSRO1tnMEToKqkd9jHctDJNkqk02HBsqLGjdU3ltbgZBRfX&#10;fa83n383vc8febk79bqYHZQafQz5HESgIfyLX+6tVpCm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U6JwgAAANwAAAAPAAAAAAAAAAAAAAAAAJgCAABkcnMvZG93&#10;bnJldi54bWxQSwUGAAAAAAQABAD1AAAAhwMAAAAA&#10;" fillcolor="#60a1ff" stroked="f"/>
                  <v:shape id="Freeform 230" o:spid="_x0000_s1254" style="position:absolute;left:2810;top:7818;width:28;height:2684;visibility:visible;mso-wrap-style:square;v-text-anchor:top" coordsize="28,2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3msUA&#10;AADcAAAADwAAAGRycy9kb3ducmV2LnhtbESPQWvCQBSE74X+h+UJvTUbUxSbukrVFoo3NS309si+&#10;JovZtzG7avz3XUHwOMzMN8x03ttGnKjzxrGCYZKCIC6dNlwpKHafzxMQPiBrbByTggt5mM8eH6aY&#10;a3fmDZ22oRIRwj5HBXUIbS6lL2uy6BPXEkfvz3UWQ5RdJXWH5wi3jczSdCwtGo4LNba0rKncb49W&#10;wc/vqv0YFgcjR6vFCx+/D8YXa6WeBv37G4hAfbiHb+0vrSDLXuF6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beaxQAAANwAAAAPAAAAAAAAAAAAAAAAAJgCAABkcnMv&#10;ZG93bnJldi54bWxQSwUGAAAAAAQABAD1AAAAigMAAAAA&#10;" path="m,879l,371r8,l8,,28,r,2684l8,2684,8,879r-8,xe" fillcolor="#63a6ff" stroked="f">
                    <v:path arrowok="t" o:connecttype="custom" o:connectlocs="0,879;0,371;8,371;8,0;28,0;28,2684;8,2684;8,879;0,879" o:connectangles="0,0,0,0,0,0,0,0,0"/>
                  </v:shape>
                  <v:rect id="Rectangle 231" o:spid="_x0000_s1255" style="position:absolute;left:2838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6s1cMA&#10;AADcAAAADwAAAGRycy9kb3ducmV2LnhtbERPTWvCQBC9F/oflil4q5tGEI2uUgul1kNB7aHHMTvN&#10;BrOzITtq6q93DwWPj/c9X/a+UWfqYh3YwMswA0VcBltzZeB7//48ARUF2WITmAz8UYTl4vFhjoUN&#10;F97SeSeVSiEcCzTgRNpC61g68hiHoSVO3G/oPEqCXaVth5cU7hudZ9lYe6w5NThs6c1RedydvAH7&#10;k39eN6uVO65PHw1NDlPZfokxg6f+dQZKqJe7+N+9tgbyUZqfzqQjo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6s1cMAAADcAAAADwAAAAAAAAAAAAAAAACYAgAAZHJzL2Rv&#10;d25yZXYueG1sUEsFBgAAAAAEAAQA9QAAAIgDAAAAAA==&#10;" fillcolor="#67abff" stroked="f"/>
                  <v:rect id="Rectangle 232" o:spid="_x0000_s1256" style="position:absolute;left:286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HYR8MA&#10;AADcAAAADwAAAGRycy9kb3ducmV2LnhtbESPT4vCMBTE74LfITxhb5r6B1mqqYhLweuqWPb2aJ5t&#10;sXkpTVbTb79ZEDwOM/MbZrsLphUP6l1jWcF8loAgLq1uuFJwOefTTxDOI2tsLZOCgRzssvFoi6m2&#10;T/6mx8lXIkLYpaig9r5LpXRlTQbdzHbE0bvZ3qCPsq+k7vEZ4aaViyRZS4MNx4UaOzrUVN5Pv0bB&#10;ldyhC19FsMtiP+RDcUxuPyulPiZhvwHhKfh3+NU+agWL5Rz+z8Qj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HYR8MAAADcAAAADwAAAAAAAAAAAAAAAACYAgAAZHJzL2Rv&#10;d25yZXYueG1sUEsFBgAAAAAEAAQA9QAAAIgDAAAAAA==&#10;" fillcolor="#6ab0ff" stroked="f"/>
                  <v:rect id="Rectangle 233" o:spid="_x0000_s1257" style="position:absolute;left:289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B5MQA&#10;AADcAAAADwAAAGRycy9kb3ducmV2LnhtbESPQWvCQBSE74L/YXmCt7ox1iLRVbQgFApKoyDeHtln&#10;Esy+TbNrjP++KxQ8DjPzDbNYdaYSLTWutKxgPIpAEGdWl5wrOB62bzMQziNrrCyTggc5WC37vQUm&#10;2t75h9rU5yJA2CWooPC+TqR0WUEG3cjWxMG72MagD7LJpW7wHuCmknEUfUiDJYeFAmv6LCi7pjej&#10;AMs03bSex9Hj97T/vqzPcvc+VWo46NZzEJ46/wr/t7+0gngSw/NMO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geTEAAAA3AAAAA8AAAAAAAAAAAAAAAAAmAIAAGRycy9k&#10;b3ducmV2LnhtbFBLBQYAAAAABAAEAPUAAACJAwAAAAA=&#10;" fillcolor="#6db6ff" stroked="f"/>
                  <v:rect id="Rectangle 234" o:spid="_x0000_s1258" style="position:absolute;left:2922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sIm8IA&#10;AADcAAAADwAAAGRycy9kb3ducmV2LnhtbESPQYvCMBSE7wv+h/AEL4umq1ikGkUWCqInq3h+NM+2&#10;2LzUJmr990YQPA4z8w2zWHWmFndqXWVZwd8oAkGcW11xoeB4SIczEM4ja6wtk4InOVgtez8LTLR9&#10;8J7umS9EgLBLUEHpfZNI6fKSDLqRbYiDd7atQR9kW0jd4iPATS3HURRLgxWHhRIb+i8pv2Q3oyDe&#10;p3GW5jtzIr1p1tPuai6/W6UG/W49B+Gp89/wp73RCsaTCbzPhCM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wibwgAAANwAAAAPAAAAAAAAAAAAAAAAAJgCAABkcnMvZG93&#10;bnJldi54bWxQSwUGAAAAAAQABAD1AAAAhwMAAAAA&#10;" fillcolor="#70bbff" stroked="f"/>
                  <v:rect id="Rectangle 235" o:spid="_x0000_s1259" style="position:absolute;left:2951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5iMYA&#10;AADcAAAADwAAAGRycy9kb3ducmV2LnhtbESPQWuDQBSE74X8h+UFcmtWTWiCdQ1pQcghF5P00NvD&#10;fVVb9624G7X/vlso9DjMzDdMdphNJ0YaXGtZQbyOQBBXVrdcK7hdi8c9COeRNXaWScE3OTjki4cM&#10;U20nLmm8+FoECLsUFTTe96mUrmrIoFvbnjh4H3Yw6IMcaqkHnALcdDKJoidpsOWw0GBPrw1VX5e7&#10;URDFeOy74uV9t3uby/h8rZJPu1dqtZyPzyA8zf4//Nc+aQXJZgu/Z8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Y5iMYAAADcAAAADwAAAAAAAAAAAAAAAACYAgAAZHJz&#10;L2Rvd25yZXYueG1sUEsFBgAAAAAEAAQA9QAAAIsDAAAAAA==&#10;" fillcolor="#73c0ff" stroked="f"/>
                  <v:rect id="Rectangle 236" o:spid="_x0000_s1260" style="position:absolute;left:297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91D8YA&#10;AADcAAAADwAAAGRycy9kb3ducmV2LnhtbESPzWoCMRSF94LvEK7QXc04otipUdS2YBdia13U3WVy&#10;nQxObqaTVKdvb4SCy8P5+TjTeWsrcabGl44VDPoJCOLc6ZILBfuvt8cJCB+QNVaOScEfeZjPup0p&#10;Ztpd+JPOu1CIOMI+QwUmhDqT0ueGLPq+q4mjd3SNxRBlU0jd4CWO20qmSTKWFkuOBIM1rQzlp92v&#10;jdzvw/Yn3yyWT+8vr+7DpCHdDzdKPfTaxTOIQG24h//ba60gHY7g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91D8YAAADcAAAADwAAAAAAAAAAAAAAAACYAgAAZHJz&#10;L2Rvd25yZXYueG1sUEsFBgAAAAAEAAQA9QAAAIsDAAAAAA==&#10;" fillcolor="#76c5ff" stroked="f"/>
                  <v:rect id="Rectangle 237" o:spid="_x0000_s1261" style="position:absolute;left:300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jEscA&#10;AADcAAAADwAAAGRycy9kb3ducmV2LnhtbESPW2vCQBSE3wv+h+UUfKubqohE11AvpaG0eKk/4JA9&#10;uWD2bMxuNfbXdwsFH4eZ+YaZJ52pxYVaV1lW8DyIQBBnVldcKDh+vT5NQTiPrLG2TApu5CBZ9B7m&#10;GGt75T1dDr4QAcIuRgWl900spctKMugGtiEOXm5bgz7ItpC6xWuAm1oOo2giDVYcFkpsaFVSdjp8&#10;GwVv+e5I6Tob0+dy26zT9P1n83FWqv/YvcxAeOr8PfzfTrWC4WgCf2fCE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aIxLHAAAA3AAAAA8AAAAAAAAAAAAAAAAAmAIAAGRy&#10;cy9kb3ducmV2LnhtbFBLBQYAAAAABAAEAPUAAACMAwAAAAA=&#10;" fillcolor="#79caff" stroked="f"/>
                  <v:rect id="Rectangle 238" o:spid="_x0000_s1262" style="position:absolute;left:303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h9jsYA&#10;AADcAAAADwAAAGRycy9kb3ducmV2LnhtbESPzWrDMBCE74W+g9hCb7WcnzbBtRzSlEB6SKCxH2Br&#10;bWwTa2Us1XHePgoUehxm5hsmXY2mFQP1rrGsYBLFIIhLqxuuFBT59mUJwnlkja1lUnAlB6vs8SHF&#10;RNsLf9Nw9JUIEHYJKqi97xIpXVmTQRfZjjh4J9sb9EH2ldQ9XgLctHIax2/SYMNhocaONjWV5+Ov&#10;UbD/ydfzw+bzdel58VUUbjjNPqRSz0/j+h2Ep9H/h//aO61gOlvA/U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h9jsYAAADcAAAADwAAAAAAAAAAAAAAAACYAgAAZHJz&#10;L2Rvd25yZXYueG1sUEsFBgAAAAAEAAQA9QAAAIsDAAAAAA==&#10;" fillcolor="#7cd0ff" stroked="f"/>
                  <v:rect id="Rectangle 239" o:spid="_x0000_s1263" style="position:absolute;left:3063;top:7818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1Z0MIA&#10;AADcAAAADwAAAGRycy9kb3ducmV2LnhtbERPz2vCMBS+C/4P4Qm7zdQKY1SjiCII7rDpph4fzbOt&#10;Ni8lSbX+9+Yw8Pjx/Z7OO1OLGzlfWVYwGiYgiHOrKy4U/O7X758gfEDWWFsmBQ/yMJ/1e1PMtL3z&#10;D912oRAxhH2GCsoQmkxKn5dk0A9tQxy5s3UGQ4SukNrhPYabWqZJ8iENVhwbSmxoWVJ+3bVGweHy&#10;5dttaK3bnP7Gx8P3Km2XF6XeBt1iAiJQF17if/dGK0jHcW08E4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VnQwgAAANwAAAAPAAAAAAAAAAAAAAAAAJgCAABkcnMvZG93&#10;bnJldi54bWxQSwUGAAAAAAQABAD1AAAAhwMAAAAA&#10;" fillcolor="#80d5ff" stroked="f"/>
                  <v:rect id="Rectangle 240" o:spid="_x0000_s1264" style="position:absolute;left:3096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XaLcUA&#10;AADcAAAADwAAAGRycy9kb3ducmV2LnhtbESPS4vCQBCE78L+h6EXvOlEBXGjoyyCqBfxsYvsrcm0&#10;SdhMT8iMefx7RxA8FlX1FbVYtaYQNVUut6xgNIxAECdW55wq+LlsBjMQziNrLCyTgo4crJYfvQXG&#10;2jZ8ovrsUxEg7GJUkHlfxlK6JCODbmhL4uDdbGXQB1mlUlfYBLgp5DiKptJgzmEhw5LWGSX/57tR&#10;sI+uk+3xd1Y33eGgr3/HUX7qNkr1P9vvOQhPrX+HX+2dVjCefMHzTDg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dotxQAAANwAAAAPAAAAAAAAAAAAAAAAAJgCAABkcnMv&#10;ZG93bnJldi54bWxQSwUGAAAAAAQABAD1AAAAigMAAAAA&#10;" fillcolor="#83daff" stroked="f"/>
                  <v:rect id="Rectangle 241" o:spid="_x0000_s1265" style="position:absolute;left:3124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wccUA&#10;AADcAAAADwAAAGRycy9kb3ducmV2LnhtbERPy2rCQBTdF/oPwy24q5NqkZhmFAkIYjettaK728zN&#10;g2buhMwYU7++sxBcHs47XQ6mET11rras4GUcgSDOra65VLD/Wj/HIJxH1thYJgV/5GC5eHxIMdH2&#10;wp/U73wpQgi7BBVU3reJlC6vyKAb25Y4cIXtDPoAu1LqDi8h3DRyEkUzabDm0FBhS1lF+e/ubBRM&#10;59nhuu1/Pq6n7/dZVuzX8TFulBo9Das3EJ4Gfxff3ButYPIa5ocz4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DTBxxQAAANwAAAAPAAAAAAAAAAAAAAAAAJgCAABkcnMv&#10;ZG93bnJldi54bWxQSwUGAAAAAAQABAD1AAAAigMAAAAA&#10;" fillcolor="#86dfff" stroked="f"/>
                  <v:rect id="Rectangle 242" o:spid="_x0000_s1266" style="position:absolute;left:3152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TK3MIA&#10;AADcAAAADwAAAGRycy9kb3ducmV2LnhtbESPQWvCQBSE74X+h+UVvNWNEmqJriIlhV7V4Pk1+8yu&#10;Zt+G7DaJ/94tFHocZuYbZrObXCsG6oP1rGAxz0AQ115bbhRUp8/XdxAhImtsPZOCOwXYbZ+fNlho&#10;P/KBhmNsRIJwKFCBibErpAy1IYdh7jvi5F187zAm2TdS9zgmuGvlMsvepEPLacFgRx+G6tvxxykY&#10;c7PaV+Hbj77s8HpalXY4V0rNXqb9GkSkKf6H/9pfWsEyX8DvmXQE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1MrcwgAAANwAAAAPAAAAAAAAAAAAAAAAAJgCAABkcnMvZG93&#10;bnJldi54bWxQSwUGAAAAAAQABAD1AAAAhwMAAAAA&#10;" fillcolor="#89e4ff" stroked="f"/>
                  <v:rect id="Rectangle 243" o:spid="_x0000_s1267" style="position:absolute;left:3180;top:7818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lyhsMA&#10;AADcAAAADwAAAGRycy9kb3ducmV2LnhtbESP0WrCQBRE34X+w3ILvtVNgxYbXaW0VfRJGv2AS/aa&#10;RLN3w+7WxL93BcHHYWbOMPNlbxpxIedrywreRwkI4sLqmksFh/3qbQrCB2SNjWVScCUPy8XLYI6Z&#10;th3/0SUPpYgQ9hkqqEJoMyl9UZFBP7ItcfSO1hkMUbpSaoddhJtGpknyIQ3WHBcqbOm7ouKc/xsF&#10;J9zUk9/9sfuZunSXN+vW8edWqeFr/zUDEagPz/CjvdEK0nEK9zPxCM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lyhsMAAADcAAAADwAAAAAAAAAAAAAAAACYAgAAZHJzL2Rv&#10;d25yZXYueG1sUEsFBgAAAAAEAAQA9QAAAIgDAAAAAA==&#10;" fillcolor="#8ceaff" stroked="f"/>
                  <v:rect id="Rectangle 244" o:spid="_x0000_s1268" style="position:absolute;left:3209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Ch8MA&#10;AADcAAAADwAAAGRycy9kb3ducmV2LnhtbESP3WoCMRSE7wu+QzhC72pWa21ZjSJCqV4Vfx7gdHO6&#10;WdycLJsYd9/eCIKXw8x8wyxWna1FpNZXjhWMRxkI4sLpiksFp+P32xcIH5A11o5JQU8eVsvBywJz&#10;7a68p3gIpUgQ9jkqMCE0uZS+MGTRj1xDnLx/11oMSbal1C1eE9zWcpJlM2mx4rRgsKGNoeJ8uFgF&#10;hf6YNfHnT/5+dtOsjybu+loq9Trs1nMQgbrwDD/aW61gMn2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1Ch8MAAADcAAAADwAAAAAAAAAAAAAAAACYAgAAZHJzL2Rv&#10;d25yZXYueG1sUEsFBgAAAAAEAAQA9QAAAIgDAAAAAA==&#10;" fillcolor="#8fefff" stroked="f"/>
                  <v:rect id="Rectangle 245" o:spid="_x0000_s1269" style="position:absolute;left:3237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odMYA&#10;AADcAAAADwAAAGRycy9kb3ducmV2LnhtbESPQWvCQBSE74L/YXlCL6VuDCJt6iqiFgriwbT0/Jp9&#10;zYZm34bsNon+elcoeBxm5htmuR5sLTpqfeVYwWyagCAunK64VPD58fb0DMIHZI21Y1JwJg/r1Xi0&#10;xEy7nk/U5aEUEcI+QwUmhCaT0heGLPqpa4ij9+NaiyHKtpS6xT7CbS3TJFlIixXHBYMNbQ0Vv/mf&#10;VfB9yQ/9fnfeX4ruhY+PqUm+Dkaph8mweQURaAj38H/7XStI53O4nYlH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odMYAAADcAAAADwAAAAAAAAAAAAAAAACYAgAAZHJz&#10;L2Rvd25yZXYueG1sUEsFBgAAAAAEAAQA9QAAAIsDAAAAAA==&#10;" fillcolor="#92f4ff" stroked="f"/>
                  <v:rect id="Rectangle 246" o:spid="_x0000_s1270" style="position:absolute;left:3265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TC+MUA&#10;AADcAAAADwAAAGRycy9kb3ducmV2LnhtbESPQWvCQBSE7wX/w/KE3uqmYiVGVxFBsBQCsTno7ZF9&#10;JrHZtyG76vbfdwuFHoeZ+YZZbYLpxJ0G11pW8DpJQBBXVrdcKyg/9y8pCOeRNXaWScE3OdisR08r&#10;zLR9cEH3o69FhLDLUEHjfZ9J6aqGDLqJ7Ymjd7GDQR/lUEs94CPCTSenSTKXBluOCw32tGuo+jre&#10;jIJQlPlHSHt6D/mivObndF6cUqWex2G7BOEp+P/wX/ugFUxnb/B7Jh4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ML4xQAAANwAAAAPAAAAAAAAAAAAAAAAAJgCAABkcnMv&#10;ZG93bnJldi54bWxQSwUGAAAAAAQABAD1AAAAigMAAAAA&#10;" fillcolor="#95f9ff" stroked="f"/>
                  <v:rect id="Rectangle 247" o:spid="_x0000_s1271" style="position:absolute;left:3293;top:7818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/QcYA&#10;AADcAAAADwAAAGRycy9kb3ducmV2LnhtbESPT2vCQBTE70K/w/IK3uqmQWxJ3Yi0CB70YLTg8TX7&#10;zB+zb9PsGuO3dwsFj8PM/IaZLwbTiJ46V1lW8DqJQBDnVldcKDjsVy/vIJxH1thYJgU3crBIn0Zz&#10;TLS98o76zBciQNglqKD0vk2kdHlJBt3EtsTBO9nOoA+yK6Tu8BrgppFxFM2kwYrDQoktfZaUn7OL&#10;UWBMtvzO669jvf7d9jt/fKN486PU+HlYfoDwNPhH+L+91gri6Qz+zoQjI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b/QcYAAADcAAAADwAAAAAAAAAAAAAAAACYAgAAZHJz&#10;L2Rvd25yZXYueG1sUEsFBgAAAAAEAAQA9QAAAIsDAAAAAA==&#10;" fillcolor="#9ff" stroked="f"/>
                </v:group>
                <v:rect id="Rectangle 248" o:spid="_x0000_s1272" style="position:absolute;left:2840;top:1704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Tb2sUA&#10;AADcAAAADwAAAGRycy9kb3ducmV2LnhtbESPQWvCQBSE7wX/w/IKXopuFKkluooIYiiCGKvnR/aZ&#10;hGbfxuw2if/eLRR6HGbmG2a57k0lWmpcaVnBZByBIM6sLjlX8HXejT5AOI+ssbJMCh7kYL0avCwx&#10;1rbjE7Wpz0WAsItRQeF9HUvpsoIMurGtiYN3s41BH2STS91gF+CmktMoepcGSw4LBda0LSj7Tn+M&#10;gi47ttfzYS+Pb9fE8j25b9PLp1LD136zAOGp9//hv3aiFUxnc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1NvaxQAAANwAAAAPAAAAAAAAAAAAAAAAAJgCAABkcnMv&#10;ZG93bnJldi54bWxQSwUGAAAAAAQABAD1AAAAigMAAAAA&#10;" filled="f" stroked="f">
                  <o:lock v:ext="edit" aspectratio="t"/>
                </v:rect>
              </v:group>
            </w:pict>
          </mc:Fallback>
        </mc:AlternateContent>
      </w: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rPr>
          <w:bCs/>
          <w:smallCaps/>
          <w:sz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B51BB">
        <w:rPr>
          <w:bCs/>
          <w:smallCaps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B51BB">
        <w:rPr>
          <w:bCs/>
          <w:smallCaps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rPr>
          <w:bCs/>
          <w:smallCaps/>
          <w:sz w:val="28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0662C" w:rsidRPr="002B51BB" w:rsidRDefault="0030662C" w:rsidP="0030662C">
      <w:pPr>
        <w:pStyle w:val="Heading2"/>
        <w:pBdr>
          <w:bottom w:val="single" w:sz="6" w:space="4" w:color="auto"/>
        </w:pBdr>
        <w:tabs>
          <w:tab w:val="left" w:pos="735"/>
          <w:tab w:val="center" w:pos="4677"/>
        </w:tabs>
        <w:ind w:left="0" w:firstLine="0"/>
        <w:jc w:val="center"/>
        <w:rPr>
          <w:rFonts w:ascii="Times New Roman Bold" w:hAnsi="Times New Roman Bold" w:hint="eastAsia"/>
          <w:bCs/>
          <w:smallCaps/>
          <w:spacing w:val="60"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B51BB">
        <w:rPr>
          <w:rFonts w:ascii="Times New Roman Bold" w:hAnsi="Times New Roman Bold"/>
          <w:bCs/>
          <w:smallCaps/>
          <w:spacing w:val="60"/>
          <w:sz w:val="28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НАЦИОНАЛНА ЗДРАВНООСИГУРИТЕЛНА КАСА</w:t>
      </w:r>
    </w:p>
    <w:p w:rsidR="0030662C" w:rsidRPr="002B51BB" w:rsidRDefault="0030662C" w:rsidP="005101AA">
      <w:pPr>
        <w:pStyle w:val="Heading5"/>
        <w:pBdr>
          <w:top w:val="single" w:sz="4" w:space="1" w:color="auto"/>
        </w:pBdr>
        <w:tabs>
          <w:tab w:val="center" w:pos="4678"/>
          <w:tab w:val="right" w:pos="9356"/>
        </w:tabs>
        <w:spacing w:before="0" w:after="0"/>
        <w:rPr>
          <w:sz w:val="18"/>
        </w:rPr>
      </w:pPr>
      <w:r w:rsidRPr="002B51BB">
        <w:rPr>
          <w:sz w:val="18"/>
          <w:lang w:val="ru-RU"/>
        </w:rPr>
        <w:tab/>
      </w:r>
      <w:hyperlink r:id="rId9" w:history="1">
        <w:r w:rsidRPr="002B51BB">
          <w:rPr>
            <w:rStyle w:val="Hyperlink"/>
            <w:color w:val="auto"/>
            <w:sz w:val="18"/>
          </w:rPr>
          <w:t>www.nhif.bg</w:t>
        </w:r>
      </w:hyperlink>
      <w:r w:rsidRPr="002B51BB">
        <w:rPr>
          <w:sz w:val="18"/>
        </w:rPr>
        <w:t xml:space="preserve"> </w:t>
      </w:r>
      <w:r w:rsidRPr="002B51BB">
        <w:rPr>
          <w:sz w:val="18"/>
          <w:lang w:val="ru-RU"/>
        </w:rPr>
        <w:tab/>
      </w:r>
      <w:r w:rsidRPr="002B51BB">
        <w:rPr>
          <w:sz w:val="18"/>
        </w:rPr>
        <w:t xml:space="preserve"> </w:t>
      </w:r>
    </w:p>
    <w:p w:rsidR="0030662C" w:rsidRPr="002B51BB" w:rsidRDefault="0030662C" w:rsidP="0030662C">
      <w:pPr>
        <w:pStyle w:val="Header"/>
      </w:pPr>
    </w:p>
    <w:p w:rsidR="00110616" w:rsidRPr="002B51BB" w:rsidRDefault="00110616" w:rsidP="00110616">
      <w:pPr>
        <w:tabs>
          <w:tab w:val="left" w:pos="4395"/>
        </w:tabs>
        <w:spacing w:line="360" w:lineRule="auto"/>
        <w:ind w:firstLine="1260"/>
        <w:rPr>
          <w:b/>
          <w:sz w:val="28"/>
          <w:szCs w:val="28"/>
        </w:rPr>
      </w:pPr>
    </w:p>
    <w:p w:rsidR="007F0C86" w:rsidRPr="002B51BB" w:rsidRDefault="007F0C86" w:rsidP="00110616">
      <w:pPr>
        <w:spacing w:line="360" w:lineRule="auto"/>
        <w:jc w:val="center"/>
        <w:rPr>
          <w:b/>
          <w:sz w:val="48"/>
          <w:szCs w:val="48"/>
        </w:rPr>
      </w:pPr>
    </w:p>
    <w:p w:rsidR="003D33A5" w:rsidRPr="002B51BB" w:rsidRDefault="003D33A5" w:rsidP="00110616">
      <w:pPr>
        <w:spacing w:line="360" w:lineRule="auto"/>
        <w:jc w:val="center"/>
        <w:rPr>
          <w:b/>
          <w:sz w:val="48"/>
          <w:szCs w:val="48"/>
        </w:rPr>
      </w:pPr>
    </w:p>
    <w:p w:rsidR="00110616" w:rsidRPr="002B51BB" w:rsidRDefault="00110616" w:rsidP="00110616">
      <w:pPr>
        <w:spacing w:line="360" w:lineRule="auto"/>
        <w:jc w:val="center"/>
        <w:rPr>
          <w:b/>
          <w:sz w:val="48"/>
          <w:szCs w:val="48"/>
        </w:rPr>
      </w:pPr>
      <w:r w:rsidRPr="002B51BB">
        <w:rPr>
          <w:b/>
          <w:sz w:val="48"/>
          <w:szCs w:val="48"/>
        </w:rPr>
        <w:t xml:space="preserve">ПРАВИЛА </w:t>
      </w:r>
    </w:p>
    <w:p w:rsidR="00110616" w:rsidRPr="002B51BB" w:rsidRDefault="000555D8" w:rsidP="000555D8">
      <w:pPr>
        <w:tabs>
          <w:tab w:val="center" w:pos="4677"/>
          <w:tab w:val="left" w:pos="7545"/>
        </w:tabs>
        <w:spacing w:line="360" w:lineRule="auto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ab/>
      </w:r>
      <w:r w:rsidR="00110616" w:rsidRPr="002B51BB">
        <w:rPr>
          <w:b/>
          <w:sz w:val="36"/>
          <w:szCs w:val="36"/>
        </w:rPr>
        <w:t xml:space="preserve">ЗА </w:t>
      </w:r>
      <w:r w:rsidRPr="002B51BB">
        <w:rPr>
          <w:b/>
          <w:sz w:val="36"/>
          <w:szCs w:val="36"/>
        </w:rPr>
        <w:tab/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УСЛОВИЯТА И РЕДА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ПРИЛАГАНЕ НА ЧЛ. 4, АЛ. 1</w:t>
      </w:r>
      <w:r w:rsidR="0030662C" w:rsidRPr="002B51BB">
        <w:rPr>
          <w:b/>
          <w:sz w:val="36"/>
          <w:szCs w:val="36"/>
        </w:rPr>
        <w:t>,</w:t>
      </w:r>
      <w:r w:rsidRPr="002B51BB">
        <w:rPr>
          <w:b/>
          <w:sz w:val="36"/>
          <w:szCs w:val="36"/>
        </w:rPr>
        <w:t xml:space="preserve"> </w:t>
      </w:r>
      <w:r w:rsidR="0030662C" w:rsidRPr="002B51BB">
        <w:rPr>
          <w:b/>
          <w:sz w:val="36"/>
          <w:szCs w:val="36"/>
        </w:rPr>
        <w:t xml:space="preserve">АЛ. 2 </w:t>
      </w:r>
      <w:r w:rsidRPr="002B51BB">
        <w:rPr>
          <w:b/>
          <w:sz w:val="36"/>
          <w:szCs w:val="36"/>
        </w:rPr>
        <w:t xml:space="preserve">и АЛ. </w:t>
      </w:r>
      <w:r w:rsidR="0030662C" w:rsidRPr="002B51BB">
        <w:rPr>
          <w:b/>
          <w:sz w:val="36"/>
          <w:szCs w:val="36"/>
        </w:rPr>
        <w:t>3</w:t>
      </w:r>
      <w:r w:rsidRPr="002B51BB">
        <w:rPr>
          <w:b/>
          <w:sz w:val="36"/>
          <w:szCs w:val="36"/>
        </w:rPr>
        <w:t xml:space="preserve">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ОТ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ЗАКОНА ЗА БЮДЖЕТА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НА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НАЦИОНАЛНАТА ЗДРАВНООСИГУРИТЕЛНА КАСА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 xml:space="preserve">ЗА </w:t>
      </w:r>
    </w:p>
    <w:p w:rsidR="00110616" w:rsidRPr="002B51BB" w:rsidRDefault="00110616" w:rsidP="00110616">
      <w:pPr>
        <w:spacing w:line="360" w:lineRule="auto"/>
        <w:jc w:val="center"/>
        <w:rPr>
          <w:b/>
          <w:sz w:val="36"/>
          <w:szCs w:val="36"/>
        </w:rPr>
      </w:pPr>
      <w:r w:rsidRPr="002B51BB">
        <w:rPr>
          <w:b/>
          <w:sz w:val="36"/>
          <w:szCs w:val="36"/>
        </w:rPr>
        <w:t>20</w:t>
      </w:r>
      <w:r w:rsidR="00745351" w:rsidRPr="00E74991">
        <w:rPr>
          <w:b/>
          <w:sz w:val="36"/>
          <w:szCs w:val="36"/>
        </w:rPr>
        <w:t>20</w:t>
      </w:r>
      <w:r w:rsidRPr="002B51BB">
        <w:rPr>
          <w:b/>
          <w:sz w:val="36"/>
          <w:szCs w:val="36"/>
        </w:rPr>
        <w:t xml:space="preserve"> г. </w:t>
      </w:r>
    </w:p>
    <w:p w:rsidR="00110616" w:rsidRPr="002B51BB" w:rsidRDefault="00110616" w:rsidP="00110616">
      <w:pPr>
        <w:spacing w:line="360" w:lineRule="auto"/>
        <w:jc w:val="center"/>
        <w:rPr>
          <w:sz w:val="24"/>
          <w:szCs w:val="24"/>
        </w:rPr>
      </w:pPr>
    </w:p>
    <w:p w:rsidR="00110616" w:rsidRPr="002B51BB" w:rsidRDefault="00110616" w:rsidP="00110616">
      <w:pPr>
        <w:spacing w:line="360" w:lineRule="auto"/>
        <w:jc w:val="center"/>
        <w:rPr>
          <w:sz w:val="24"/>
          <w:szCs w:val="24"/>
        </w:rPr>
      </w:pPr>
    </w:p>
    <w:p w:rsidR="00110616" w:rsidRPr="002B51BB" w:rsidRDefault="002309E9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 </w:t>
      </w:r>
      <w:r w:rsidR="00DD4F51" w:rsidRPr="002B51BB">
        <w:rPr>
          <w:b/>
          <w:sz w:val="24"/>
          <w:szCs w:val="24"/>
        </w:rPr>
        <w:t xml:space="preserve"> </w:t>
      </w:r>
      <w:r w:rsidR="00110616" w:rsidRPr="002B51BB">
        <w:rPr>
          <w:sz w:val="24"/>
          <w:szCs w:val="24"/>
        </w:rPr>
        <w:br w:type="page"/>
      </w:r>
      <w:r w:rsidR="00110616" w:rsidRPr="002B51BB">
        <w:rPr>
          <w:b/>
          <w:sz w:val="24"/>
          <w:szCs w:val="24"/>
        </w:rPr>
        <w:lastRenderedPageBreak/>
        <w:t>ГЛАВА І</w:t>
      </w: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ОБЩИ ПОЛОЖЕНИЯ</w:t>
      </w:r>
    </w:p>
    <w:p w:rsidR="00462826" w:rsidRPr="002B51BB" w:rsidRDefault="00462826" w:rsidP="007D310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1.</w:t>
      </w:r>
      <w:r w:rsidRPr="002B51BB">
        <w:rPr>
          <w:sz w:val="24"/>
          <w:szCs w:val="24"/>
        </w:rPr>
        <w:t> (1)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С настоящите правила се регламентира: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1.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</w:t>
      </w:r>
      <w:r w:rsidR="002445F4" w:rsidRPr="002B51BB">
        <w:rPr>
          <w:sz w:val="24"/>
          <w:szCs w:val="24"/>
        </w:rPr>
        <w:t>утвърждаване</w:t>
      </w:r>
      <w:r w:rsidRPr="002B51BB">
        <w:rPr>
          <w:sz w:val="24"/>
          <w:szCs w:val="24"/>
        </w:rPr>
        <w:t xml:space="preserve"> на: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а)</w:t>
      </w:r>
      <w:r w:rsidR="00C57DAB" w:rsidRPr="002B51BB">
        <w:rPr>
          <w:sz w:val="24"/>
          <w:szCs w:val="24"/>
        </w:rPr>
        <w:t> </w:t>
      </w:r>
      <w:r w:rsidR="00D24814" w:rsidRPr="002B51BB">
        <w:rPr>
          <w:sz w:val="24"/>
          <w:szCs w:val="24"/>
        </w:rPr>
        <w:t xml:space="preserve">годишна </w:t>
      </w:r>
      <w:r w:rsidRPr="002B51BB">
        <w:rPr>
          <w:sz w:val="24"/>
          <w:szCs w:val="24"/>
        </w:rPr>
        <w:t>обща стойност на разходите по чл.1, ал.2,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</w:t>
      </w:r>
      <w:r w:rsidR="00E31CA0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 xml:space="preserve">. (здравноосигурителни плащания за </w:t>
      </w:r>
      <w:r w:rsidR="00F97646" w:rsidRPr="00F97646">
        <w:rPr>
          <w:sz w:val="24"/>
          <w:szCs w:val="24"/>
        </w:rPr>
        <w:t xml:space="preserve">лекарствени продукти за лечение на злокачествени заболявания и лекарствени продукти при </w:t>
      </w:r>
      <w:proofErr w:type="spellStart"/>
      <w:r w:rsidR="00F97646" w:rsidRPr="00F97646">
        <w:rPr>
          <w:sz w:val="24"/>
          <w:szCs w:val="24"/>
        </w:rPr>
        <w:t>животозастрашаващи</w:t>
      </w:r>
      <w:proofErr w:type="spellEnd"/>
      <w:r w:rsidR="00F97646" w:rsidRPr="00F97646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F97646" w:rsidRPr="00F97646">
        <w:rPr>
          <w:sz w:val="24"/>
          <w:szCs w:val="24"/>
        </w:rPr>
        <w:t>коагулопатии</w:t>
      </w:r>
      <w:proofErr w:type="spellEnd"/>
      <w:r w:rsidR="00F97646" w:rsidRPr="00F97646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медицински услуги</w:t>
      </w:r>
      <w:r w:rsidRPr="002B51BB">
        <w:rPr>
          <w:sz w:val="24"/>
          <w:szCs w:val="24"/>
        </w:rPr>
        <w:t>),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(здравноосигурителни плащания за медицински изделия, прилагани в болничната медицинска помощ) и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.3.7. (здравноосигурителни плащания за болнична медицинска помощ) от Закона за бюджета на Националната здравноосигурителна каса (ЗБНЗОК) за 20</w:t>
      </w:r>
      <w:r w:rsidR="00F97646" w:rsidRPr="00F97646">
        <w:rPr>
          <w:sz w:val="24"/>
          <w:szCs w:val="24"/>
        </w:rPr>
        <w:t>20</w:t>
      </w:r>
      <w:r w:rsidRPr="002B51BB">
        <w:rPr>
          <w:sz w:val="24"/>
          <w:szCs w:val="24"/>
        </w:rPr>
        <w:t xml:space="preserve"> г. за всяка районна здравноосигурителна каса (РЗОК)</w:t>
      </w:r>
      <w:r w:rsidR="00C1626F" w:rsidRPr="002B51BB">
        <w:rPr>
          <w:sz w:val="24"/>
          <w:szCs w:val="24"/>
        </w:rPr>
        <w:t>, разпределена по месеци</w:t>
      </w:r>
      <w:r w:rsidRPr="002B51BB">
        <w:rPr>
          <w:sz w:val="24"/>
          <w:szCs w:val="24"/>
        </w:rPr>
        <w:t>;</w:t>
      </w:r>
    </w:p>
    <w:p w:rsidR="00110616" w:rsidRPr="002B51BB" w:rsidRDefault="000C3C80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б</w:t>
      </w:r>
      <w:r w:rsidR="00110616" w:rsidRPr="002B51BB">
        <w:rPr>
          <w:sz w:val="24"/>
          <w:szCs w:val="24"/>
        </w:rPr>
        <w:t>)</w:t>
      </w:r>
      <w:r w:rsidR="00C57DAB" w:rsidRPr="002B51BB">
        <w:rPr>
          <w:sz w:val="24"/>
          <w:szCs w:val="24"/>
        </w:rPr>
        <w:t> </w:t>
      </w:r>
      <w:r w:rsidR="00110616" w:rsidRPr="002B51BB">
        <w:rPr>
          <w:sz w:val="24"/>
          <w:szCs w:val="24"/>
        </w:rPr>
        <w:t>стойности</w:t>
      </w:r>
      <w:r w:rsidR="00C1626F" w:rsidRPr="002B51BB">
        <w:rPr>
          <w:sz w:val="24"/>
          <w:szCs w:val="24"/>
        </w:rPr>
        <w:t>те</w:t>
      </w:r>
      <w:r w:rsidR="00110616" w:rsidRPr="002B51BB">
        <w:rPr>
          <w:sz w:val="24"/>
          <w:szCs w:val="24"/>
        </w:rPr>
        <w:t xml:space="preserve"> </w:t>
      </w:r>
      <w:r w:rsidR="00D24814" w:rsidRPr="002B51BB">
        <w:rPr>
          <w:sz w:val="24"/>
          <w:szCs w:val="24"/>
        </w:rPr>
        <w:t xml:space="preserve">на разходите </w:t>
      </w:r>
      <w:r w:rsidR="00110616" w:rsidRPr="002B51BB">
        <w:rPr>
          <w:sz w:val="24"/>
          <w:szCs w:val="24"/>
        </w:rPr>
        <w:t>по буква "а"</w:t>
      </w:r>
      <w:r w:rsidR="00C1626F" w:rsidRPr="002B51BB">
        <w:rPr>
          <w:sz w:val="24"/>
          <w:szCs w:val="24"/>
        </w:rPr>
        <w:t xml:space="preserve"> по изпълнители на болнична медицинска помощ (БМП), разпределена по месеци</w:t>
      </w:r>
      <w:r w:rsidR="00110616" w:rsidRPr="002B51BB">
        <w:rPr>
          <w:sz w:val="24"/>
          <w:szCs w:val="24"/>
        </w:rPr>
        <w:t>;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закупуване от изпълнителите на БМП </w:t>
      </w:r>
      <w:r w:rsidR="000C3C80" w:rsidRPr="002B51BB">
        <w:rPr>
          <w:sz w:val="24"/>
          <w:szCs w:val="24"/>
        </w:rPr>
        <w:t xml:space="preserve">на обем </w:t>
      </w:r>
      <w:r w:rsidRPr="002B51BB">
        <w:rPr>
          <w:sz w:val="24"/>
          <w:szCs w:val="24"/>
        </w:rPr>
        <w:t xml:space="preserve">здравни дейности от пакета по чл.2, ал.1 от </w:t>
      </w:r>
      <w:r w:rsidR="00F97646">
        <w:rPr>
          <w:sz w:val="24"/>
          <w:szCs w:val="24"/>
        </w:rPr>
        <w:t>Закона за здравното осигуряване (</w:t>
      </w:r>
      <w:r w:rsidRPr="002B51BB">
        <w:rPr>
          <w:sz w:val="24"/>
          <w:szCs w:val="24"/>
        </w:rPr>
        <w:t>ЗЗО</w:t>
      </w:r>
      <w:r w:rsidR="00F97646">
        <w:rPr>
          <w:sz w:val="24"/>
          <w:szCs w:val="24"/>
        </w:rPr>
        <w:t>)</w:t>
      </w:r>
      <w:r w:rsidRPr="002B51BB">
        <w:rPr>
          <w:sz w:val="24"/>
          <w:szCs w:val="24"/>
        </w:rPr>
        <w:t xml:space="preserve"> в рамките на стойностите по т.1.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3.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условията и реда за осъществяване на </w:t>
      </w:r>
      <w:r w:rsidR="000C3C80" w:rsidRPr="002B51BB">
        <w:rPr>
          <w:sz w:val="24"/>
          <w:szCs w:val="24"/>
        </w:rPr>
        <w:t xml:space="preserve">наблюдение, </w:t>
      </w:r>
      <w:r w:rsidRPr="002B51BB">
        <w:rPr>
          <w:sz w:val="24"/>
          <w:szCs w:val="24"/>
        </w:rPr>
        <w:t>анализ</w:t>
      </w:r>
      <w:r w:rsidR="000C3C80" w:rsidRPr="002B51BB">
        <w:rPr>
          <w:sz w:val="24"/>
          <w:szCs w:val="24"/>
        </w:rPr>
        <w:t>,</w:t>
      </w:r>
      <w:r w:rsidRPr="002B51BB">
        <w:rPr>
          <w:sz w:val="24"/>
          <w:szCs w:val="24"/>
        </w:rPr>
        <w:t xml:space="preserve"> контрол </w:t>
      </w:r>
      <w:r w:rsidR="000C3C80" w:rsidRPr="002B51BB">
        <w:rPr>
          <w:sz w:val="24"/>
          <w:szCs w:val="24"/>
        </w:rPr>
        <w:t xml:space="preserve">и коригиране </w:t>
      </w:r>
      <w:r w:rsidRPr="002B51BB">
        <w:rPr>
          <w:sz w:val="24"/>
          <w:szCs w:val="24"/>
        </w:rPr>
        <w:t>на определените по т.1 годишни и месечни стойности, както и изпълнението на т.2.</w:t>
      </w:r>
    </w:p>
    <w:p w:rsidR="00110616" w:rsidRPr="002B51BB" w:rsidRDefault="00110616" w:rsidP="007D310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(2)</w:t>
      </w:r>
      <w:r w:rsidR="00C57DAB" w:rsidRPr="002B51BB">
        <w:rPr>
          <w:sz w:val="24"/>
          <w:szCs w:val="24"/>
        </w:rPr>
        <w:t> </w:t>
      </w:r>
      <w:r w:rsidR="002445F4" w:rsidRPr="002B51BB">
        <w:rPr>
          <w:sz w:val="24"/>
          <w:szCs w:val="24"/>
        </w:rPr>
        <w:t>Утвърждаването</w:t>
      </w:r>
      <w:r w:rsidRPr="002B51BB">
        <w:rPr>
          <w:sz w:val="24"/>
          <w:szCs w:val="24"/>
        </w:rPr>
        <w:t xml:space="preserve"> на стойностите по ал. 1 се извършва в рамките на стойностите по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</w:t>
      </w:r>
      <w:r w:rsidR="00F70BA2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>,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и ред</w:t>
      </w:r>
      <w:r w:rsidR="00C57DAB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.3.7 от ЗБНЗОК за 20</w:t>
      </w:r>
      <w:r w:rsidR="00F97646" w:rsidRPr="00F97646">
        <w:rPr>
          <w:sz w:val="24"/>
          <w:szCs w:val="24"/>
        </w:rPr>
        <w:t>20</w:t>
      </w:r>
      <w:r w:rsidRPr="002B51BB">
        <w:rPr>
          <w:sz w:val="24"/>
          <w:szCs w:val="24"/>
        </w:rPr>
        <w:t xml:space="preserve"> г.</w:t>
      </w:r>
      <w:r w:rsidR="00CF7ABE" w:rsidRPr="002B51BB">
        <w:rPr>
          <w:sz w:val="24"/>
          <w:szCs w:val="24"/>
        </w:rPr>
        <w:t>,</w:t>
      </w:r>
      <w:r w:rsidRPr="002B51BB">
        <w:rPr>
          <w:sz w:val="24"/>
          <w:szCs w:val="24"/>
        </w:rPr>
        <w:t xml:space="preserve"> съгласно стойностите на обемите и цените на дейностите от БМП по чл.55, ал.2, т.3а от ЗЗО, подлежащи на заплащане през 20</w:t>
      </w:r>
      <w:r w:rsidR="003F6757">
        <w:rPr>
          <w:sz w:val="24"/>
          <w:szCs w:val="24"/>
        </w:rPr>
        <w:t>20</w:t>
      </w:r>
      <w:r w:rsidRPr="002B51BB">
        <w:rPr>
          <w:sz w:val="24"/>
          <w:szCs w:val="24"/>
        </w:rPr>
        <w:t xml:space="preserve"> г.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2.</w:t>
      </w:r>
      <w:r w:rsidRPr="002B51BB">
        <w:rPr>
          <w:sz w:val="24"/>
          <w:szCs w:val="24"/>
        </w:rPr>
        <w:t> </w:t>
      </w:r>
      <w:r w:rsidR="002445F4" w:rsidRPr="002B51BB">
        <w:rPr>
          <w:sz w:val="24"/>
          <w:szCs w:val="24"/>
        </w:rPr>
        <w:t>Утвърд</w:t>
      </w:r>
      <w:r w:rsidRPr="002B51BB">
        <w:rPr>
          <w:sz w:val="24"/>
          <w:szCs w:val="24"/>
        </w:rPr>
        <w:t>ените по реда на тези правила стойности по чл.1, ал.1, т.1, буква „</w:t>
      </w:r>
      <w:r w:rsidR="0022133D" w:rsidRPr="002B51BB">
        <w:rPr>
          <w:sz w:val="24"/>
          <w:szCs w:val="24"/>
        </w:rPr>
        <w:t>б</w:t>
      </w:r>
      <w:r w:rsidRPr="002B51BB">
        <w:rPr>
          <w:sz w:val="24"/>
          <w:szCs w:val="24"/>
        </w:rPr>
        <w:t>“ стават неразделна част на договорите с изпълнителите на БМП (приложение №2 от индивидуалните договори на изпълнителя за дейност БМП).</w:t>
      </w:r>
    </w:p>
    <w:p w:rsidR="00110616" w:rsidRPr="002B51BB" w:rsidRDefault="00110616" w:rsidP="007D3107">
      <w:pPr>
        <w:spacing w:line="300" w:lineRule="atLeast"/>
        <w:jc w:val="center"/>
        <w:rPr>
          <w:b/>
          <w:sz w:val="24"/>
          <w:szCs w:val="24"/>
        </w:rPr>
      </w:pPr>
    </w:p>
    <w:p w:rsidR="00110616" w:rsidRPr="002B51BB" w:rsidRDefault="00110616" w:rsidP="007D3107">
      <w:pPr>
        <w:keepNext/>
        <w:keepLines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ГЛАВА ІІ</w:t>
      </w:r>
    </w:p>
    <w:p w:rsidR="00110616" w:rsidRPr="002B51BB" w:rsidRDefault="00110616" w:rsidP="007D3107">
      <w:pPr>
        <w:keepNext/>
        <w:keepLines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</w:t>
      </w:r>
      <w:r w:rsidR="002445F4" w:rsidRPr="002B51BB">
        <w:rPr>
          <w:b/>
          <w:sz w:val="24"/>
          <w:szCs w:val="24"/>
        </w:rPr>
        <w:t>УТВЪРЖДАВАНЕ</w:t>
      </w:r>
      <w:r w:rsidRPr="002B51BB">
        <w:rPr>
          <w:b/>
          <w:sz w:val="24"/>
          <w:szCs w:val="24"/>
        </w:rPr>
        <w:t xml:space="preserve"> НА</w:t>
      </w:r>
      <w:r w:rsidR="007F0C86" w:rsidRPr="002B51BB">
        <w:rPr>
          <w:b/>
          <w:sz w:val="24"/>
          <w:szCs w:val="24"/>
        </w:rPr>
        <w:t xml:space="preserve"> ГОДИШНИ</w:t>
      </w:r>
      <w:r w:rsidRPr="002B51BB">
        <w:rPr>
          <w:b/>
          <w:sz w:val="24"/>
          <w:szCs w:val="24"/>
        </w:rPr>
        <w:t xml:space="preserve"> ОБЩИ СТОЙНОСТИ НА РАЗХОДИТЕ НА РЗОК ЗА ЗДРАВНООСИГУРИТЕЛНИ ПЛАЩАНИЯ И РАЗПРЕДЕЛЕНИЕТО ИМ ПО МЕСЕЦИ</w:t>
      </w:r>
    </w:p>
    <w:p w:rsidR="00462826" w:rsidRPr="002B51BB" w:rsidRDefault="00462826" w:rsidP="007D310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A41965" w:rsidRPr="004417ED" w:rsidRDefault="00110616" w:rsidP="00494271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CF7ABE" w:rsidRPr="002B51BB">
        <w:rPr>
          <w:b/>
          <w:sz w:val="24"/>
          <w:szCs w:val="24"/>
        </w:rPr>
        <w:t>3</w:t>
      </w:r>
      <w:r w:rsidRPr="002B51BB">
        <w:rPr>
          <w:b/>
          <w:sz w:val="24"/>
          <w:szCs w:val="24"/>
        </w:rPr>
        <w:t>.</w:t>
      </w:r>
      <w:r w:rsidRPr="002B51BB">
        <w:rPr>
          <w:sz w:val="24"/>
          <w:szCs w:val="24"/>
        </w:rPr>
        <w:t> </w:t>
      </w:r>
      <w:r w:rsidR="00532269" w:rsidRPr="004417ED">
        <w:rPr>
          <w:sz w:val="24"/>
          <w:szCs w:val="24"/>
        </w:rPr>
        <w:t>Надзорният съвет на НЗОК утвърждава</w:t>
      </w:r>
      <w:r w:rsidR="00256695" w:rsidRPr="004417ED">
        <w:rPr>
          <w:sz w:val="24"/>
          <w:szCs w:val="24"/>
        </w:rPr>
        <w:t>,</w:t>
      </w:r>
      <w:r w:rsidR="00CF7ABE" w:rsidRPr="004417ED">
        <w:rPr>
          <w:sz w:val="24"/>
          <w:szCs w:val="24"/>
        </w:rPr>
        <w:t xml:space="preserve"> по реда на чл.4 от ЗБНЗОК за 20</w:t>
      </w:r>
      <w:r w:rsidR="00F97646">
        <w:rPr>
          <w:sz w:val="24"/>
          <w:szCs w:val="24"/>
        </w:rPr>
        <w:t>20</w:t>
      </w:r>
      <w:r w:rsidR="000C26D1">
        <w:rPr>
          <w:sz w:val="24"/>
          <w:szCs w:val="24"/>
          <w:lang w:val="en-US"/>
        </w:rPr>
        <w:t> </w:t>
      </w:r>
      <w:r w:rsidR="00CF7ABE" w:rsidRPr="004417ED">
        <w:rPr>
          <w:sz w:val="24"/>
          <w:szCs w:val="24"/>
        </w:rPr>
        <w:t>г.,</w:t>
      </w:r>
      <w:r w:rsidR="00532269" w:rsidRPr="004417ED">
        <w:rPr>
          <w:sz w:val="24"/>
          <w:szCs w:val="24"/>
        </w:rPr>
        <w:t xml:space="preserve"> </w:t>
      </w:r>
      <w:r w:rsidR="00A41965" w:rsidRPr="004417ED">
        <w:rPr>
          <w:sz w:val="24"/>
          <w:szCs w:val="24"/>
        </w:rPr>
        <w:t>м</w:t>
      </w:r>
      <w:r w:rsidR="00532269" w:rsidRPr="004417ED">
        <w:rPr>
          <w:sz w:val="24"/>
          <w:szCs w:val="24"/>
        </w:rPr>
        <w:t>есечни</w:t>
      </w:r>
      <w:r w:rsidR="003E74D3" w:rsidRPr="004417ED">
        <w:rPr>
          <w:sz w:val="24"/>
          <w:szCs w:val="24"/>
        </w:rPr>
        <w:t xml:space="preserve"> и годишни</w:t>
      </w:r>
      <w:r w:rsidR="00532269" w:rsidRPr="004417ED">
        <w:rPr>
          <w:sz w:val="24"/>
          <w:szCs w:val="24"/>
        </w:rPr>
        <w:t xml:space="preserve"> стойности на изпълнителите на БМП</w:t>
      </w:r>
      <w:r w:rsidR="003E74D3" w:rsidRPr="004417ED">
        <w:rPr>
          <w:sz w:val="24"/>
          <w:szCs w:val="24"/>
        </w:rPr>
        <w:t xml:space="preserve"> и РЗОК </w:t>
      </w:r>
      <w:r w:rsidR="00532269" w:rsidRPr="004417ED">
        <w:rPr>
          <w:sz w:val="24"/>
          <w:szCs w:val="24"/>
        </w:rPr>
        <w:t xml:space="preserve">за дейностите </w:t>
      </w:r>
      <w:r w:rsidR="00CF7ABE" w:rsidRPr="004417ED">
        <w:rPr>
          <w:sz w:val="24"/>
          <w:szCs w:val="24"/>
        </w:rPr>
        <w:t>по чл. 1, ал.2</w:t>
      </w:r>
      <w:r w:rsidR="00122163" w:rsidRPr="004417ED">
        <w:rPr>
          <w:sz w:val="24"/>
          <w:szCs w:val="24"/>
        </w:rPr>
        <w:t>.</w:t>
      </w:r>
    </w:p>
    <w:p w:rsidR="002A2417" w:rsidRPr="002B51BB" w:rsidRDefault="00110616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CF7ABE" w:rsidRPr="002B51BB">
        <w:rPr>
          <w:b/>
          <w:sz w:val="24"/>
          <w:szCs w:val="24"/>
        </w:rPr>
        <w:t>4</w:t>
      </w:r>
      <w:r w:rsidRPr="002B51BB">
        <w:rPr>
          <w:b/>
          <w:sz w:val="24"/>
          <w:szCs w:val="24"/>
        </w:rPr>
        <w:t>.</w:t>
      </w:r>
      <w:r w:rsidRPr="002B51BB">
        <w:rPr>
          <w:sz w:val="24"/>
          <w:szCs w:val="24"/>
        </w:rPr>
        <w:t> </w:t>
      </w:r>
      <w:r w:rsidR="00963370" w:rsidRPr="002B51BB">
        <w:rPr>
          <w:sz w:val="24"/>
          <w:szCs w:val="24"/>
        </w:rPr>
        <w:t>(1) </w:t>
      </w:r>
      <w:r w:rsidR="002A2417" w:rsidRPr="002B51BB">
        <w:rPr>
          <w:sz w:val="24"/>
          <w:szCs w:val="24"/>
        </w:rPr>
        <w:t>Стойностите на разходите на РЗОК по чл.1, ал.2, ред 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(</w:t>
      </w:r>
      <w:r w:rsidR="00F97646" w:rsidRPr="00F97646">
        <w:rPr>
          <w:sz w:val="24"/>
          <w:szCs w:val="24"/>
        </w:rPr>
        <w:t xml:space="preserve">здравноосигурителни плащания за лекарствени продукти за лечение на злокачествени заболявания и лекарствени продукти при </w:t>
      </w:r>
      <w:proofErr w:type="spellStart"/>
      <w:r w:rsidR="00F97646" w:rsidRPr="00F97646">
        <w:rPr>
          <w:sz w:val="24"/>
          <w:szCs w:val="24"/>
        </w:rPr>
        <w:t>животозастрашаващи</w:t>
      </w:r>
      <w:proofErr w:type="spellEnd"/>
      <w:r w:rsidR="00F97646" w:rsidRPr="00F97646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F97646" w:rsidRPr="00F97646">
        <w:rPr>
          <w:sz w:val="24"/>
          <w:szCs w:val="24"/>
        </w:rPr>
        <w:t>коагулопатии</w:t>
      </w:r>
      <w:proofErr w:type="spellEnd"/>
      <w:r w:rsidR="00F97646" w:rsidRPr="00F97646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медицински услуги</w:t>
      </w:r>
      <w:r w:rsidR="002A2417" w:rsidRPr="002B51BB">
        <w:rPr>
          <w:sz w:val="24"/>
          <w:szCs w:val="24"/>
        </w:rPr>
        <w:t>) и по ред 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(здравноосигурителни плащания за медицински изделия, прилагани в болничната медицинска помощ) по ЗБНЗОК за 20</w:t>
      </w:r>
      <w:r w:rsidR="00301564">
        <w:rPr>
          <w:sz w:val="24"/>
          <w:szCs w:val="24"/>
        </w:rPr>
        <w:t>20</w:t>
      </w:r>
      <w:r w:rsidR="002A2417" w:rsidRPr="002B51BB">
        <w:rPr>
          <w:sz w:val="24"/>
          <w:szCs w:val="24"/>
        </w:rPr>
        <w:t xml:space="preserve"> г. се определят, както следва:</w:t>
      </w:r>
    </w:p>
    <w:p w:rsidR="002A2417" w:rsidRPr="002B51BB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1. Средствата по ЗБНЗОК за 20</w:t>
      </w:r>
      <w:r w:rsidR="00BC2EBB">
        <w:rPr>
          <w:sz w:val="24"/>
          <w:szCs w:val="24"/>
        </w:rPr>
        <w:t>20</w:t>
      </w:r>
      <w:r w:rsidRPr="002B51BB">
        <w:rPr>
          <w:sz w:val="24"/>
          <w:szCs w:val="24"/>
        </w:rPr>
        <w:t xml:space="preserve"> г. за съответния вид здравноосигурителни плащания се заделят в ЦУ на НЗОК.</w:t>
      </w:r>
    </w:p>
    <w:p w:rsidR="002A2417" w:rsidRPr="002B51BB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lastRenderedPageBreak/>
        <w:t>2. Отчетените от изпълнителите на БМП лекарствени продукти и/или медицински изделия, които НЗОК заплаща извън стойността на оказваните КП/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="00297C99">
        <w:rPr>
          <w:sz w:val="24"/>
          <w:szCs w:val="24"/>
        </w:rPr>
        <w:t>/</w:t>
      </w:r>
      <w:proofErr w:type="spellStart"/>
      <w:r w:rsidR="00297C99">
        <w:rPr>
          <w:sz w:val="24"/>
          <w:szCs w:val="24"/>
        </w:rPr>
        <w:t>КПр</w:t>
      </w:r>
      <w:proofErr w:type="spellEnd"/>
      <w:r w:rsidRPr="002B51BB">
        <w:rPr>
          <w:sz w:val="24"/>
          <w:szCs w:val="24"/>
        </w:rPr>
        <w:t>, за които не са констатирани основания за отхвърляне от плащане по чл.3</w:t>
      </w:r>
      <w:r w:rsidR="00297C99">
        <w:rPr>
          <w:sz w:val="24"/>
          <w:szCs w:val="24"/>
        </w:rPr>
        <w:t>66</w:t>
      </w:r>
      <w:r w:rsidRPr="002B51BB">
        <w:rPr>
          <w:sz w:val="24"/>
          <w:szCs w:val="24"/>
        </w:rPr>
        <w:t xml:space="preserve">, ал.12 от </w:t>
      </w:r>
      <w:r w:rsidR="00297C99">
        <w:rPr>
          <w:sz w:val="24"/>
          <w:szCs w:val="24"/>
        </w:rPr>
        <w:t>Националния рамков договор за медицинските дейности за 2020 – 2022 г. (</w:t>
      </w:r>
      <w:r w:rsidRPr="002B51BB">
        <w:rPr>
          <w:sz w:val="24"/>
          <w:szCs w:val="24"/>
        </w:rPr>
        <w:t xml:space="preserve">НРД за </w:t>
      </w:r>
      <w:r w:rsidR="00297C99">
        <w:rPr>
          <w:sz w:val="24"/>
          <w:szCs w:val="24"/>
        </w:rPr>
        <w:t>2020 - 2022</w:t>
      </w:r>
      <w:r w:rsidRPr="002B51BB">
        <w:rPr>
          <w:sz w:val="24"/>
          <w:szCs w:val="24"/>
        </w:rPr>
        <w:t xml:space="preserve"> г.</w:t>
      </w:r>
      <w:r w:rsidR="00297C99">
        <w:rPr>
          <w:sz w:val="24"/>
          <w:szCs w:val="24"/>
        </w:rPr>
        <w:t>)</w:t>
      </w:r>
      <w:r w:rsidRPr="002B51BB">
        <w:rPr>
          <w:sz w:val="24"/>
          <w:szCs w:val="24"/>
        </w:rPr>
        <w:t>, се заявяват ежемесечно от РЗОК за заплащане на лечебните заведения от средствата в ЦУ на НЗОК по т.1.</w:t>
      </w:r>
    </w:p>
    <w:p w:rsidR="00CD307A" w:rsidRPr="002B51BB" w:rsidRDefault="00CD307A" w:rsidP="00CD307A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3. Отчетените от изпълнителите на БМП лекарствени продукти при </w:t>
      </w:r>
      <w:proofErr w:type="spellStart"/>
      <w:r w:rsidRPr="002B51BB">
        <w:rPr>
          <w:sz w:val="24"/>
          <w:szCs w:val="24"/>
        </w:rPr>
        <w:t>животозастрашаващи</w:t>
      </w:r>
      <w:proofErr w:type="spellEnd"/>
      <w:r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Pr="002B51BB">
        <w:rPr>
          <w:sz w:val="24"/>
          <w:szCs w:val="24"/>
        </w:rPr>
        <w:t>коагулопатии</w:t>
      </w:r>
      <w:proofErr w:type="spellEnd"/>
      <w:r w:rsidRPr="002B51BB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КП/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Pr="002B51BB">
        <w:rPr>
          <w:sz w:val="24"/>
          <w:szCs w:val="24"/>
        </w:rPr>
        <w:t>, и дейностите, при които са приложени, се заявяват ежемесечно от РЗОК за заплащане на лечебните заведения от средствата в ЦУ на НЗОК по т.1 само след проверка от контролните органи на НЗОК/ РЗОК на извършената от изпълнителя на БМП дейност и приложените лекарствени продукти.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A2417" w:rsidRPr="002B51BB">
        <w:rPr>
          <w:sz w:val="24"/>
          <w:szCs w:val="24"/>
        </w:rPr>
        <w:t xml:space="preserve">. Медицински изделия, които се заплащат след утвърждаване от управителя на НЗОК, по предложение на комисията в ЦУ за разглеждане на мотивираните заявления на лечебните заведения за необходимост от прилагане на конкретните медицински изделия, са следните: 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а) група „Съдова протеза за гръдна аорта“, група по технически изисквания „</w:t>
      </w:r>
      <w:proofErr w:type="spellStart"/>
      <w:r w:rsidRPr="00C7340D">
        <w:rPr>
          <w:sz w:val="24"/>
          <w:szCs w:val="24"/>
        </w:rPr>
        <w:t>Торакален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графт</w:t>
      </w:r>
      <w:proofErr w:type="spellEnd"/>
      <w:r w:rsidRPr="00C7340D">
        <w:rPr>
          <w:sz w:val="24"/>
          <w:szCs w:val="24"/>
        </w:rPr>
        <w:t>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б) група „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>“, тип „</w:t>
      </w:r>
      <w:proofErr w:type="spellStart"/>
      <w:r w:rsidRPr="00C7340D">
        <w:rPr>
          <w:sz w:val="24"/>
          <w:szCs w:val="24"/>
        </w:rPr>
        <w:t>Стент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графт</w:t>
      </w:r>
      <w:proofErr w:type="spellEnd"/>
      <w:r w:rsidRPr="00C7340D">
        <w:rPr>
          <w:sz w:val="24"/>
          <w:szCs w:val="24"/>
        </w:rPr>
        <w:t xml:space="preserve"> за коремна аорта“, група по технически изисквания „</w:t>
      </w:r>
      <w:proofErr w:type="spellStart"/>
      <w:r w:rsidRPr="00C7340D">
        <w:rPr>
          <w:sz w:val="24"/>
          <w:szCs w:val="24"/>
        </w:rPr>
        <w:t>Бифуркационен</w:t>
      </w:r>
      <w:proofErr w:type="spellEnd"/>
      <w:r w:rsidRPr="00C7340D">
        <w:rPr>
          <w:sz w:val="24"/>
          <w:szCs w:val="24"/>
        </w:rPr>
        <w:t>“;</w:t>
      </w:r>
    </w:p>
    <w:p w:rsidR="00C7340D" w:rsidRPr="00C7340D" w:rsidRDefault="00C7340D" w:rsidP="00C7340D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в) група „Устройство за механично подпомагане на циркулацията“ с изключение на подгрупа 13.4 „Устройства за краткотрайно подпомагане камерната функция на сърцето при високорискови пациенти“;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г) група „</w:t>
      </w:r>
      <w:proofErr w:type="spellStart"/>
      <w:r w:rsidRPr="00C7340D">
        <w:rPr>
          <w:sz w:val="24"/>
          <w:szCs w:val="24"/>
        </w:rPr>
        <w:t>Транскатетърни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клапни</w:t>
      </w:r>
      <w:proofErr w:type="spellEnd"/>
      <w:r w:rsidRPr="00C7340D">
        <w:rPr>
          <w:sz w:val="24"/>
          <w:szCs w:val="24"/>
        </w:rPr>
        <w:t xml:space="preserve"> протези“;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 xml:space="preserve">д) група „Медицински изделия за </w:t>
      </w:r>
      <w:proofErr w:type="spellStart"/>
      <w:r w:rsidRPr="00C7340D">
        <w:rPr>
          <w:sz w:val="24"/>
          <w:szCs w:val="24"/>
        </w:rPr>
        <w:t>ендоваскуларна</w:t>
      </w:r>
      <w:proofErr w:type="spellEnd"/>
      <w:r w:rsidRPr="00C7340D">
        <w:rPr>
          <w:sz w:val="24"/>
          <w:szCs w:val="24"/>
        </w:rPr>
        <w:t xml:space="preserve"> терапия при заболявания на мозъчни съдове“, с изключение на група по технически изисквания „</w:t>
      </w:r>
      <w:proofErr w:type="spellStart"/>
      <w:r w:rsidRPr="00C7340D">
        <w:rPr>
          <w:sz w:val="24"/>
          <w:szCs w:val="24"/>
        </w:rPr>
        <w:t>Титаниеви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анивризмални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клипси</w:t>
      </w:r>
      <w:proofErr w:type="spellEnd"/>
      <w:r w:rsidRPr="00C7340D">
        <w:rPr>
          <w:sz w:val="24"/>
          <w:szCs w:val="24"/>
        </w:rPr>
        <w:t xml:space="preserve"> на </w:t>
      </w:r>
      <w:proofErr w:type="spellStart"/>
      <w:r w:rsidRPr="00C7340D">
        <w:rPr>
          <w:sz w:val="24"/>
          <w:szCs w:val="24"/>
        </w:rPr>
        <w:t>Яшъргил</w:t>
      </w:r>
      <w:proofErr w:type="spellEnd"/>
      <w:r w:rsidRPr="00C7340D">
        <w:rPr>
          <w:sz w:val="24"/>
          <w:szCs w:val="24"/>
        </w:rPr>
        <w:t>“ от тип „</w:t>
      </w:r>
      <w:proofErr w:type="spellStart"/>
      <w:r w:rsidRPr="00C7340D">
        <w:rPr>
          <w:sz w:val="24"/>
          <w:szCs w:val="24"/>
        </w:rPr>
        <w:t>Клипси</w:t>
      </w:r>
      <w:proofErr w:type="spellEnd"/>
      <w:r w:rsidRPr="00C7340D">
        <w:rPr>
          <w:sz w:val="24"/>
          <w:szCs w:val="24"/>
        </w:rPr>
        <w:t xml:space="preserve"> </w:t>
      </w:r>
      <w:proofErr w:type="spellStart"/>
      <w:r w:rsidRPr="00C7340D">
        <w:rPr>
          <w:sz w:val="24"/>
          <w:szCs w:val="24"/>
        </w:rPr>
        <w:t>анивризмални</w:t>
      </w:r>
      <w:proofErr w:type="spellEnd"/>
      <w:r w:rsidRPr="00C7340D">
        <w:rPr>
          <w:sz w:val="24"/>
          <w:szCs w:val="24"/>
        </w:rPr>
        <w:t>“;</w:t>
      </w:r>
    </w:p>
    <w:p w:rsidR="002A2417" w:rsidRPr="00C7340D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C7340D">
        <w:rPr>
          <w:sz w:val="24"/>
          <w:szCs w:val="24"/>
        </w:rPr>
        <w:t>е) група „</w:t>
      </w:r>
      <w:proofErr w:type="spellStart"/>
      <w:r w:rsidRPr="00C7340D">
        <w:rPr>
          <w:sz w:val="24"/>
          <w:szCs w:val="24"/>
        </w:rPr>
        <w:t>Импланти</w:t>
      </w:r>
      <w:proofErr w:type="spellEnd"/>
      <w:r w:rsidRPr="00C7340D">
        <w:rPr>
          <w:sz w:val="24"/>
          <w:szCs w:val="24"/>
        </w:rPr>
        <w:t xml:space="preserve"> за </w:t>
      </w:r>
      <w:proofErr w:type="spellStart"/>
      <w:r w:rsidRPr="00C7340D">
        <w:rPr>
          <w:sz w:val="24"/>
          <w:szCs w:val="24"/>
        </w:rPr>
        <w:t>невростимулация</w:t>
      </w:r>
      <w:proofErr w:type="spellEnd"/>
      <w:r w:rsidRPr="00C7340D">
        <w:rPr>
          <w:sz w:val="24"/>
          <w:szCs w:val="24"/>
        </w:rPr>
        <w:t>“.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A2417" w:rsidRPr="002B51BB">
        <w:rPr>
          <w:sz w:val="24"/>
          <w:szCs w:val="24"/>
        </w:rPr>
        <w:t>. В случай на недостиг на средства в ЦУ на НЗОК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или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20</w:t>
      </w:r>
      <w:r w:rsidR="002A2417" w:rsidRPr="002B51BB">
        <w:rPr>
          <w:sz w:val="24"/>
          <w:szCs w:val="24"/>
        </w:rPr>
        <w:t xml:space="preserve"> г., управителят на НЗОК внася предложение в Надзорния съвет на НЗОК за увеличаване са средствата по реда на ЗБНЗОК за 20</w:t>
      </w:r>
      <w:r w:rsidR="00297C99">
        <w:rPr>
          <w:sz w:val="24"/>
          <w:szCs w:val="24"/>
        </w:rPr>
        <w:t>20</w:t>
      </w:r>
      <w:r w:rsidR="002A2417" w:rsidRPr="002B51BB">
        <w:rPr>
          <w:sz w:val="24"/>
          <w:szCs w:val="24"/>
        </w:rPr>
        <w:t xml:space="preserve"> г., извършване на частично плащане в рамките на наличните средства и/или за отлагане на плащанията.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A2417" w:rsidRPr="002B51BB">
        <w:rPr>
          <w:sz w:val="24"/>
          <w:szCs w:val="24"/>
        </w:rPr>
        <w:t xml:space="preserve">. Управителят на НЗОК одобрява извършването на плащанията, заявени по </w:t>
      </w:r>
      <w:r w:rsidRPr="002B51BB">
        <w:rPr>
          <w:sz w:val="24"/>
          <w:szCs w:val="24"/>
        </w:rPr>
        <w:t>т.2,</w:t>
      </w:r>
      <w:r w:rsidRPr="002B51BB">
        <w:t xml:space="preserve"> </w:t>
      </w:r>
      <w:r w:rsidRPr="002B51BB">
        <w:rPr>
          <w:sz w:val="24"/>
          <w:szCs w:val="24"/>
        </w:rPr>
        <w:t>т.3 и т.4.,</w:t>
      </w:r>
      <w:r w:rsidR="002A2417" w:rsidRPr="002B51BB">
        <w:rPr>
          <w:sz w:val="24"/>
          <w:szCs w:val="24"/>
        </w:rPr>
        <w:t xml:space="preserve"> в рамките на разполагаемите средства в ЦУ на НЗОК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 съответно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20</w:t>
      </w:r>
      <w:r w:rsidR="002A2417" w:rsidRPr="002B51BB">
        <w:rPr>
          <w:sz w:val="24"/>
          <w:szCs w:val="24"/>
        </w:rPr>
        <w:t xml:space="preserve"> г. и съгласно решението на Надзорния съвет на НЗОК по т.</w:t>
      </w:r>
      <w:r>
        <w:rPr>
          <w:sz w:val="24"/>
          <w:szCs w:val="24"/>
        </w:rPr>
        <w:t>5</w:t>
      </w:r>
      <w:r w:rsidR="002A2417" w:rsidRPr="002B51BB">
        <w:rPr>
          <w:sz w:val="24"/>
          <w:szCs w:val="24"/>
        </w:rPr>
        <w:t>.</w:t>
      </w:r>
    </w:p>
    <w:p w:rsidR="002A2417" w:rsidRPr="002B51BB" w:rsidRDefault="00CD307A" w:rsidP="002A2417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2A2417" w:rsidRPr="002B51BB">
        <w:rPr>
          <w:sz w:val="24"/>
          <w:szCs w:val="24"/>
        </w:rPr>
        <w:t>. Одобрените по т.</w:t>
      </w:r>
      <w:r>
        <w:rPr>
          <w:sz w:val="24"/>
          <w:szCs w:val="24"/>
        </w:rPr>
        <w:t>6</w:t>
      </w:r>
      <w:r w:rsidR="002A2417" w:rsidRPr="002B51BB">
        <w:rPr>
          <w:sz w:val="24"/>
          <w:szCs w:val="24"/>
        </w:rPr>
        <w:t xml:space="preserve"> от управителя на НЗОК стойности за извършване на плащания от РЗОК, формират стойностите на разходите на РЗОК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.3.5.2. и съответно по чл.1, ал.2, ред 1.</w:t>
      </w:r>
      <w:proofErr w:type="spellStart"/>
      <w:r w:rsidR="002A2417" w:rsidRPr="002B51BB">
        <w:rPr>
          <w:sz w:val="24"/>
          <w:szCs w:val="24"/>
        </w:rPr>
        <w:t>1</w:t>
      </w:r>
      <w:proofErr w:type="spellEnd"/>
      <w:r w:rsidR="002A2417" w:rsidRPr="002B51BB">
        <w:rPr>
          <w:sz w:val="24"/>
          <w:szCs w:val="24"/>
        </w:rPr>
        <w:t>.3.6. от ЗБНЗОК за 20</w:t>
      </w:r>
      <w:r w:rsidR="00297C99">
        <w:rPr>
          <w:sz w:val="24"/>
          <w:szCs w:val="24"/>
        </w:rPr>
        <w:t>20</w:t>
      </w:r>
      <w:r w:rsidR="002A2417" w:rsidRPr="002B51BB">
        <w:rPr>
          <w:sz w:val="24"/>
          <w:szCs w:val="24"/>
        </w:rPr>
        <w:t xml:space="preserve"> г.</w:t>
      </w:r>
    </w:p>
    <w:p w:rsidR="002A2417" w:rsidRDefault="002A2417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(2) Надзорният съвет на НЗОК утвърждава </w:t>
      </w:r>
      <w:r w:rsidR="00CF7ABE" w:rsidRPr="002B51BB">
        <w:rPr>
          <w:sz w:val="24"/>
          <w:szCs w:val="24"/>
        </w:rPr>
        <w:t>за всяк</w:t>
      </w:r>
      <w:r w:rsidR="00393357">
        <w:rPr>
          <w:sz w:val="24"/>
          <w:szCs w:val="24"/>
        </w:rPr>
        <w:t xml:space="preserve">а </w:t>
      </w:r>
      <w:r w:rsidRPr="002B51BB">
        <w:rPr>
          <w:sz w:val="24"/>
          <w:szCs w:val="24"/>
        </w:rPr>
        <w:t>РЗОК индикативни стойности на изпълнителите на БМП на разходите по чл.1, ал.2, ред 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.3.5.2. и съответно по чл.1, ал.2, ред 1.</w:t>
      </w:r>
      <w:proofErr w:type="spellStart"/>
      <w:r w:rsidRPr="002B51BB">
        <w:rPr>
          <w:sz w:val="24"/>
          <w:szCs w:val="24"/>
        </w:rPr>
        <w:t>1</w:t>
      </w:r>
      <w:proofErr w:type="spellEnd"/>
      <w:r w:rsidRPr="002B51BB">
        <w:rPr>
          <w:sz w:val="24"/>
          <w:szCs w:val="24"/>
        </w:rPr>
        <w:t>.3.6. от ЗБНЗОК за 20</w:t>
      </w:r>
      <w:r w:rsidR="0035131F">
        <w:rPr>
          <w:sz w:val="24"/>
          <w:szCs w:val="24"/>
        </w:rPr>
        <w:t>20</w:t>
      </w:r>
      <w:r w:rsidRPr="002B51BB">
        <w:rPr>
          <w:sz w:val="24"/>
          <w:szCs w:val="24"/>
        </w:rPr>
        <w:t xml:space="preserve"> г., </w:t>
      </w:r>
      <w:r w:rsidR="002E6F3D" w:rsidRPr="002B51BB">
        <w:rPr>
          <w:sz w:val="24"/>
          <w:szCs w:val="24"/>
        </w:rPr>
        <w:t>разпределени по месеци</w:t>
      </w:r>
      <w:r w:rsidRPr="002B51BB">
        <w:rPr>
          <w:sz w:val="24"/>
          <w:szCs w:val="24"/>
        </w:rPr>
        <w:t>, в рамките на предвидения бюджетен ресурс.</w:t>
      </w:r>
    </w:p>
    <w:p w:rsidR="0035131F" w:rsidRPr="004F6313" w:rsidRDefault="0035131F" w:rsidP="002A241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(3) В индикативните стойности на изпълнителите на БМП на разходите по чл.1, ал.2, ред 1.</w:t>
      </w:r>
      <w:proofErr w:type="spellStart"/>
      <w:r w:rsidRPr="004F6313">
        <w:rPr>
          <w:sz w:val="24"/>
          <w:szCs w:val="24"/>
        </w:rPr>
        <w:t>1</w:t>
      </w:r>
      <w:proofErr w:type="spellEnd"/>
      <w:r w:rsidRPr="004F6313">
        <w:rPr>
          <w:sz w:val="24"/>
          <w:szCs w:val="24"/>
        </w:rPr>
        <w:t>.3.6. от ЗБНЗОК за 2020 г.</w:t>
      </w:r>
      <w:r w:rsidRPr="004F6313">
        <w:t xml:space="preserve"> </w:t>
      </w:r>
      <w:r w:rsidRPr="004F6313">
        <w:rPr>
          <w:sz w:val="24"/>
          <w:szCs w:val="24"/>
        </w:rPr>
        <w:t xml:space="preserve">се включват и стойностите за медицински изделия, които </w:t>
      </w:r>
      <w:r w:rsidRPr="004F6313">
        <w:rPr>
          <w:sz w:val="24"/>
          <w:szCs w:val="24"/>
        </w:rPr>
        <w:lastRenderedPageBreak/>
        <w:t>по реда на чл. 13, ал. 2, т. 2, буква „б“ от Наредба № 10 от 2009 г. НЗОК заплаща на производители или търговци на едро с медицински изделия или техни упълномощени представители, сключили договори с НЗОК за доставка на медицински изделия.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080DB7">
        <w:rPr>
          <w:b/>
          <w:sz w:val="24"/>
          <w:szCs w:val="24"/>
        </w:rPr>
        <w:t>5.</w:t>
      </w:r>
      <w:r w:rsidRPr="00A92837">
        <w:rPr>
          <w:sz w:val="24"/>
          <w:szCs w:val="24"/>
        </w:rPr>
        <w:t> (1) Стойностите на разходите на РЗОК по чл.1, ал.2, ред 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(здравноосигурителни плащания за болнична медицинска помощ) от ЗБНЗОК за 20</w:t>
      </w:r>
      <w:r w:rsidR="00080DB7">
        <w:rPr>
          <w:sz w:val="24"/>
          <w:szCs w:val="24"/>
        </w:rPr>
        <w:t>20</w:t>
      </w:r>
      <w:r w:rsidRPr="00A92837">
        <w:rPr>
          <w:sz w:val="24"/>
          <w:szCs w:val="24"/>
        </w:rPr>
        <w:t xml:space="preserve"> г. за закупуване на обемите дейности в БМП, </w:t>
      </w:r>
      <w:r w:rsidR="00DC7D04" w:rsidRPr="00A92837">
        <w:rPr>
          <w:sz w:val="24"/>
          <w:szCs w:val="24"/>
        </w:rPr>
        <w:t xml:space="preserve">се определят по различен ред и </w:t>
      </w:r>
      <w:r w:rsidRPr="00A92837">
        <w:rPr>
          <w:sz w:val="24"/>
          <w:szCs w:val="24"/>
        </w:rPr>
        <w:t>по видове както следва: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1. дейности в БМП - клинични пътеки (КП)</w:t>
      </w:r>
      <w:r w:rsidR="009E799D" w:rsidRPr="00A92837">
        <w:rPr>
          <w:sz w:val="24"/>
          <w:szCs w:val="24"/>
        </w:rPr>
        <w:t xml:space="preserve"> </w:t>
      </w:r>
      <w:r w:rsidR="002D0A2D" w:rsidRPr="00A92837">
        <w:rPr>
          <w:sz w:val="24"/>
          <w:szCs w:val="24"/>
        </w:rPr>
        <w:t xml:space="preserve">за раждане и грижи за здрави новородени </w:t>
      </w:r>
      <w:r w:rsidR="009E799D" w:rsidRPr="00A92837">
        <w:rPr>
          <w:sz w:val="24"/>
          <w:szCs w:val="24"/>
        </w:rPr>
        <w:t>и</w:t>
      </w:r>
      <w:r w:rsidRPr="00A92837">
        <w:rPr>
          <w:sz w:val="24"/>
          <w:szCs w:val="24"/>
        </w:rPr>
        <w:t xml:space="preserve"> амбулаторни процедури (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>)</w:t>
      </w:r>
      <w:r w:rsidR="00393357">
        <w:rPr>
          <w:sz w:val="24"/>
          <w:szCs w:val="24"/>
        </w:rPr>
        <w:t xml:space="preserve"> </w:t>
      </w:r>
      <w:r w:rsidRPr="00A92837">
        <w:rPr>
          <w:sz w:val="24"/>
          <w:szCs w:val="24"/>
        </w:rPr>
        <w:t xml:space="preserve">за </w:t>
      </w:r>
      <w:proofErr w:type="spellStart"/>
      <w:r w:rsidR="002D0A2D">
        <w:rPr>
          <w:sz w:val="24"/>
          <w:szCs w:val="24"/>
        </w:rPr>
        <w:t>хемо</w:t>
      </w:r>
      <w:r w:rsidRPr="00A92837">
        <w:rPr>
          <w:sz w:val="24"/>
          <w:szCs w:val="24"/>
        </w:rPr>
        <w:t>диализа</w:t>
      </w:r>
      <w:proofErr w:type="spellEnd"/>
      <w:r w:rsidRPr="00A92837">
        <w:rPr>
          <w:sz w:val="24"/>
          <w:szCs w:val="24"/>
        </w:rPr>
        <w:t>. (определени в Приложение 1 към настоящите правила).</w:t>
      </w:r>
    </w:p>
    <w:p w:rsidR="002544F0" w:rsidRPr="00080DB7" w:rsidRDefault="002544F0" w:rsidP="002544F0">
      <w:pPr>
        <w:spacing w:line="300" w:lineRule="atLeast"/>
        <w:ind w:firstLine="539"/>
        <w:jc w:val="both"/>
        <w:rPr>
          <w:strike/>
          <w:sz w:val="24"/>
          <w:szCs w:val="24"/>
        </w:rPr>
      </w:pPr>
      <w:r w:rsidRPr="00A92837">
        <w:rPr>
          <w:sz w:val="24"/>
          <w:szCs w:val="24"/>
        </w:rPr>
        <w:t xml:space="preserve">2. дейности в БМП - КП, </w:t>
      </w:r>
      <w:r w:rsidR="009E799D" w:rsidRPr="00A92837">
        <w:rPr>
          <w:sz w:val="24"/>
          <w:szCs w:val="24"/>
        </w:rPr>
        <w:t>клинични процедури (</w:t>
      </w:r>
      <w:proofErr w:type="spellStart"/>
      <w:r w:rsidR="009E799D" w:rsidRPr="00A92837">
        <w:rPr>
          <w:sz w:val="24"/>
          <w:szCs w:val="24"/>
        </w:rPr>
        <w:t>КПр</w:t>
      </w:r>
      <w:proofErr w:type="spellEnd"/>
      <w:r w:rsidR="009E799D" w:rsidRPr="00A92837">
        <w:rPr>
          <w:sz w:val="24"/>
          <w:szCs w:val="24"/>
        </w:rPr>
        <w:t xml:space="preserve">), 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>, с изключение на дейности по т.1</w:t>
      </w:r>
      <w:r w:rsidRPr="00080DB7">
        <w:rPr>
          <w:strike/>
          <w:sz w:val="24"/>
          <w:szCs w:val="24"/>
        </w:rPr>
        <w:t xml:space="preserve"> 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(2) Общите годишни и месечни стойности на разходите на РЗОК се формират като суми от определените стойности за видовете дейности по ал.1.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 xml:space="preserve">(3) Стойностите и обемите за </w:t>
      </w:r>
      <w:proofErr w:type="spellStart"/>
      <w:r w:rsidRPr="00A92837">
        <w:rPr>
          <w:sz w:val="24"/>
          <w:szCs w:val="24"/>
        </w:rPr>
        <w:t>АПр</w:t>
      </w:r>
      <w:proofErr w:type="spellEnd"/>
      <w:r w:rsidRPr="00A92837">
        <w:rPr>
          <w:sz w:val="24"/>
          <w:szCs w:val="24"/>
        </w:rPr>
        <w:t xml:space="preserve"> „Предсрочно изпълнение на дейностите КП …“ се определят и отчитат по реда за определяне и отчитане на стойностите и обемите на съответната КП.</w:t>
      </w:r>
    </w:p>
    <w:p w:rsidR="003216ED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080DB7">
        <w:rPr>
          <w:b/>
          <w:sz w:val="24"/>
          <w:szCs w:val="24"/>
        </w:rPr>
        <w:t>6.</w:t>
      </w:r>
      <w:r w:rsidRPr="00A92837">
        <w:rPr>
          <w:sz w:val="24"/>
          <w:szCs w:val="24"/>
        </w:rPr>
        <w:t> (1) Надзорният съвет на НЗОК утвърждава индикативни стойности на изпълнителите на БМП за дейностите по чл.</w:t>
      </w:r>
      <w:r w:rsidR="00080DB7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т.1, в рамките на предвидения бюджетен ресурс за тези дейности по чл.55, ал.2, т.3а от ЗЗО</w:t>
      </w:r>
      <w:r w:rsidR="003216ED">
        <w:rPr>
          <w:sz w:val="24"/>
          <w:szCs w:val="24"/>
        </w:rPr>
        <w:t>, съответно в чл.338 и чл. 340 от НРД за 2020-2022 г.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(2) Стойностите по ал.1 се заделят в ЦУ на НЗОК.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(3) Стойностите за дейности по чл.</w:t>
      </w:r>
      <w:r w:rsidR="003216ED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т.1 се определят, както следва: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1. Отчетените от изпълнителите на БМП дейности от чл.</w:t>
      </w:r>
      <w:r w:rsidR="003216ED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т.1, за които не са констатирани основания за отхвърляне от плащане по чл.3</w:t>
      </w:r>
      <w:r w:rsidR="003216ED">
        <w:rPr>
          <w:sz w:val="24"/>
          <w:szCs w:val="24"/>
        </w:rPr>
        <w:t>66</w:t>
      </w:r>
      <w:r w:rsidRPr="00A92837">
        <w:rPr>
          <w:sz w:val="24"/>
          <w:szCs w:val="24"/>
        </w:rPr>
        <w:t>, ал.12 от НРД за 20</w:t>
      </w:r>
      <w:r w:rsidR="003216ED">
        <w:rPr>
          <w:sz w:val="24"/>
          <w:szCs w:val="24"/>
        </w:rPr>
        <w:t>20 - 2022</w:t>
      </w:r>
      <w:r w:rsidRPr="00A92837">
        <w:rPr>
          <w:sz w:val="24"/>
          <w:szCs w:val="24"/>
        </w:rPr>
        <w:t xml:space="preserve"> г., се заявяват ежемесечно от РЗОК за заплащане на лечебните заведения от заделените средства в ЦУ на НЗОК по ал.2.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2. В случай на недостиг на средства в ЦУ на НЗОК по чл.1, ал.2, ред 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от ЗБНЗОК за 20</w:t>
      </w:r>
      <w:r w:rsidR="003216ED">
        <w:rPr>
          <w:sz w:val="24"/>
          <w:szCs w:val="24"/>
        </w:rPr>
        <w:t>20</w:t>
      </w:r>
      <w:r w:rsidRPr="00A92837">
        <w:rPr>
          <w:sz w:val="24"/>
          <w:szCs w:val="24"/>
        </w:rPr>
        <w:t xml:space="preserve"> г. управителят на НЗОК внася предложение в Надзорния съвет на НЗОК за увеличаване на средствата по реда на ЗБНЗОК за 20</w:t>
      </w:r>
      <w:r w:rsidR="003216ED">
        <w:rPr>
          <w:sz w:val="24"/>
          <w:szCs w:val="24"/>
        </w:rPr>
        <w:t>20</w:t>
      </w:r>
      <w:r w:rsidRPr="00A92837">
        <w:rPr>
          <w:sz w:val="24"/>
          <w:szCs w:val="24"/>
        </w:rPr>
        <w:t xml:space="preserve"> г., извършване на частично плащане в рамките на наличните средства и/или за отлагане на плащанията.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3. Управителят на НЗОК одобрява извършването на плащанията, заявени по т.1, в рамките на разполагаемите средства в ЦУ на НЗОК по чл.1, ал.2, ред 1.</w:t>
      </w:r>
      <w:proofErr w:type="spellStart"/>
      <w:r w:rsidRPr="00A92837">
        <w:rPr>
          <w:sz w:val="24"/>
          <w:szCs w:val="24"/>
        </w:rPr>
        <w:t>1</w:t>
      </w:r>
      <w:proofErr w:type="spellEnd"/>
      <w:r w:rsidRPr="00A92837">
        <w:rPr>
          <w:sz w:val="24"/>
          <w:szCs w:val="24"/>
        </w:rPr>
        <w:t>.3.7. от ЗБНЗОК за 20</w:t>
      </w:r>
      <w:r w:rsidR="003216ED">
        <w:rPr>
          <w:sz w:val="24"/>
          <w:szCs w:val="24"/>
        </w:rPr>
        <w:t>20</w:t>
      </w:r>
      <w:r w:rsidRPr="00A92837">
        <w:rPr>
          <w:sz w:val="24"/>
          <w:szCs w:val="24"/>
        </w:rPr>
        <w:t xml:space="preserve"> г. и съгласно решението на Надзорния съвет на НЗОК по т.2.</w:t>
      </w:r>
    </w:p>
    <w:p w:rsidR="002544F0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sz w:val="24"/>
          <w:szCs w:val="24"/>
        </w:rPr>
        <w:t>4. Одобрените по т.3 от управителя на НЗОК стойности за извършване на плащания от РЗОК на дейностите по т.1, формират стойностите на разходите на РЗОК.</w:t>
      </w:r>
    </w:p>
    <w:p w:rsidR="00946979" w:rsidRPr="004F6313" w:rsidRDefault="00946979" w:rsidP="00946979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 xml:space="preserve">(4) При констатирано на национално ниво </w:t>
      </w:r>
      <w:proofErr w:type="spellStart"/>
      <w:r w:rsidRPr="004F6313">
        <w:rPr>
          <w:sz w:val="24"/>
          <w:szCs w:val="24"/>
        </w:rPr>
        <w:t>превишение</w:t>
      </w:r>
      <w:proofErr w:type="spellEnd"/>
      <w:r w:rsidRPr="004F6313">
        <w:rPr>
          <w:sz w:val="24"/>
          <w:szCs w:val="24"/>
        </w:rPr>
        <w:t xml:space="preserve"> на 25% от договорените в чл. 340 от НРД за 2020-2022 г. обеми по 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 (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1.1 и 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1.2), </w:t>
      </w:r>
      <w:proofErr w:type="spellStart"/>
      <w:r w:rsidRPr="004F6313">
        <w:rPr>
          <w:sz w:val="24"/>
          <w:szCs w:val="24"/>
        </w:rPr>
        <w:t>2</w:t>
      </w:r>
      <w:proofErr w:type="spellEnd"/>
      <w:r w:rsidRPr="004F6313">
        <w:rPr>
          <w:sz w:val="24"/>
          <w:szCs w:val="24"/>
        </w:rPr>
        <w:t xml:space="preserve"> и 3 на тримесечие, стойностите по ал.3 се определят, след прилагане на реда на чл.12. </w:t>
      </w:r>
    </w:p>
    <w:p w:rsidR="002544F0" w:rsidRPr="00A92837" w:rsidRDefault="002544F0" w:rsidP="002544F0">
      <w:pPr>
        <w:spacing w:line="300" w:lineRule="atLeast"/>
        <w:ind w:firstLine="539"/>
        <w:jc w:val="both"/>
        <w:rPr>
          <w:sz w:val="24"/>
          <w:szCs w:val="24"/>
        </w:rPr>
      </w:pPr>
      <w:r w:rsidRPr="00A92837">
        <w:rPr>
          <w:b/>
          <w:sz w:val="24"/>
          <w:szCs w:val="24"/>
        </w:rPr>
        <w:t>Чл. </w:t>
      </w:r>
      <w:r w:rsidR="002D3884">
        <w:rPr>
          <w:b/>
          <w:sz w:val="24"/>
          <w:szCs w:val="24"/>
        </w:rPr>
        <w:t>7.</w:t>
      </w:r>
      <w:r w:rsidRPr="00A92837">
        <w:rPr>
          <w:sz w:val="24"/>
          <w:szCs w:val="24"/>
        </w:rPr>
        <w:t> Надзорният съвет на НЗОК утвърждава месечни стойности на изпълнителите на БМП за дейностите по чл.</w:t>
      </w:r>
      <w:r w:rsidR="002D3884">
        <w:rPr>
          <w:sz w:val="24"/>
          <w:szCs w:val="24"/>
        </w:rPr>
        <w:t>5</w:t>
      </w:r>
      <w:r w:rsidRPr="00A92837">
        <w:rPr>
          <w:sz w:val="24"/>
          <w:szCs w:val="24"/>
        </w:rPr>
        <w:t>, ал.1, т.2, на база на внесените от управителят на НЗОК, предложения на директорите на РЗОК в рамките на предвидения бюджетен ресурс за тези дейности по чл.55, ал.2, т.3а от ЗЗО</w:t>
      </w:r>
      <w:r w:rsidR="002D3884">
        <w:rPr>
          <w:sz w:val="24"/>
          <w:szCs w:val="24"/>
        </w:rPr>
        <w:t>, съответно в чл.338 - 340 от НРД за 2020-2022 г.</w:t>
      </w:r>
    </w:p>
    <w:p w:rsidR="00DC1501" w:rsidRPr="002B51BB" w:rsidRDefault="00963370" w:rsidP="00DC1501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DB74A7" w:rsidRPr="00DB74A7">
        <w:rPr>
          <w:b/>
          <w:sz w:val="24"/>
          <w:szCs w:val="24"/>
        </w:rPr>
        <w:t>8.</w:t>
      </w:r>
      <w:r w:rsidRPr="002B51BB">
        <w:rPr>
          <w:sz w:val="24"/>
          <w:szCs w:val="24"/>
        </w:rPr>
        <w:t> (1) </w:t>
      </w:r>
      <w:r w:rsidR="00DC1501" w:rsidRPr="002B51BB">
        <w:rPr>
          <w:sz w:val="24"/>
          <w:szCs w:val="24"/>
        </w:rPr>
        <w:t xml:space="preserve">Директорите на РЗОК </w:t>
      </w:r>
      <w:r w:rsidR="00984C07" w:rsidRPr="002B51BB">
        <w:rPr>
          <w:sz w:val="24"/>
          <w:szCs w:val="24"/>
        </w:rPr>
        <w:t>закупуват от изпълнителите на БМП здравни дейности от пакета по чл.2, ал.1 от ЗЗО</w:t>
      </w:r>
      <w:r w:rsidR="00DC1501" w:rsidRPr="002B51BB">
        <w:rPr>
          <w:sz w:val="24"/>
          <w:szCs w:val="24"/>
        </w:rPr>
        <w:t xml:space="preserve">, следвайки реда </w:t>
      </w:r>
      <w:r w:rsidR="00984C07" w:rsidRPr="002B51BB">
        <w:rPr>
          <w:sz w:val="24"/>
          <w:szCs w:val="24"/>
        </w:rPr>
        <w:t>и условията по</w:t>
      </w:r>
      <w:r w:rsidR="00DC1501" w:rsidRPr="002B51BB">
        <w:rPr>
          <w:sz w:val="24"/>
          <w:szCs w:val="24"/>
        </w:rPr>
        <w:t xml:space="preserve"> глава ІІІ от настоящите правила. </w:t>
      </w:r>
    </w:p>
    <w:p w:rsidR="005C3788" w:rsidRPr="00D5255B" w:rsidRDefault="00DC1501" w:rsidP="005C3788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2E6F3D" w:rsidRPr="002B51BB">
        <w:rPr>
          <w:sz w:val="24"/>
          <w:szCs w:val="24"/>
        </w:rPr>
        <w:t>2</w:t>
      </w:r>
      <w:r w:rsidRPr="002B51BB">
        <w:rPr>
          <w:sz w:val="24"/>
          <w:szCs w:val="24"/>
        </w:rPr>
        <w:t>) Надзорният съвет на НЗОК кор</w:t>
      </w:r>
      <w:r w:rsidR="00BF3E2C" w:rsidRPr="002B51BB">
        <w:rPr>
          <w:sz w:val="24"/>
          <w:szCs w:val="24"/>
        </w:rPr>
        <w:t xml:space="preserve">игира стойностите на РЗОК и изпълнителите на БМП по реда на глава </w:t>
      </w:r>
      <w:r w:rsidR="00AB7E27" w:rsidRPr="002B51BB">
        <w:rPr>
          <w:sz w:val="24"/>
          <w:szCs w:val="24"/>
        </w:rPr>
        <w:t>І</w:t>
      </w:r>
      <w:r w:rsidR="00BF3E2C" w:rsidRPr="002B51BB">
        <w:rPr>
          <w:sz w:val="24"/>
          <w:szCs w:val="24"/>
        </w:rPr>
        <w:t>V от настоящите правила</w:t>
      </w:r>
      <w:r w:rsidR="009303C3" w:rsidRPr="002B51BB">
        <w:rPr>
          <w:sz w:val="24"/>
          <w:szCs w:val="24"/>
        </w:rPr>
        <w:t>.</w:t>
      </w:r>
    </w:p>
    <w:p w:rsidR="00DB74A7" w:rsidRPr="00BB4C69" w:rsidRDefault="00DB74A7" w:rsidP="008871C2">
      <w:pPr>
        <w:spacing w:line="300" w:lineRule="atLeast"/>
        <w:ind w:firstLine="539"/>
        <w:jc w:val="both"/>
        <w:rPr>
          <w:sz w:val="24"/>
          <w:szCs w:val="24"/>
        </w:rPr>
      </w:pP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>ГЛАВА ІІ</w:t>
      </w:r>
      <w:r w:rsidRPr="002B51BB">
        <w:rPr>
          <w:b/>
          <w:sz w:val="24"/>
          <w:szCs w:val="24"/>
          <w:lang w:val="en-US"/>
        </w:rPr>
        <w:t>I</w:t>
      </w:r>
    </w:p>
    <w:p w:rsidR="00110616" w:rsidRPr="002B51BB" w:rsidRDefault="00110616" w:rsidP="007D3107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</w:t>
      </w:r>
      <w:r w:rsidR="00984C07" w:rsidRPr="002B51BB">
        <w:rPr>
          <w:b/>
          <w:sz w:val="24"/>
          <w:szCs w:val="24"/>
        </w:rPr>
        <w:t xml:space="preserve">ЗАКУПУВАНЕ ОТ ИЗПЪЛНИТЕЛИТЕ НА БОЛНИЧНА МЕДИЦИНСКА ПОМОЩ НА ЗДРАВНИ ДЕЙНОСТИ ОТ ПАКЕТА ПО ЧЛ.2, АЛ.1  ОТ ЗАКОНА ЗА ЗДРАВНОТО ОСИГУРЯВАНЕ </w:t>
      </w:r>
    </w:p>
    <w:p w:rsidR="00FA6617" w:rsidRPr="002B51BB" w:rsidRDefault="00FA6617" w:rsidP="00FA661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8B6850" w:rsidRPr="002B51BB" w:rsidRDefault="00FA6617" w:rsidP="00984C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DB74A7">
        <w:rPr>
          <w:b/>
          <w:sz w:val="24"/>
          <w:szCs w:val="24"/>
        </w:rPr>
        <w:t>9.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 </w:t>
      </w:r>
      <w:r w:rsidR="008B6850" w:rsidRPr="002B51BB">
        <w:rPr>
          <w:sz w:val="24"/>
          <w:szCs w:val="24"/>
        </w:rPr>
        <w:t xml:space="preserve">Директорът на РЗОК уведомява изпълнителите на БМП, за утвърдените им от Надзорния съвет на НЗОК индикативни </w:t>
      </w:r>
      <w:r w:rsidR="008B6850" w:rsidRPr="00A92837">
        <w:rPr>
          <w:sz w:val="24"/>
          <w:szCs w:val="24"/>
        </w:rPr>
        <w:t xml:space="preserve">стойности </w:t>
      </w:r>
      <w:r w:rsidR="002544F0" w:rsidRPr="00A92837">
        <w:rPr>
          <w:sz w:val="24"/>
          <w:szCs w:val="24"/>
        </w:rPr>
        <w:t>за дейности по чл.</w:t>
      </w:r>
      <w:r w:rsidR="00DB74A7">
        <w:rPr>
          <w:sz w:val="24"/>
          <w:szCs w:val="24"/>
        </w:rPr>
        <w:t>5</w:t>
      </w:r>
      <w:r w:rsidR="002544F0" w:rsidRPr="00A92837">
        <w:rPr>
          <w:sz w:val="24"/>
          <w:szCs w:val="24"/>
        </w:rPr>
        <w:t xml:space="preserve">, ал.1, т.1, </w:t>
      </w:r>
      <w:r w:rsidR="006E3499" w:rsidRPr="00A92837">
        <w:rPr>
          <w:sz w:val="24"/>
          <w:szCs w:val="24"/>
        </w:rPr>
        <w:t xml:space="preserve">за </w:t>
      </w:r>
      <w:r w:rsidR="006E3499" w:rsidRPr="002B51BB">
        <w:rPr>
          <w:sz w:val="24"/>
          <w:szCs w:val="24"/>
        </w:rPr>
        <w:t xml:space="preserve">медицински изделия, прилагани в болничната медицинска </w:t>
      </w:r>
      <w:r w:rsidR="006E3499" w:rsidRPr="005C3788">
        <w:rPr>
          <w:sz w:val="24"/>
          <w:szCs w:val="24"/>
        </w:rPr>
        <w:t>помощ</w:t>
      </w:r>
      <w:r w:rsidR="005C3788" w:rsidRPr="005C3788">
        <w:rPr>
          <w:sz w:val="24"/>
          <w:szCs w:val="24"/>
        </w:rPr>
        <w:t xml:space="preserve"> и лекарствени продукти за лечение на злокачествени заболявания, </w:t>
      </w:r>
      <w:r w:rsidR="006756A0" w:rsidRPr="002B51BB">
        <w:rPr>
          <w:sz w:val="24"/>
          <w:szCs w:val="24"/>
        </w:rPr>
        <w:t>в условията на болнична медицинска помощ, които НЗОК заплаща извън стойността на оказваните медицински услуги</w:t>
      </w:r>
      <w:r w:rsidR="008B6850" w:rsidRPr="002B51BB">
        <w:rPr>
          <w:sz w:val="24"/>
          <w:szCs w:val="24"/>
        </w:rPr>
        <w:t xml:space="preserve">, които ще се съблюдават при прилагане на ежеседмичния и месечен анализ и контрол по реда на </w:t>
      </w:r>
      <w:r w:rsidR="008B6850" w:rsidRPr="00946979">
        <w:rPr>
          <w:sz w:val="24"/>
          <w:szCs w:val="24"/>
        </w:rPr>
        <w:t>чл.</w:t>
      </w:r>
      <w:r w:rsidR="00946979" w:rsidRPr="00946979">
        <w:rPr>
          <w:sz w:val="24"/>
          <w:szCs w:val="24"/>
        </w:rPr>
        <w:t>14</w:t>
      </w:r>
      <w:r w:rsidR="008B6850" w:rsidRPr="00946979">
        <w:rPr>
          <w:sz w:val="24"/>
          <w:szCs w:val="24"/>
        </w:rPr>
        <w:t xml:space="preserve">. </w:t>
      </w:r>
    </w:p>
    <w:p w:rsidR="00BC3A3E" w:rsidRPr="002B51BB" w:rsidRDefault="00114439" w:rsidP="0089222E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(2) </w:t>
      </w:r>
      <w:r w:rsidR="00BC3A3E" w:rsidRPr="002B51BB">
        <w:rPr>
          <w:sz w:val="24"/>
          <w:szCs w:val="24"/>
        </w:rPr>
        <w:t>Комиси</w:t>
      </w:r>
      <w:r w:rsidR="006756A0" w:rsidRPr="002B51BB">
        <w:rPr>
          <w:sz w:val="24"/>
          <w:szCs w:val="24"/>
        </w:rPr>
        <w:t>я</w:t>
      </w:r>
      <w:r w:rsidR="00BC3A3E" w:rsidRPr="002B51BB">
        <w:rPr>
          <w:sz w:val="24"/>
          <w:szCs w:val="24"/>
        </w:rPr>
        <w:t>т</w:t>
      </w:r>
      <w:r w:rsidR="006756A0" w:rsidRPr="002B51BB">
        <w:rPr>
          <w:sz w:val="24"/>
          <w:szCs w:val="24"/>
        </w:rPr>
        <w:t>а</w:t>
      </w:r>
      <w:r w:rsidR="00BC3A3E" w:rsidRPr="002B51BB">
        <w:rPr>
          <w:sz w:val="24"/>
          <w:szCs w:val="24"/>
        </w:rPr>
        <w:t xml:space="preserve"> по чл.</w:t>
      </w:r>
      <w:r w:rsidR="00CF7ABE" w:rsidRPr="002B51BB">
        <w:rPr>
          <w:sz w:val="24"/>
          <w:szCs w:val="24"/>
        </w:rPr>
        <w:t>4</w:t>
      </w:r>
      <w:r w:rsidR="00E00C1F" w:rsidRPr="002B51BB">
        <w:rPr>
          <w:sz w:val="24"/>
          <w:szCs w:val="24"/>
        </w:rPr>
        <w:t>,</w:t>
      </w:r>
      <w:r w:rsidR="00BC3A3E" w:rsidRPr="002B51BB">
        <w:rPr>
          <w:sz w:val="24"/>
          <w:szCs w:val="24"/>
        </w:rPr>
        <w:t xml:space="preserve"> ал.1</w:t>
      </w:r>
      <w:r w:rsidR="006756A0" w:rsidRPr="002B51BB">
        <w:rPr>
          <w:sz w:val="24"/>
          <w:szCs w:val="24"/>
        </w:rPr>
        <w:t>, т.</w:t>
      </w:r>
      <w:r w:rsidR="00CD307A">
        <w:rPr>
          <w:sz w:val="24"/>
          <w:szCs w:val="24"/>
        </w:rPr>
        <w:t>4</w:t>
      </w:r>
      <w:r w:rsidR="00BC3A3E" w:rsidRPr="002B51BB">
        <w:rPr>
          <w:sz w:val="24"/>
          <w:szCs w:val="24"/>
        </w:rPr>
        <w:t xml:space="preserve"> уведомява изпълнителите на БМП за утвърдените за закупуване медицински изделия.</w:t>
      </w:r>
    </w:p>
    <w:p w:rsidR="00035455" w:rsidRPr="002B51BB" w:rsidRDefault="00035455" w:rsidP="001F56C1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114439" w:rsidRPr="002B51BB">
        <w:rPr>
          <w:sz w:val="24"/>
          <w:szCs w:val="24"/>
        </w:rPr>
        <w:t>3</w:t>
      </w:r>
      <w:r w:rsidRPr="002B51BB">
        <w:rPr>
          <w:sz w:val="24"/>
          <w:szCs w:val="24"/>
        </w:rPr>
        <w:t xml:space="preserve">) За всеки изпълнител в част Б на приложение № 2 към договора с НЗОК се </w:t>
      </w:r>
      <w:r w:rsidR="006E3499" w:rsidRPr="002B51BB">
        <w:rPr>
          <w:sz w:val="24"/>
          <w:szCs w:val="24"/>
        </w:rPr>
        <w:t xml:space="preserve">вписват утвърдените му от Надзорния съвет на НЗОК месечни стойности </w:t>
      </w:r>
      <w:r w:rsidR="00CF7ABE" w:rsidRPr="002B51BB">
        <w:rPr>
          <w:sz w:val="24"/>
          <w:szCs w:val="24"/>
        </w:rPr>
        <w:t xml:space="preserve">за </w:t>
      </w:r>
      <w:r w:rsidR="006E3499" w:rsidRPr="002B51BB">
        <w:rPr>
          <w:sz w:val="24"/>
          <w:szCs w:val="24"/>
        </w:rPr>
        <w:t>дейности</w:t>
      </w:r>
      <w:r w:rsidR="00CF7ABE" w:rsidRPr="002B51BB">
        <w:rPr>
          <w:sz w:val="24"/>
          <w:szCs w:val="24"/>
        </w:rPr>
        <w:t>те</w:t>
      </w:r>
      <w:r w:rsidR="006E3499" w:rsidRPr="002B51BB">
        <w:rPr>
          <w:sz w:val="24"/>
          <w:szCs w:val="24"/>
        </w:rPr>
        <w:t xml:space="preserve"> по чл.</w:t>
      </w:r>
      <w:r w:rsidR="00DB74A7">
        <w:rPr>
          <w:sz w:val="24"/>
          <w:szCs w:val="24"/>
        </w:rPr>
        <w:t>7</w:t>
      </w:r>
      <w:r w:rsidR="006E3499" w:rsidRPr="002B51BB">
        <w:rPr>
          <w:sz w:val="24"/>
          <w:szCs w:val="24"/>
        </w:rPr>
        <w:t xml:space="preserve">, </w:t>
      </w:r>
      <w:r w:rsidRPr="002B51BB">
        <w:rPr>
          <w:sz w:val="24"/>
          <w:szCs w:val="24"/>
        </w:rPr>
        <w:t>за периода на договора, заплащан през 20</w:t>
      </w:r>
      <w:r w:rsidR="00DB74A7">
        <w:rPr>
          <w:sz w:val="24"/>
          <w:szCs w:val="24"/>
        </w:rPr>
        <w:t xml:space="preserve">20 </w:t>
      </w:r>
      <w:r w:rsidR="006E3499" w:rsidRPr="002B51BB">
        <w:rPr>
          <w:sz w:val="24"/>
          <w:szCs w:val="24"/>
        </w:rPr>
        <w:t>г</w:t>
      </w:r>
      <w:r w:rsidR="005D6B78" w:rsidRPr="002B51BB">
        <w:rPr>
          <w:sz w:val="24"/>
          <w:szCs w:val="24"/>
        </w:rPr>
        <w:t>.</w:t>
      </w:r>
    </w:p>
    <w:p w:rsidR="00060737" w:rsidRPr="002B51BB" w:rsidRDefault="000807BD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E74991">
        <w:rPr>
          <w:sz w:val="24"/>
          <w:szCs w:val="24"/>
        </w:rPr>
        <w:t>4</w:t>
      </w:r>
      <w:r w:rsidRPr="002B51BB">
        <w:rPr>
          <w:sz w:val="24"/>
          <w:szCs w:val="24"/>
        </w:rPr>
        <w:t>) В част А за 201</w:t>
      </w:r>
      <w:r w:rsidR="00DB1B6F" w:rsidRPr="002B51BB">
        <w:rPr>
          <w:sz w:val="24"/>
          <w:szCs w:val="24"/>
        </w:rPr>
        <w:t>9</w:t>
      </w:r>
      <w:r w:rsidRPr="002B51BB">
        <w:rPr>
          <w:sz w:val="24"/>
          <w:szCs w:val="24"/>
        </w:rPr>
        <w:t xml:space="preserve"> г. на приложение № 2 към договора с НЗОК се вписват броя на леглата по специалност, съгласно </w:t>
      </w:r>
      <w:r w:rsidR="00DB1B6F" w:rsidRPr="002B51BB">
        <w:rPr>
          <w:sz w:val="24"/>
          <w:szCs w:val="24"/>
        </w:rPr>
        <w:t xml:space="preserve">чл.1 по договора </w:t>
      </w:r>
      <w:r w:rsidRPr="002B51BB">
        <w:rPr>
          <w:sz w:val="24"/>
          <w:szCs w:val="24"/>
        </w:rPr>
        <w:t>с изпълнителя на Б</w:t>
      </w:r>
      <w:r w:rsidR="0063208C" w:rsidRPr="002B51BB">
        <w:rPr>
          <w:sz w:val="24"/>
          <w:szCs w:val="24"/>
        </w:rPr>
        <w:t>МП</w:t>
      </w:r>
      <w:r w:rsidR="00E74991">
        <w:rPr>
          <w:sz w:val="24"/>
          <w:szCs w:val="24"/>
        </w:rPr>
        <w:t>.</w:t>
      </w:r>
    </w:p>
    <w:p w:rsidR="005C3788" w:rsidRPr="004F6313" w:rsidRDefault="005C3788" w:rsidP="005C3788">
      <w:pPr>
        <w:spacing w:line="300" w:lineRule="atLeast"/>
        <w:ind w:firstLine="540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</w:t>
      </w:r>
      <w:r w:rsidR="00E74991" w:rsidRPr="004F6313">
        <w:rPr>
          <w:sz w:val="24"/>
          <w:szCs w:val="24"/>
        </w:rPr>
        <w:t>5</w:t>
      </w:r>
      <w:r w:rsidRPr="004F6313">
        <w:rPr>
          <w:sz w:val="24"/>
          <w:szCs w:val="24"/>
        </w:rPr>
        <w:t>) Директорът на РЗОК уведомява</w:t>
      </w:r>
      <w:r w:rsidRPr="004F6313">
        <w:t xml:space="preserve"> </w:t>
      </w:r>
      <w:r w:rsidRPr="004F6313">
        <w:rPr>
          <w:sz w:val="24"/>
          <w:szCs w:val="24"/>
        </w:rPr>
        <w:t xml:space="preserve">изпълнителите на БМП за разрешените </w:t>
      </w:r>
      <w:r w:rsidR="00DB74A7" w:rsidRPr="004F6313">
        <w:rPr>
          <w:sz w:val="24"/>
          <w:szCs w:val="24"/>
        </w:rPr>
        <w:t xml:space="preserve">дейности </w:t>
      </w:r>
      <w:r w:rsidRPr="004F6313">
        <w:rPr>
          <w:sz w:val="24"/>
          <w:szCs w:val="24"/>
        </w:rPr>
        <w:t>по реда на чл.3</w:t>
      </w:r>
      <w:r w:rsidR="00DB74A7" w:rsidRPr="004F6313">
        <w:rPr>
          <w:sz w:val="24"/>
          <w:szCs w:val="24"/>
        </w:rPr>
        <w:t>51</w:t>
      </w:r>
      <w:r w:rsidR="00E745EC" w:rsidRPr="004F6313">
        <w:rPr>
          <w:sz w:val="24"/>
          <w:szCs w:val="24"/>
        </w:rPr>
        <w:t>,</w:t>
      </w:r>
      <w:r w:rsidRPr="004F6313">
        <w:rPr>
          <w:sz w:val="24"/>
          <w:szCs w:val="24"/>
        </w:rPr>
        <w:t xml:space="preserve"> ал.9 </w:t>
      </w:r>
      <w:r w:rsidR="00DB74A7" w:rsidRPr="004F6313">
        <w:rPr>
          <w:sz w:val="24"/>
          <w:szCs w:val="24"/>
        </w:rPr>
        <w:t xml:space="preserve">и ал.10 </w:t>
      </w:r>
      <w:r w:rsidRPr="004F6313">
        <w:rPr>
          <w:sz w:val="24"/>
          <w:szCs w:val="24"/>
        </w:rPr>
        <w:t xml:space="preserve">от </w:t>
      </w:r>
      <w:r w:rsidR="00DB74A7" w:rsidRPr="004F6313">
        <w:rPr>
          <w:sz w:val="24"/>
          <w:szCs w:val="24"/>
        </w:rPr>
        <w:t>НРД</w:t>
      </w:r>
      <w:r w:rsidRPr="004F6313">
        <w:rPr>
          <w:sz w:val="24"/>
          <w:szCs w:val="24"/>
        </w:rPr>
        <w:t xml:space="preserve"> за 20</w:t>
      </w:r>
      <w:r w:rsidR="00DB74A7" w:rsidRPr="004F6313">
        <w:rPr>
          <w:sz w:val="24"/>
          <w:szCs w:val="24"/>
        </w:rPr>
        <w:t>20 - 2022</w:t>
      </w:r>
      <w:r w:rsidRPr="004F6313">
        <w:rPr>
          <w:sz w:val="24"/>
          <w:szCs w:val="24"/>
        </w:rPr>
        <w:t xml:space="preserve"> г.</w:t>
      </w:r>
    </w:p>
    <w:p w:rsidR="007901C9" w:rsidRPr="004F6313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Чл. </w:t>
      </w:r>
      <w:r w:rsidR="00E745EC" w:rsidRPr="004F6313">
        <w:rPr>
          <w:b/>
          <w:sz w:val="24"/>
          <w:szCs w:val="24"/>
        </w:rPr>
        <w:t>10.</w:t>
      </w:r>
      <w:r w:rsidRPr="004F6313">
        <w:rPr>
          <w:b/>
          <w:sz w:val="24"/>
          <w:szCs w:val="24"/>
        </w:rPr>
        <w:t> </w:t>
      </w:r>
      <w:r w:rsidRPr="004F6313">
        <w:rPr>
          <w:sz w:val="24"/>
          <w:szCs w:val="24"/>
        </w:rPr>
        <w:t>(1) Директорът на РЗОК закупува от изпълнителите на БМП дейности,</w:t>
      </w:r>
      <w:r w:rsidR="00BC3A3E" w:rsidRPr="004F6313">
        <w:rPr>
          <w:sz w:val="24"/>
          <w:szCs w:val="24"/>
        </w:rPr>
        <w:t xml:space="preserve"> медицински изделия и лекарствени продукти,</w:t>
      </w:r>
      <w:r w:rsidRPr="004F6313">
        <w:rPr>
          <w:sz w:val="24"/>
          <w:szCs w:val="24"/>
        </w:rPr>
        <w:t xml:space="preserve"> съгласно сключените с тях индивидуални договори за изпълнение на БМП, </w:t>
      </w:r>
      <w:r w:rsidR="007901C9" w:rsidRPr="004F6313">
        <w:rPr>
          <w:sz w:val="24"/>
          <w:szCs w:val="24"/>
        </w:rPr>
        <w:t xml:space="preserve">след </w:t>
      </w:r>
      <w:r w:rsidR="00033946" w:rsidRPr="004F6313">
        <w:rPr>
          <w:sz w:val="24"/>
          <w:szCs w:val="24"/>
        </w:rPr>
        <w:t>прилагане на реда</w:t>
      </w:r>
      <w:r w:rsidR="007901C9" w:rsidRPr="004F6313">
        <w:rPr>
          <w:sz w:val="24"/>
          <w:szCs w:val="24"/>
        </w:rPr>
        <w:t xml:space="preserve"> </w:t>
      </w:r>
      <w:r w:rsidR="00033946" w:rsidRPr="004F6313">
        <w:rPr>
          <w:sz w:val="24"/>
          <w:szCs w:val="24"/>
        </w:rPr>
        <w:t>на</w:t>
      </w:r>
      <w:r w:rsidR="007901C9" w:rsidRPr="004F6313">
        <w:rPr>
          <w:sz w:val="24"/>
          <w:szCs w:val="24"/>
        </w:rPr>
        <w:t xml:space="preserve"> </w:t>
      </w:r>
      <w:r w:rsidR="00AA2B44" w:rsidRPr="004F6313">
        <w:rPr>
          <w:sz w:val="24"/>
          <w:szCs w:val="24"/>
        </w:rPr>
        <w:t xml:space="preserve">ал.2, ал.3 и </w:t>
      </w:r>
      <w:r w:rsidR="007901C9" w:rsidRPr="004F6313">
        <w:rPr>
          <w:sz w:val="24"/>
          <w:szCs w:val="24"/>
        </w:rPr>
        <w:t>чл.</w:t>
      </w:r>
      <w:r w:rsidR="00946979" w:rsidRPr="004F6313">
        <w:rPr>
          <w:sz w:val="24"/>
          <w:szCs w:val="24"/>
        </w:rPr>
        <w:t>1</w:t>
      </w:r>
      <w:r w:rsidR="00846DF0" w:rsidRPr="004F6313">
        <w:rPr>
          <w:sz w:val="24"/>
          <w:szCs w:val="24"/>
        </w:rPr>
        <w:t>1</w:t>
      </w:r>
      <w:r w:rsidR="007901C9" w:rsidRPr="004F6313">
        <w:rPr>
          <w:sz w:val="24"/>
          <w:szCs w:val="24"/>
        </w:rPr>
        <w:t xml:space="preserve">. </w:t>
      </w:r>
    </w:p>
    <w:p w:rsidR="00E745EC" w:rsidRPr="004F6313" w:rsidRDefault="00E745EC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(2) Дейностите, за които в чл.351, ал.9 от НРД за 2020 - 2022 г. е въведен разрешителен режим, се заплащат след разрешение от директора на РЗОК, по мотивираните заявления на лечебните заведения за необходимост от извършване на конкретните дейности.</w:t>
      </w:r>
    </w:p>
    <w:p w:rsidR="00E745EC" w:rsidRPr="004F6313" w:rsidRDefault="00E745EC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(3) Дейностите, за които в чл.351, ал.10 от НРД за 2020 - 2022 г. е въведен разрешителен режим, се заплащат след разрешение от управителя на НЗОК, по мотивираните заявления на лечебните заведения за необходимост от извършване на конкретните дейности.</w:t>
      </w:r>
    </w:p>
    <w:p w:rsidR="00110616" w:rsidRPr="002B51BB" w:rsidRDefault="007901C9" w:rsidP="00E745EC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AA2B44">
        <w:rPr>
          <w:sz w:val="24"/>
          <w:szCs w:val="24"/>
        </w:rPr>
        <w:t>4</w:t>
      </w:r>
      <w:r w:rsidRPr="002B51BB">
        <w:rPr>
          <w:sz w:val="24"/>
          <w:szCs w:val="24"/>
        </w:rPr>
        <w:t>)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 xml:space="preserve">Закупените обеми по ал.1 </w:t>
      </w:r>
      <w:r w:rsidR="00110616" w:rsidRPr="002B51BB">
        <w:rPr>
          <w:sz w:val="24"/>
          <w:szCs w:val="24"/>
        </w:rPr>
        <w:t xml:space="preserve">се </w:t>
      </w:r>
      <w:r w:rsidRPr="002B51BB">
        <w:rPr>
          <w:sz w:val="24"/>
          <w:szCs w:val="24"/>
        </w:rPr>
        <w:t xml:space="preserve">вписват </w:t>
      </w:r>
      <w:r w:rsidR="00E832CD" w:rsidRPr="002B51BB">
        <w:rPr>
          <w:sz w:val="24"/>
          <w:szCs w:val="24"/>
        </w:rPr>
        <w:t xml:space="preserve">ежемесечно </w:t>
      </w:r>
      <w:r w:rsidRPr="002B51BB">
        <w:rPr>
          <w:sz w:val="24"/>
          <w:szCs w:val="24"/>
        </w:rPr>
        <w:t>в част А на приложение № 2 към договора с НЗОК</w:t>
      </w:r>
      <w:r w:rsidR="00110616" w:rsidRPr="002B51BB">
        <w:rPr>
          <w:sz w:val="24"/>
          <w:szCs w:val="24"/>
        </w:rPr>
        <w:t xml:space="preserve"> по специалност </w:t>
      </w:r>
      <w:r w:rsidRPr="002B51BB">
        <w:rPr>
          <w:sz w:val="24"/>
          <w:szCs w:val="24"/>
        </w:rPr>
        <w:t>на звената в структурата на лечебното заведение – изпълнител на БМП, от които са отчетени.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AA2B44">
        <w:rPr>
          <w:sz w:val="24"/>
          <w:szCs w:val="24"/>
        </w:rPr>
        <w:t>5</w:t>
      </w:r>
      <w:r w:rsidRPr="002B51BB">
        <w:rPr>
          <w:sz w:val="24"/>
          <w:szCs w:val="24"/>
        </w:rPr>
        <w:t>) </w:t>
      </w:r>
      <w:r w:rsidR="00825BA0" w:rsidRPr="002B51BB">
        <w:rPr>
          <w:sz w:val="24"/>
          <w:szCs w:val="24"/>
        </w:rPr>
        <w:t xml:space="preserve">Ежемесечно за всеки изпълнител в част Б на приложение № 2 към договора с НЗОК се вписват стойностите на </w:t>
      </w:r>
      <w:r w:rsidR="00060737" w:rsidRPr="002B51BB">
        <w:rPr>
          <w:sz w:val="24"/>
          <w:szCs w:val="24"/>
        </w:rPr>
        <w:t xml:space="preserve">закупените </w:t>
      </w:r>
      <w:r w:rsidR="00825BA0" w:rsidRPr="002B51BB">
        <w:rPr>
          <w:sz w:val="24"/>
          <w:szCs w:val="24"/>
        </w:rPr>
        <w:t>по сключените с тях индивидуални договори:</w:t>
      </w:r>
    </w:p>
    <w:p w:rsidR="00FA4DA6" w:rsidRPr="00A92837" w:rsidRDefault="00FA4DA6" w:rsidP="00FA4DA6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1. дейности, </w:t>
      </w:r>
      <w:r w:rsidRPr="00A92837">
        <w:rPr>
          <w:sz w:val="24"/>
          <w:szCs w:val="24"/>
        </w:rPr>
        <w:t>заплатени по реда на чл.</w:t>
      </w:r>
      <w:r w:rsidR="00AA2B44">
        <w:rPr>
          <w:sz w:val="24"/>
          <w:szCs w:val="24"/>
        </w:rPr>
        <w:t>6</w:t>
      </w:r>
      <w:r w:rsidR="00946979">
        <w:rPr>
          <w:sz w:val="24"/>
          <w:szCs w:val="24"/>
        </w:rPr>
        <w:t>,</w:t>
      </w:r>
      <w:r w:rsidR="00AA2B44">
        <w:rPr>
          <w:sz w:val="24"/>
          <w:szCs w:val="24"/>
        </w:rPr>
        <w:t xml:space="preserve"> </w:t>
      </w:r>
      <w:r w:rsidRPr="00A92837">
        <w:rPr>
          <w:sz w:val="24"/>
          <w:szCs w:val="24"/>
        </w:rPr>
        <w:t>и чл.</w:t>
      </w:r>
      <w:r w:rsidR="00AA2B44">
        <w:rPr>
          <w:sz w:val="24"/>
          <w:szCs w:val="24"/>
        </w:rPr>
        <w:t>11</w:t>
      </w:r>
      <w:r w:rsidRPr="00A92837">
        <w:rPr>
          <w:sz w:val="24"/>
          <w:szCs w:val="24"/>
        </w:rPr>
        <w:t xml:space="preserve">.  </w:t>
      </w:r>
    </w:p>
    <w:p w:rsidR="00060737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</w:t>
      </w:r>
      <w:r w:rsidR="00060737" w:rsidRPr="002B51BB">
        <w:rPr>
          <w:sz w:val="24"/>
          <w:szCs w:val="24"/>
        </w:rPr>
        <w:t>. медицински изделия, прилагани в болничната медицинска помощ, заплатени по реда на чл.</w:t>
      </w:r>
      <w:r w:rsidR="00901B8A" w:rsidRPr="002B51BB">
        <w:rPr>
          <w:sz w:val="24"/>
          <w:szCs w:val="24"/>
        </w:rPr>
        <w:t>4</w:t>
      </w:r>
      <w:r w:rsidR="005D6B78" w:rsidRPr="002B51BB">
        <w:rPr>
          <w:sz w:val="24"/>
          <w:szCs w:val="24"/>
        </w:rPr>
        <w:t>.</w:t>
      </w:r>
    </w:p>
    <w:p w:rsidR="00DB1B6F" w:rsidRPr="002B51BB" w:rsidRDefault="00DB1B6F" w:rsidP="00DB1B6F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 xml:space="preserve">3. лекарствени продукти за лечение на злокачествени заболявания и лекарствени продукти при </w:t>
      </w:r>
      <w:proofErr w:type="spellStart"/>
      <w:r w:rsidRPr="002B51BB">
        <w:rPr>
          <w:sz w:val="24"/>
          <w:szCs w:val="24"/>
        </w:rPr>
        <w:t>животозастрашаващи</w:t>
      </w:r>
      <w:proofErr w:type="spellEnd"/>
      <w:r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Pr="002B51BB">
        <w:rPr>
          <w:sz w:val="24"/>
          <w:szCs w:val="24"/>
        </w:rPr>
        <w:t>коагулопатии</w:t>
      </w:r>
      <w:proofErr w:type="spellEnd"/>
      <w:r w:rsidRPr="002B51BB">
        <w:rPr>
          <w:sz w:val="24"/>
          <w:szCs w:val="24"/>
        </w:rPr>
        <w:t>, в условията на болнична медицинска помощ, които НЗОК заплаща извън стойността на оказваните медицински услуги, заплатени по реда на чл.</w:t>
      </w:r>
      <w:r w:rsidR="00901B8A" w:rsidRPr="002B51BB">
        <w:rPr>
          <w:sz w:val="24"/>
          <w:szCs w:val="24"/>
        </w:rPr>
        <w:t>4</w:t>
      </w:r>
      <w:r w:rsidR="00AA2B44">
        <w:rPr>
          <w:sz w:val="24"/>
          <w:szCs w:val="24"/>
        </w:rPr>
        <w:t>.</w:t>
      </w:r>
    </w:p>
    <w:p w:rsidR="00DB1B6F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4</w:t>
      </w:r>
      <w:r w:rsidR="00060737" w:rsidRPr="002B51BB">
        <w:rPr>
          <w:sz w:val="24"/>
          <w:szCs w:val="24"/>
        </w:rPr>
        <w:t>. болнична медицинска помощ на лица с право на здравно осигуряване, удостоверено от друга държава – членка на ЕС/ЕИП, или съгласно двустранни спогодби;</w:t>
      </w:r>
    </w:p>
    <w:p w:rsidR="00DB1B6F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lastRenderedPageBreak/>
        <w:t>5. </w:t>
      </w:r>
      <w:r w:rsidR="00060737" w:rsidRPr="002B51BB">
        <w:rPr>
          <w:sz w:val="24"/>
          <w:szCs w:val="24"/>
        </w:rPr>
        <w:t xml:space="preserve">дейности, финансирани с трансфери към НЗОК от Министерство на здравеопазването; </w:t>
      </w:r>
    </w:p>
    <w:p w:rsidR="00060737" w:rsidRPr="002B51BB" w:rsidRDefault="00DB1B6F" w:rsidP="00060737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6. </w:t>
      </w:r>
      <w:r w:rsidR="00060737" w:rsidRPr="002B51BB">
        <w:rPr>
          <w:sz w:val="24"/>
          <w:szCs w:val="24"/>
        </w:rPr>
        <w:t xml:space="preserve">болнична медицинска помощ по реда на ПМС № 17 от 2007 г. </w:t>
      </w:r>
    </w:p>
    <w:p w:rsidR="00AA2B44" w:rsidRPr="004F6313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Чл. </w:t>
      </w:r>
      <w:r w:rsidR="00AA2B44" w:rsidRPr="004F6313">
        <w:rPr>
          <w:b/>
          <w:sz w:val="24"/>
          <w:szCs w:val="24"/>
        </w:rPr>
        <w:t>11</w:t>
      </w:r>
      <w:r w:rsidR="00B34261" w:rsidRPr="004F6313">
        <w:rPr>
          <w:b/>
          <w:sz w:val="24"/>
          <w:szCs w:val="24"/>
        </w:rPr>
        <w:t>.</w:t>
      </w:r>
      <w:r w:rsidRPr="004F6313">
        <w:rPr>
          <w:b/>
          <w:sz w:val="24"/>
          <w:szCs w:val="24"/>
        </w:rPr>
        <w:t> </w:t>
      </w:r>
      <w:r w:rsidRPr="004F6313">
        <w:rPr>
          <w:sz w:val="24"/>
          <w:szCs w:val="24"/>
        </w:rPr>
        <w:t>(1) </w:t>
      </w:r>
      <w:r w:rsidR="00AA2B44" w:rsidRPr="004F6313">
        <w:rPr>
          <w:sz w:val="24"/>
          <w:szCs w:val="24"/>
        </w:rPr>
        <w:t>Директорът на РЗОК закупува от изпълнителите на БМП дейности при прилагане на договорения в чл.</w:t>
      </w:r>
      <w:r w:rsidR="000C6E0C" w:rsidRPr="004F6313">
        <w:rPr>
          <w:sz w:val="24"/>
          <w:szCs w:val="24"/>
        </w:rPr>
        <w:t>369 от НРД за 2020 – 2022 г.</w:t>
      </w:r>
      <w:r w:rsidR="00AA2B44" w:rsidRPr="004F6313">
        <w:rPr>
          <w:sz w:val="24"/>
          <w:szCs w:val="24"/>
        </w:rPr>
        <w:t xml:space="preserve"> Механизъм за гарантиране </w:t>
      </w:r>
      <w:proofErr w:type="spellStart"/>
      <w:r w:rsidR="00AA2B44" w:rsidRPr="004F6313">
        <w:rPr>
          <w:sz w:val="24"/>
          <w:szCs w:val="24"/>
        </w:rPr>
        <w:t>предвидимост</w:t>
      </w:r>
      <w:proofErr w:type="spellEnd"/>
      <w:r w:rsidR="00AA2B44" w:rsidRPr="004F6313">
        <w:rPr>
          <w:sz w:val="24"/>
          <w:szCs w:val="24"/>
        </w:rPr>
        <w:t xml:space="preserve"> и устойчивост на бюджета на НЗОК за здравноосигурителни плащания за болнична медицински помощ по ЗБНЗОК за 2020 г. (Механизма)</w:t>
      </w:r>
    </w:p>
    <w:p w:rsidR="00A955E1" w:rsidRPr="004F6313" w:rsidRDefault="00ED3AB9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(2) </w:t>
      </w:r>
      <w:r w:rsidR="00A955E1" w:rsidRPr="004F6313">
        <w:rPr>
          <w:sz w:val="24"/>
          <w:szCs w:val="24"/>
        </w:rPr>
        <w:t xml:space="preserve">Всеки изпълнител на БМП </w:t>
      </w:r>
      <w:r w:rsidRPr="004F6313">
        <w:rPr>
          <w:sz w:val="24"/>
          <w:szCs w:val="24"/>
        </w:rPr>
        <w:t>представя</w:t>
      </w:r>
      <w:r w:rsidR="00A955E1" w:rsidRPr="004F6313">
        <w:rPr>
          <w:sz w:val="24"/>
          <w:szCs w:val="24"/>
        </w:rPr>
        <w:t xml:space="preserve"> финансово-отчетни документи </w:t>
      </w:r>
      <w:r w:rsidRPr="004F6313">
        <w:rPr>
          <w:sz w:val="24"/>
          <w:szCs w:val="24"/>
        </w:rPr>
        <w:t xml:space="preserve">за </w:t>
      </w:r>
      <w:r w:rsidR="002544F0" w:rsidRPr="004F6313">
        <w:rPr>
          <w:sz w:val="24"/>
          <w:szCs w:val="24"/>
        </w:rPr>
        <w:t>дейности по чл.</w:t>
      </w:r>
      <w:r w:rsidRPr="004F6313">
        <w:rPr>
          <w:sz w:val="24"/>
          <w:szCs w:val="24"/>
        </w:rPr>
        <w:t>5</w:t>
      </w:r>
      <w:r w:rsidR="002544F0" w:rsidRPr="004F6313">
        <w:rPr>
          <w:sz w:val="24"/>
          <w:szCs w:val="24"/>
        </w:rPr>
        <w:t xml:space="preserve">, ал.1, т.2 </w:t>
      </w:r>
      <w:r w:rsidR="00A955E1" w:rsidRPr="004F6313">
        <w:rPr>
          <w:sz w:val="24"/>
          <w:szCs w:val="24"/>
        </w:rPr>
        <w:t xml:space="preserve">на стойност, </w:t>
      </w:r>
      <w:r w:rsidR="00901B8A" w:rsidRPr="004F6313">
        <w:rPr>
          <w:sz w:val="24"/>
          <w:szCs w:val="24"/>
        </w:rPr>
        <w:t>до размера на</w:t>
      </w:r>
      <w:r w:rsidR="0006364E" w:rsidRPr="004F6313">
        <w:rPr>
          <w:sz w:val="24"/>
          <w:szCs w:val="24"/>
        </w:rPr>
        <w:t xml:space="preserve"> </w:t>
      </w:r>
      <w:r w:rsidR="00A955E1" w:rsidRPr="004F6313">
        <w:rPr>
          <w:sz w:val="24"/>
          <w:szCs w:val="24"/>
        </w:rPr>
        <w:t>месечна</w:t>
      </w:r>
      <w:r w:rsidR="00BE734E" w:rsidRPr="004F6313">
        <w:rPr>
          <w:sz w:val="24"/>
          <w:szCs w:val="24"/>
        </w:rPr>
        <w:t>та</w:t>
      </w:r>
      <w:r w:rsidR="00A955E1" w:rsidRPr="004F6313">
        <w:rPr>
          <w:sz w:val="24"/>
          <w:szCs w:val="24"/>
        </w:rPr>
        <w:t xml:space="preserve"> стойност</w:t>
      </w:r>
      <w:r w:rsidR="000316A1" w:rsidRPr="004F6313">
        <w:rPr>
          <w:sz w:val="24"/>
          <w:szCs w:val="24"/>
        </w:rPr>
        <w:t xml:space="preserve">, </w:t>
      </w:r>
      <w:r w:rsidR="00A22890" w:rsidRPr="004F6313">
        <w:rPr>
          <w:sz w:val="24"/>
          <w:szCs w:val="24"/>
        </w:rPr>
        <w:t xml:space="preserve">в част Б на приложение № 2 </w:t>
      </w:r>
      <w:r w:rsidR="00A955E1" w:rsidRPr="004F6313">
        <w:rPr>
          <w:sz w:val="24"/>
          <w:szCs w:val="24"/>
        </w:rPr>
        <w:t>към сключените от него договори.</w:t>
      </w:r>
    </w:p>
    <w:p w:rsidR="00EA3806" w:rsidRPr="004F6313" w:rsidRDefault="00EA3806" w:rsidP="00EA3806">
      <w:pPr>
        <w:ind w:firstLine="567"/>
        <w:jc w:val="both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(3) За прилагане на ал.2 в месечните известия по </w:t>
      </w:r>
      <w:hyperlink r:id="rId10" w:history="1">
        <w:r w:rsidRPr="004F6313">
          <w:rPr>
            <w:rFonts w:eastAsia="Times New Roman"/>
            <w:sz w:val="24"/>
            <w:szCs w:val="24"/>
          </w:rPr>
          <w:t>чл.366, ал.10</w:t>
        </w:r>
      </w:hyperlink>
      <w:r w:rsidRPr="004F6313">
        <w:rPr>
          <w:rFonts w:eastAsia="Times New Roman"/>
          <w:sz w:val="24"/>
          <w:szCs w:val="24"/>
        </w:rPr>
        <w:t xml:space="preserve"> от НРД за 2020 – 2022 г. се </w:t>
      </w:r>
      <w:r w:rsidR="007B6361" w:rsidRPr="004F6313">
        <w:rPr>
          <w:rFonts w:eastAsia="Times New Roman"/>
          <w:sz w:val="24"/>
          <w:szCs w:val="24"/>
        </w:rPr>
        <w:t xml:space="preserve">посочва сумата на </w:t>
      </w:r>
      <w:proofErr w:type="spellStart"/>
      <w:r w:rsidR="007B6361" w:rsidRPr="004F6313">
        <w:rPr>
          <w:rFonts w:eastAsia="Times New Roman"/>
          <w:sz w:val="24"/>
          <w:szCs w:val="24"/>
        </w:rPr>
        <w:t>надвишението</w:t>
      </w:r>
      <w:proofErr w:type="spellEnd"/>
      <w:r w:rsidR="007B6361" w:rsidRPr="004F6313">
        <w:rPr>
          <w:rFonts w:eastAsia="Times New Roman"/>
          <w:sz w:val="24"/>
          <w:szCs w:val="24"/>
        </w:rPr>
        <w:t xml:space="preserve"> на стойността на отчетените през месеца дейности спрямо определената месечна стойност, която подлежи на възстановяване на НЗОК по реда на Механизма. Сумата се посочва с отрицателен знак</w:t>
      </w:r>
      <w:r w:rsidRPr="004F6313">
        <w:rPr>
          <w:rFonts w:eastAsia="Times New Roman"/>
          <w:sz w:val="24"/>
          <w:szCs w:val="24"/>
        </w:rPr>
        <w:t>.</w:t>
      </w:r>
    </w:p>
    <w:p w:rsidR="003A6D8C" w:rsidRPr="002B51BB" w:rsidRDefault="003A6D8C" w:rsidP="00EA3806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4</w:t>
      </w:r>
      <w:r w:rsidRPr="002B51BB">
        <w:rPr>
          <w:sz w:val="24"/>
          <w:szCs w:val="24"/>
        </w:rPr>
        <w:t>)</w:t>
      </w:r>
      <w:r w:rsidR="00053835" w:rsidRPr="002B51BB">
        <w:rPr>
          <w:sz w:val="24"/>
          <w:szCs w:val="24"/>
        </w:rPr>
        <w:t> </w:t>
      </w:r>
      <w:r w:rsidR="00823516" w:rsidRPr="002B51BB">
        <w:rPr>
          <w:sz w:val="24"/>
          <w:szCs w:val="24"/>
        </w:rPr>
        <w:t xml:space="preserve">Изпълнител на БМП, може да подаде в РЗОК писмено заявление за увеличение на размера на месечната стойност </w:t>
      </w:r>
      <w:r w:rsidR="00823516" w:rsidRPr="00EA3806">
        <w:rPr>
          <w:sz w:val="24"/>
          <w:szCs w:val="24"/>
        </w:rPr>
        <w:t xml:space="preserve">за случаите на спешна диагностика и лечение по КП, </w:t>
      </w:r>
      <w:proofErr w:type="spellStart"/>
      <w:r w:rsidR="00823516" w:rsidRPr="00EA3806">
        <w:rPr>
          <w:sz w:val="24"/>
          <w:szCs w:val="24"/>
        </w:rPr>
        <w:t>КПр</w:t>
      </w:r>
      <w:proofErr w:type="spellEnd"/>
      <w:r w:rsidR="00823516" w:rsidRPr="00EA3806">
        <w:rPr>
          <w:sz w:val="24"/>
          <w:szCs w:val="24"/>
        </w:rPr>
        <w:t xml:space="preserve"> или </w:t>
      </w:r>
      <w:proofErr w:type="spellStart"/>
      <w:r w:rsidR="00823516" w:rsidRPr="00EA3806">
        <w:rPr>
          <w:sz w:val="24"/>
          <w:szCs w:val="24"/>
        </w:rPr>
        <w:t>АПр</w:t>
      </w:r>
      <w:proofErr w:type="spellEnd"/>
      <w:r w:rsidR="00823516" w:rsidRPr="00EA3806">
        <w:rPr>
          <w:sz w:val="24"/>
          <w:szCs w:val="24"/>
        </w:rPr>
        <w:t xml:space="preserve"> по ал.</w:t>
      </w:r>
      <w:r w:rsidR="007B6361">
        <w:rPr>
          <w:sz w:val="24"/>
          <w:szCs w:val="24"/>
        </w:rPr>
        <w:t>2</w:t>
      </w:r>
      <w:r w:rsidR="00823516" w:rsidRPr="00EA3806">
        <w:rPr>
          <w:sz w:val="24"/>
          <w:szCs w:val="24"/>
        </w:rPr>
        <w:t>, за сметка н</w:t>
      </w:r>
      <w:r w:rsidR="00823516" w:rsidRPr="002B51BB">
        <w:rPr>
          <w:sz w:val="24"/>
          <w:szCs w:val="24"/>
        </w:rPr>
        <w:t>а до 5% от утвърдената стойност за следващия месец в приложение № 2 от индивидуалния договор за периода м.февруари – м.декември 20</w:t>
      </w:r>
      <w:r w:rsidR="00EA3806">
        <w:rPr>
          <w:sz w:val="24"/>
          <w:szCs w:val="24"/>
        </w:rPr>
        <w:t>20</w:t>
      </w:r>
      <w:r w:rsidR="00823516" w:rsidRPr="002B51BB">
        <w:rPr>
          <w:sz w:val="24"/>
          <w:szCs w:val="24"/>
        </w:rPr>
        <w:t xml:space="preserve"> г. (период на извършване на дейността: м.януари – м.ноември 20</w:t>
      </w:r>
      <w:r w:rsidR="00EA3806">
        <w:rPr>
          <w:sz w:val="24"/>
          <w:szCs w:val="24"/>
        </w:rPr>
        <w:t>20</w:t>
      </w:r>
      <w:r w:rsidR="00823516" w:rsidRPr="002B51BB">
        <w:rPr>
          <w:sz w:val="24"/>
          <w:szCs w:val="24"/>
        </w:rPr>
        <w:t xml:space="preserve"> г.)</w:t>
      </w:r>
    </w:p>
    <w:p w:rsidR="003A6D8C" w:rsidRPr="002B51BB" w:rsidRDefault="003A6D8C" w:rsidP="003A6D8C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5</w:t>
      </w:r>
      <w:r w:rsidRPr="002B51BB">
        <w:rPr>
          <w:sz w:val="24"/>
          <w:szCs w:val="24"/>
        </w:rPr>
        <w:t>)</w:t>
      </w:r>
      <w:r w:rsidR="00053835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Промените в приложение № 2 към индивидуалния договор, при прилагане на ал.</w:t>
      </w:r>
      <w:r w:rsidR="007B6361">
        <w:rPr>
          <w:sz w:val="24"/>
          <w:szCs w:val="24"/>
        </w:rPr>
        <w:t>4</w:t>
      </w:r>
      <w:r w:rsidRPr="002B51BB">
        <w:rPr>
          <w:sz w:val="24"/>
          <w:szCs w:val="24"/>
        </w:rPr>
        <w:t xml:space="preserve">, се договарят между изпълнителя на БМП и директора на РЗОК в срока за представяне в РЗОК на отчетите за заплащане на дейността за съответния месец. </w:t>
      </w:r>
    </w:p>
    <w:p w:rsidR="00A955E1" w:rsidRDefault="00A955E1" w:rsidP="003A6D8C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7B6361">
        <w:rPr>
          <w:sz w:val="24"/>
          <w:szCs w:val="24"/>
        </w:rPr>
        <w:t>6</w:t>
      </w:r>
      <w:r w:rsidRPr="002B51BB">
        <w:rPr>
          <w:sz w:val="24"/>
          <w:szCs w:val="24"/>
        </w:rPr>
        <w:t>)</w:t>
      </w:r>
      <w:r w:rsidR="002E3EF3" w:rsidRPr="002B51BB">
        <w:rPr>
          <w:sz w:val="24"/>
          <w:szCs w:val="24"/>
        </w:rPr>
        <w:t> </w:t>
      </w:r>
      <w:r w:rsidR="00A22890" w:rsidRPr="002B51BB">
        <w:rPr>
          <w:sz w:val="24"/>
          <w:szCs w:val="24"/>
        </w:rPr>
        <w:t>В случай, че след заплащане на отчетената месечна дейност се установи недостигане от конкретен изпълнител на месечната стойност по ал.</w:t>
      </w:r>
      <w:r w:rsidR="00D170FF">
        <w:rPr>
          <w:sz w:val="24"/>
          <w:szCs w:val="24"/>
        </w:rPr>
        <w:t>2</w:t>
      </w:r>
      <w:r w:rsidR="00A22890" w:rsidRPr="002B51BB">
        <w:rPr>
          <w:sz w:val="24"/>
          <w:szCs w:val="24"/>
        </w:rPr>
        <w:t xml:space="preserve">, в част Б на приложение № 2 към договора се отразяват стойностите на заплатената за месеца дейност. </w:t>
      </w:r>
      <w:r w:rsidR="00823516" w:rsidRPr="002B51BB">
        <w:rPr>
          <w:sz w:val="24"/>
          <w:szCs w:val="24"/>
        </w:rPr>
        <w:t xml:space="preserve">Изпълнителят на БМП може да прехвърля </w:t>
      </w:r>
      <w:r w:rsidR="00823516" w:rsidRPr="00A92837">
        <w:rPr>
          <w:sz w:val="24"/>
          <w:szCs w:val="24"/>
        </w:rPr>
        <w:t xml:space="preserve">икономията на средства </w:t>
      </w:r>
      <w:r w:rsidR="00724F99" w:rsidRPr="00A92837">
        <w:rPr>
          <w:sz w:val="24"/>
          <w:szCs w:val="24"/>
        </w:rPr>
        <w:t xml:space="preserve">в рамките на общия размер на определените стойности по приложение № 2 към </w:t>
      </w:r>
      <w:r w:rsidR="00D170FF" w:rsidRPr="00D170FF">
        <w:rPr>
          <w:sz w:val="24"/>
          <w:szCs w:val="24"/>
        </w:rPr>
        <w:t>индивидуалния договор</w:t>
      </w:r>
      <w:r w:rsidR="00724F99" w:rsidRPr="00A92837">
        <w:rPr>
          <w:sz w:val="24"/>
          <w:szCs w:val="24"/>
        </w:rPr>
        <w:t xml:space="preserve"> за периодите по чл. 3</w:t>
      </w:r>
      <w:r w:rsidR="00D170FF">
        <w:rPr>
          <w:sz w:val="24"/>
          <w:szCs w:val="24"/>
        </w:rPr>
        <w:t>68</w:t>
      </w:r>
      <w:r w:rsidR="00724F99" w:rsidRPr="00A92837">
        <w:rPr>
          <w:sz w:val="24"/>
          <w:szCs w:val="24"/>
        </w:rPr>
        <w:t>, ал. 1</w:t>
      </w:r>
      <w:r w:rsidR="008616A7" w:rsidRPr="00A92837">
        <w:rPr>
          <w:sz w:val="24"/>
          <w:szCs w:val="24"/>
        </w:rPr>
        <w:t xml:space="preserve"> от НРД за 20</w:t>
      </w:r>
      <w:r w:rsidR="00D170FF">
        <w:rPr>
          <w:sz w:val="24"/>
          <w:szCs w:val="24"/>
        </w:rPr>
        <w:t>20 - 2022</w:t>
      </w:r>
      <w:r w:rsidR="008616A7" w:rsidRPr="00A92837">
        <w:rPr>
          <w:sz w:val="24"/>
          <w:szCs w:val="24"/>
        </w:rPr>
        <w:t xml:space="preserve"> г</w:t>
      </w:r>
      <w:r w:rsidR="00724F99" w:rsidRPr="00A92837">
        <w:rPr>
          <w:sz w:val="24"/>
          <w:szCs w:val="24"/>
        </w:rPr>
        <w:t>.</w:t>
      </w:r>
      <w:r w:rsidR="008616A7" w:rsidRPr="00A92837">
        <w:rPr>
          <w:sz w:val="24"/>
          <w:szCs w:val="24"/>
        </w:rPr>
        <w:t xml:space="preserve"> (</w:t>
      </w:r>
      <w:r w:rsidR="00D170FF" w:rsidRPr="00D170FF">
        <w:rPr>
          <w:sz w:val="24"/>
          <w:szCs w:val="24"/>
        </w:rPr>
        <w:t>за периодите на извършване на дейността: м. декември 2019 г. - м. август 2020 г. и м. септември - м. ноември 2020 г.</w:t>
      </w:r>
      <w:r w:rsidR="008616A7" w:rsidRPr="00A92837">
        <w:rPr>
          <w:sz w:val="24"/>
          <w:szCs w:val="24"/>
        </w:rPr>
        <w:t>)</w:t>
      </w:r>
      <w:r w:rsidR="00724F99" w:rsidRPr="00A92837">
        <w:rPr>
          <w:sz w:val="24"/>
          <w:szCs w:val="24"/>
        </w:rPr>
        <w:t xml:space="preserve"> Икономията на средства в края на период на извършване на дейност по предходното изречение не се прехвърля за следващ период</w:t>
      </w:r>
      <w:r w:rsidR="008616A7" w:rsidRPr="00A92837">
        <w:rPr>
          <w:sz w:val="24"/>
          <w:szCs w:val="24"/>
        </w:rPr>
        <w:t>.</w:t>
      </w:r>
    </w:p>
    <w:p w:rsidR="00D170FF" w:rsidRPr="004F6313" w:rsidRDefault="00D170FF" w:rsidP="00D170FF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</w:t>
      </w:r>
      <w:r w:rsidR="000064C9" w:rsidRPr="004F6313">
        <w:rPr>
          <w:rFonts w:eastAsia="Times New Roman"/>
          <w:sz w:val="24"/>
          <w:szCs w:val="24"/>
        </w:rPr>
        <w:t>7</w:t>
      </w:r>
      <w:r w:rsidRPr="004F6313">
        <w:rPr>
          <w:rFonts w:eastAsia="Times New Roman"/>
          <w:sz w:val="24"/>
          <w:szCs w:val="24"/>
        </w:rPr>
        <w:t>)</w:t>
      </w:r>
      <w:r w:rsidR="000064C9" w:rsidRPr="004F6313">
        <w:rPr>
          <w:rFonts w:eastAsia="Times New Roman"/>
          <w:sz w:val="24"/>
          <w:szCs w:val="24"/>
        </w:rPr>
        <w:t> </w:t>
      </w:r>
      <w:r w:rsidRPr="004F6313">
        <w:rPr>
          <w:rFonts w:eastAsia="Times New Roman"/>
          <w:sz w:val="24"/>
          <w:szCs w:val="24"/>
        </w:rPr>
        <w:t xml:space="preserve">Когато за предходен месец изпълнител на БМП е формирал </w:t>
      </w:r>
      <w:proofErr w:type="spellStart"/>
      <w:r w:rsidRPr="004F6313">
        <w:rPr>
          <w:rFonts w:eastAsia="Times New Roman"/>
          <w:sz w:val="24"/>
          <w:szCs w:val="24"/>
        </w:rPr>
        <w:t>надвишение</w:t>
      </w:r>
      <w:proofErr w:type="spellEnd"/>
      <w:r w:rsidRPr="004F6313">
        <w:rPr>
          <w:rFonts w:eastAsia="Times New Roman"/>
          <w:sz w:val="24"/>
          <w:szCs w:val="24"/>
        </w:rPr>
        <w:t xml:space="preserve"> на месечната стойност, възстановена по реда на ал.3, редът на ал.6 се прилага след приспадане на възстановената сума от формираната икономия. В тези случаи в месечните известия по чл. 366, ал. 10, сумата на </w:t>
      </w:r>
      <w:proofErr w:type="spellStart"/>
      <w:r w:rsidRPr="004F6313">
        <w:rPr>
          <w:rFonts w:eastAsia="Times New Roman"/>
          <w:sz w:val="24"/>
          <w:szCs w:val="24"/>
        </w:rPr>
        <w:t>надвишението</w:t>
      </w:r>
      <w:proofErr w:type="spellEnd"/>
      <w:r w:rsidRPr="004F6313">
        <w:rPr>
          <w:rFonts w:eastAsia="Times New Roman"/>
          <w:sz w:val="24"/>
          <w:szCs w:val="24"/>
        </w:rPr>
        <w:t xml:space="preserve"> по ал.3, в рамките на формираната за месеца икономия се посочва с положителен знак, което се отразява и в приложение № 2 от индивидуалния договор.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(8) Стойностите на отхвърлените от заплащане случаи от предходен период на дейност компенсирано се отразяват в увеличение на месечната стойност в месеца, в който ще се извърши приспадането на стойностите на тези случаи.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 xml:space="preserve">(9) Стойностите на потвърдени за заплащане случаи от предходен период на дейност компенсирано се отразяват в намаление на месечната стойност в месеца в който ще се извърши заплащането на тези случаи. </w:t>
      </w:r>
    </w:p>
    <w:p w:rsidR="000064C9" w:rsidRPr="004F6313" w:rsidRDefault="000064C9" w:rsidP="000064C9">
      <w:pPr>
        <w:suppressAutoHyphens/>
        <w:autoSpaceDN w:val="0"/>
        <w:ind w:firstLine="567"/>
        <w:jc w:val="both"/>
        <w:textAlignment w:val="baseline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(10) Редът на ал.8 и ал.9 не се прилага за дейности, отчетени по реда на предходни НРД.</w:t>
      </w:r>
    </w:p>
    <w:p w:rsidR="008E6B78" w:rsidRPr="004F6313" w:rsidRDefault="008E6B78" w:rsidP="008E6B78">
      <w:pPr>
        <w:spacing w:line="300" w:lineRule="atLeast"/>
        <w:ind w:firstLine="540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Чл. 12. </w:t>
      </w:r>
      <w:r w:rsidRPr="004F6313">
        <w:rPr>
          <w:sz w:val="24"/>
          <w:szCs w:val="24"/>
        </w:rPr>
        <w:t xml:space="preserve">(1) При констатирано на национално ниво </w:t>
      </w:r>
      <w:proofErr w:type="spellStart"/>
      <w:r w:rsidRPr="004F6313">
        <w:rPr>
          <w:sz w:val="24"/>
          <w:szCs w:val="24"/>
        </w:rPr>
        <w:t>превишение</w:t>
      </w:r>
      <w:proofErr w:type="spellEnd"/>
      <w:r w:rsidRPr="004F6313">
        <w:rPr>
          <w:sz w:val="24"/>
          <w:szCs w:val="24"/>
        </w:rPr>
        <w:t xml:space="preserve"> на 25% от договорените в чл. 340 от НРД за 2020-2022 г. обеми по 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 (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1.1 и 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№ 1.2), </w:t>
      </w:r>
      <w:proofErr w:type="spellStart"/>
      <w:r w:rsidRPr="004F6313">
        <w:rPr>
          <w:sz w:val="24"/>
          <w:szCs w:val="24"/>
        </w:rPr>
        <w:t>2</w:t>
      </w:r>
      <w:proofErr w:type="spellEnd"/>
      <w:r w:rsidRPr="004F6313">
        <w:rPr>
          <w:sz w:val="24"/>
          <w:szCs w:val="24"/>
        </w:rPr>
        <w:t xml:space="preserve"> и 3 на тримесечие, </w:t>
      </w:r>
      <w:r w:rsidRPr="004F6313">
        <w:rPr>
          <w:rFonts w:eastAsia="Times New Roman"/>
          <w:sz w:val="24"/>
          <w:szCs w:val="24"/>
        </w:rPr>
        <w:t xml:space="preserve">в месечните известия по </w:t>
      </w:r>
      <w:hyperlink r:id="rId11" w:history="1">
        <w:r w:rsidRPr="004F6313">
          <w:rPr>
            <w:rFonts w:eastAsia="Times New Roman"/>
            <w:sz w:val="24"/>
            <w:szCs w:val="24"/>
          </w:rPr>
          <w:t>чл.366, ал.10</w:t>
        </w:r>
      </w:hyperlink>
      <w:r w:rsidRPr="004F6313">
        <w:rPr>
          <w:rFonts w:eastAsia="Times New Roman"/>
          <w:sz w:val="24"/>
          <w:szCs w:val="24"/>
        </w:rPr>
        <w:t xml:space="preserve"> от НРД за 2020 – 2022 г. се посочва сумата на </w:t>
      </w:r>
      <w:proofErr w:type="spellStart"/>
      <w:r w:rsidRPr="004F6313">
        <w:rPr>
          <w:rFonts w:eastAsia="Times New Roman"/>
          <w:sz w:val="24"/>
          <w:szCs w:val="24"/>
        </w:rPr>
        <w:t>надвишението</w:t>
      </w:r>
      <w:proofErr w:type="spellEnd"/>
      <w:r w:rsidRPr="004F6313">
        <w:rPr>
          <w:rFonts w:eastAsia="Times New Roman"/>
          <w:sz w:val="24"/>
          <w:szCs w:val="24"/>
        </w:rPr>
        <w:t xml:space="preserve">, което подлежи на възстановяване на НЗОК, </w:t>
      </w:r>
      <w:r w:rsidRPr="004F6313">
        <w:rPr>
          <w:sz w:val="24"/>
          <w:szCs w:val="24"/>
        </w:rPr>
        <w:lastRenderedPageBreak/>
        <w:t xml:space="preserve">пропорционално на заплатената на всеки изпълнител стойност за тези </w:t>
      </w:r>
      <w:proofErr w:type="spellStart"/>
      <w:r w:rsidRPr="004F6313">
        <w:rPr>
          <w:sz w:val="24"/>
          <w:szCs w:val="24"/>
        </w:rPr>
        <w:t>АПр</w:t>
      </w:r>
      <w:proofErr w:type="spellEnd"/>
      <w:r w:rsidRPr="004F6313">
        <w:rPr>
          <w:sz w:val="24"/>
          <w:szCs w:val="24"/>
        </w:rPr>
        <w:t xml:space="preserve"> за тримесечието</w:t>
      </w:r>
      <w:r w:rsidRPr="004F6313">
        <w:rPr>
          <w:rFonts w:eastAsia="Times New Roman"/>
          <w:sz w:val="24"/>
          <w:szCs w:val="24"/>
        </w:rPr>
        <w:t>.</w:t>
      </w:r>
      <w:r w:rsidRPr="004F6313">
        <w:rPr>
          <w:sz w:val="24"/>
          <w:szCs w:val="24"/>
        </w:rPr>
        <w:t xml:space="preserve">  </w:t>
      </w:r>
    </w:p>
    <w:p w:rsidR="008E6B78" w:rsidRPr="004F6313" w:rsidRDefault="008E6B78" w:rsidP="008E6B78">
      <w:pPr>
        <w:spacing w:line="300" w:lineRule="atLeast"/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(2) Стойността, която подлежи на възстановяване на НЗОК по реда на ал.1 се посочва с отрицателен знак в месечното известие за месеца, следващ тримесечието.</w:t>
      </w:r>
    </w:p>
    <w:p w:rsidR="00E60E8E" w:rsidRPr="000064C9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>
        <w:rPr>
          <w:b/>
          <w:sz w:val="24"/>
          <w:szCs w:val="24"/>
        </w:rPr>
        <w:t>1</w:t>
      </w:r>
      <w:r w:rsidR="008E6B7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</w:t>
      </w:r>
      <w:r w:rsidRPr="000064C9">
        <w:rPr>
          <w:sz w:val="24"/>
          <w:szCs w:val="24"/>
        </w:rPr>
        <w:t xml:space="preserve"> Директорите на РЗОК могат в рамките на определените стойности по чл.3 за съответната РЗОК да предлагат компенсирани промени между утвърдените стойности по изпълнители на БМП при наличие на структурни и организационни промени в дейността им, на територията на съответната РЗОК. Към мотивираните предложения се представят писмените съгласия на съответните изпълнители на БМП, за които са предложени компенсираните промени. </w:t>
      </w:r>
    </w:p>
    <w:p w:rsidR="00E60E8E" w:rsidRPr="00A92837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2066C0">
        <w:rPr>
          <w:sz w:val="24"/>
          <w:szCs w:val="24"/>
        </w:rPr>
        <w:t>(</w:t>
      </w:r>
      <w:r>
        <w:rPr>
          <w:sz w:val="24"/>
          <w:szCs w:val="24"/>
        </w:rPr>
        <w:t>2</w:t>
      </w:r>
      <w:r w:rsidRPr="002066C0">
        <w:rPr>
          <w:sz w:val="24"/>
          <w:szCs w:val="24"/>
        </w:rPr>
        <w:t>)</w:t>
      </w:r>
      <w:r>
        <w:rPr>
          <w:sz w:val="24"/>
          <w:szCs w:val="24"/>
        </w:rPr>
        <w:t> </w:t>
      </w:r>
      <w:r w:rsidRPr="002066C0">
        <w:rPr>
          <w:sz w:val="24"/>
          <w:szCs w:val="24"/>
        </w:rPr>
        <w:t>Съгласуваните предложения  и мотивираните становища от директорите на РЗОК съгласно ал.</w:t>
      </w:r>
      <w:r>
        <w:rPr>
          <w:sz w:val="24"/>
          <w:szCs w:val="24"/>
        </w:rPr>
        <w:t>1</w:t>
      </w:r>
      <w:r w:rsidRPr="00A92837">
        <w:rPr>
          <w:sz w:val="24"/>
          <w:szCs w:val="24"/>
        </w:rPr>
        <w:t xml:space="preserve"> се разглеждат и утвърждават от управителя на НЗОК, след представянето им в ЦУ на НЗОК.</w:t>
      </w:r>
    </w:p>
    <w:p w:rsidR="00E60E8E" w:rsidRPr="00E60E8E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(3) </w:t>
      </w:r>
      <w:r w:rsidRPr="00E60E8E">
        <w:rPr>
          <w:sz w:val="24"/>
          <w:szCs w:val="24"/>
        </w:rPr>
        <w:t>Директор</w:t>
      </w:r>
      <w:r>
        <w:rPr>
          <w:sz w:val="24"/>
          <w:szCs w:val="24"/>
        </w:rPr>
        <w:t>ите</w:t>
      </w:r>
      <w:r w:rsidRPr="00E60E8E">
        <w:rPr>
          <w:sz w:val="24"/>
          <w:szCs w:val="24"/>
        </w:rPr>
        <w:t xml:space="preserve"> на РЗОК мо</w:t>
      </w:r>
      <w:r>
        <w:rPr>
          <w:sz w:val="24"/>
          <w:szCs w:val="24"/>
        </w:rPr>
        <w:t>гат</w:t>
      </w:r>
      <w:r w:rsidRPr="00E60E8E">
        <w:rPr>
          <w:sz w:val="24"/>
          <w:szCs w:val="24"/>
        </w:rPr>
        <w:t xml:space="preserve"> да вн</w:t>
      </w:r>
      <w:r>
        <w:rPr>
          <w:sz w:val="24"/>
          <w:szCs w:val="24"/>
        </w:rPr>
        <w:t>а</w:t>
      </w:r>
      <w:r w:rsidRPr="00E60E8E">
        <w:rPr>
          <w:sz w:val="24"/>
          <w:szCs w:val="24"/>
        </w:rPr>
        <w:t>с</w:t>
      </w:r>
      <w:r>
        <w:rPr>
          <w:sz w:val="24"/>
          <w:szCs w:val="24"/>
        </w:rPr>
        <w:t>ят</w:t>
      </w:r>
      <w:r w:rsidRPr="00E60E8E">
        <w:rPr>
          <w:sz w:val="24"/>
          <w:szCs w:val="24"/>
        </w:rPr>
        <w:t xml:space="preserve"> предложени</w:t>
      </w:r>
      <w:r>
        <w:rPr>
          <w:sz w:val="24"/>
          <w:szCs w:val="24"/>
        </w:rPr>
        <w:t>я</w:t>
      </w:r>
      <w:r w:rsidRPr="00E60E8E">
        <w:rPr>
          <w:sz w:val="24"/>
          <w:szCs w:val="24"/>
        </w:rPr>
        <w:t xml:space="preserve"> до Н</w:t>
      </w:r>
      <w:r>
        <w:rPr>
          <w:sz w:val="24"/>
          <w:szCs w:val="24"/>
        </w:rPr>
        <w:t>адзорния съвет</w:t>
      </w:r>
      <w:r w:rsidRPr="00E60E8E">
        <w:rPr>
          <w:sz w:val="24"/>
          <w:szCs w:val="24"/>
        </w:rPr>
        <w:t xml:space="preserve"> на НЗОК за коригиране на определените стойности в приложение № 2 по договорите с изпълнителите на БМП, на основание получено от конкретен изпълнител на БМП мотивирано предложение, водещо до промяна на определените стойности по чл.</w:t>
      </w:r>
      <w:r>
        <w:rPr>
          <w:sz w:val="24"/>
          <w:szCs w:val="24"/>
        </w:rPr>
        <w:t>7</w:t>
      </w:r>
      <w:r w:rsidRPr="00E60E8E">
        <w:rPr>
          <w:sz w:val="24"/>
          <w:szCs w:val="24"/>
        </w:rPr>
        <w:t>, в края на период по чл.368, ал.1</w:t>
      </w:r>
      <w:r>
        <w:rPr>
          <w:sz w:val="24"/>
          <w:szCs w:val="24"/>
        </w:rPr>
        <w:t xml:space="preserve"> от НРД за 2020 – 2022 г.</w:t>
      </w:r>
      <w:r w:rsidRPr="00E60E8E">
        <w:rPr>
          <w:sz w:val="24"/>
          <w:szCs w:val="24"/>
        </w:rPr>
        <w:t>, при наличие на неусвоени средства на ниво РЗОК. Предложенията се внасят с доклад за всеки отделен изпълнител на БМП, включващ:</w:t>
      </w:r>
    </w:p>
    <w:p w:rsidR="00E60E8E" w:rsidRPr="00E60E8E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E60E8E">
        <w:rPr>
          <w:sz w:val="24"/>
          <w:szCs w:val="24"/>
        </w:rPr>
        <w:t>1. конкретните обстоятелства, довели до необходимост от промяна;</w:t>
      </w:r>
    </w:p>
    <w:p w:rsidR="00E60E8E" w:rsidRPr="00A92837" w:rsidRDefault="00E60E8E" w:rsidP="00E60E8E">
      <w:pPr>
        <w:spacing w:line="300" w:lineRule="atLeast"/>
        <w:ind w:firstLine="540"/>
        <w:jc w:val="both"/>
        <w:rPr>
          <w:sz w:val="24"/>
          <w:szCs w:val="24"/>
        </w:rPr>
      </w:pPr>
      <w:r w:rsidRPr="00E60E8E">
        <w:rPr>
          <w:sz w:val="24"/>
          <w:szCs w:val="24"/>
        </w:rPr>
        <w:t>2. резултата от текущите проверки на РЗОК при констатирана тенденция на нарастване на разходите на ниво лечебно заведение, отделение/клиника.</w:t>
      </w:r>
    </w:p>
    <w:p w:rsidR="00810BD1" w:rsidRPr="00A92837" w:rsidRDefault="00110616" w:rsidP="004A62BD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</w:t>
      </w:r>
      <w:r w:rsidR="005828B1">
        <w:rPr>
          <w:b/>
          <w:sz w:val="24"/>
          <w:szCs w:val="24"/>
        </w:rPr>
        <w:t>1</w:t>
      </w:r>
      <w:r w:rsidR="008E6B78">
        <w:rPr>
          <w:b/>
          <w:sz w:val="24"/>
          <w:szCs w:val="24"/>
        </w:rPr>
        <w:t>4</w:t>
      </w:r>
      <w:r w:rsidR="005828B1">
        <w:rPr>
          <w:b/>
          <w:sz w:val="24"/>
          <w:szCs w:val="24"/>
        </w:rPr>
        <w:t>.</w:t>
      </w:r>
      <w:r w:rsidRPr="002B51BB">
        <w:rPr>
          <w:b/>
          <w:sz w:val="24"/>
          <w:szCs w:val="24"/>
        </w:rPr>
        <w:t> </w:t>
      </w:r>
      <w:r w:rsidRPr="002B51BB">
        <w:rPr>
          <w:sz w:val="24"/>
          <w:szCs w:val="24"/>
        </w:rPr>
        <w:t>(1) </w:t>
      </w:r>
      <w:r w:rsidR="002C1D73" w:rsidRPr="002B51BB">
        <w:rPr>
          <w:sz w:val="24"/>
          <w:szCs w:val="24"/>
        </w:rPr>
        <w:t>Районната здравноосигурителна каса</w:t>
      </w:r>
      <w:r w:rsidR="005448B3" w:rsidRPr="002B51BB">
        <w:rPr>
          <w:sz w:val="24"/>
          <w:szCs w:val="24"/>
        </w:rPr>
        <w:t xml:space="preserve"> </w:t>
      </w:r>
      <w:r w:rsidR="00A61481">
        <w:rPr>
          <w:sz w:val="24"/>
          <w:szCs w:val="24"/>
        </w:rPr>
        <w:t>ежеднев</w:t>
      </w:r>
      <w:r w:rsidR="005A3C5E">
        <w:rPr>
          <w:sz w:val="24"/>
          <w:szCs w:val="24"/>
        </w:rPr>
        <w:t>но</w:t>
      </w:r>
      <w:r w:rsidR="00810BD1" w:rsidRPr="002B51BB">
        <w:rPr>
          <w:sz w:val="24"/>
          <w:szCs w:val="24"/>
        </w:rPr>
        <w:t xml:space="preserve"> анализира постъпващата информация </w:t>
      </w:r>
      <w:r w:rsidR="00726980" w:rsidRPr="002B51BB">
        <w:rPr>
          <w:sz w:val="24"/>
          <w:szCs w:val="24"/>
        </w:rPr>
        <w:t>по чл.3</w:t>
      </w:r>
      <w:r w:rsidR="00735272">
        <w:rPr>
          <w:sz w:val="24"/>
          <w:szCs w:val="24"/>
        </w:rPr>
        <w:t>66</w:t>
      </w:r>
      <w:r w:rsidR="00726980" w:rsidRPr="002B51BB">
        <w:rPr>
          <w:sz w:val="24"/>
          <w:szCs w:val="24"/>
        </w:rPr>
        <w:t xml:space="preserve"> от НРД за 20</w:t>
      </w:r>
      <w:r w:rsidR="00735272">
        <w:rPr>
          <w:sz w:val="24"/>
          <w:szCs w:val="24"/>
        </w:rPr>
        <w:t>20 - 2022</w:t>
      </w:r>
      <w:r w:rsidR="00726980" w:rsidRPr="002B51BB">
        <w:rPr>
          <w:sz w:val="24"/>
          <w:szCs w:val="24"/>
        </w:rPr>
        <w:t xml:space="preserve"> г. </w:t>
      </w:r>
      <w:r w:rsidR="00810BD1" w:rsidRPr="002B51BB">
        <w:rPr>
          <w:sz w:val="24"/>
          <w:szCs w:val="24"/>
        </w:rPr>
        <w:t xml:space="preserve">за достигнатото изпълнение на месечните </w:t>
      </w:r>
      <w:r w:rsidR="00AB7E27" w:rsidRPr="002B51BB">
        <w:rPr>
          <w:sz w:val="24"/>
          <w:szCs w:val="24"/>
        </w:rPr>
        <w:t>и индикативните стойности по изпълнители на БМП</w:t>
      </w:r>
      <w:r w:rsidR="00DA7EE1" w:rsidRPr="002B51BB">
        <w:rPr>
          <w:sz w:val="24"/>
          <w:szCs w:val="24"/>
        </w:rPr>
        <w:t>.</w:t>
      </w:r>
      <w:r w:rsidR="00BC3A3E" w:rsidRPr="002B51BB">
        <w:rPr>
          <w:rFonts w:asciiTheme="majorBidi" w:eastAsiaTheme="minorEastAsia" w:hAnsiTheme="majorBidi" w:cstheme="majorBidi"/>
          <w:sz w:val="24"/>
          <w:szCs w:val="24"/>
          <w:lang w:eastAsia="zh-CN"/>
        </w:rPr>
        <w:t xml:space="preserve"> В случай на констатирана от РЗОК при анализа </w:t>
      </w:r>
      <w:r w:rsidR="00BC3A3E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>тенденция за изпреварващо достигане от конкретен изпълнител на определените стойности</w:t>
      </w:r>
      <w:r w:rsidR="00DA7EE1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>,</w:t>
      </w:r>
      <w:r w:rsidR="00BC3A3E" w:rsidRPr="00325992">
        <w:rPr>
          <w:rFonts w:asciiTheme="majorBidi" w:eastAsiaTheme="minorEastAsia" w:hAnsiTheme="majorBidi" w:cstheme="majorBidi"/>
          <w:sz w:val="24"/>
          <w:szCs w:val="24"/>
          <w:lang w:eastAsia="zh-CN"/>
        </w:rPr>
        <w:t xml:space="preserve"> РЗОК извършва </w:t>
      </w:r>
      <w:r w:rsidR="00BC3A3E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внезапен контрол</w:t>
      </w:r>
      <w:r w:rsidR="009B1C79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, както и контрол преди заплащане на оказаната медицинска помощ при превишаване на определените месечни и индикативни стойности</w:t>
      </w:r>
      <w:r w:rsidR="00BC3A3E" w:rsidRPr="00A92837">
        <w:rPr>
          <w:rFonts w:asciiTheme="majorBidi" w:eastAsiaTheme="minorEastAsia" w:hAnsiTheme="majorBidi" w:cstheme="majorBidi"/>
          <w:sz w:val="24"/>
          <w:szCs w:val="24"/>
          <w:lang w:eastAsia="zh-CN"/>
        </w:rPr>
        <w:t>.</w:t>
      </w:r>
    </w:p>
    <w:p w:rsidR="005828B1" w:rsidRPr="004F6313" w:rsidRDefault="005828B1" w:rsidP="006F39F9">
      <w:pPr>
        <w:spacing w:line="300" w:lineRule="atLeast"/>
        <w:ind w:firstLine="539"/>
        <w:jc w:val="both"/>
        <w:rPr>
          <w:rFonts w:eastAsia="Times New Roman"/>
          <w:sz w:val="24"/>
          <w:szCs w:val="24"/>
        </w:rPr>
      </w:pPr>
      <w:r w:rsidRPr="004F6313">
        <w:rPr>
          <w:rFonts w:eastAsia="Times New Roman"/>
          <w:sz w:val="24"/>
          <w:szCs w:val="24"/>
        </w:rPr>
        <w:t>(2) Директорът на РЗОК представя ежемесечни доклади на Надзорния съвет на НЗОК за резултатите от извършения контрол по ал. 1 на изпълнителите на БМП, надвишили определените им определените месечни и индикативни стойности.</w:t>
      </w:r>
    </w:p>
    <w:p w:rsidR="00A034E8" w:rsidRPr="00E60E8E" w:rsidRDefault="002A432E" w:rsidP="00362E78">
      <w:pPr>
        <w:spacing w:line="300" w:lineRule="atLeast"/>
        <w:ind w:firstLine="540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(</w:t>
      </w:r>
      <w:r w:rsidR="005828B1">
        <w:rPr>
          <w:sz w:val="24"/>
          <w:szCs w:val="24"/>
        </w:rPr>
        <w:t>3</w:t>
      </w:r>
      <w:r w:rsidRPr="002B51BB">
        <w:rPr>
          <w:sz w:val="24"/>
          <w:szCs w:val="24"/>
        </w:rPr>
        <w:t>) </w:t>
      </w:r>
      <w:r w:rsidR="003F01A8" w:rsidRPr="002B51BB">
        <w:rPr>
          <w:sz w:val="24"/>
          <w:szCs w:val="24"/>
        </w:rPr>
        <w:t xml:space="preserve">Директорът на РЗОК </w:t>
      </w:r>
      <w:r w:rsidR="002B0461">
        <w:rPr>
          <w:sz w:val="24"/>
          <w:szCs w:val="24"/>
        </w:rPr>
        <w:t>организира ежемесечен контрол върху дейността на изпълнителите на БМП в РЗОК</w:t>
      </w:r>
      <w:r w:rsidR="003F01A8" w:rsidRPr="002B51BB">
        <w:rPr>
          <w:sz w:val="24"/>
          <w:szCs w:val="24"/>
        </w:rPr>
        <w:t>.</w:t>
      </w:r>
      <w:r w:rsidR="002B0461">
        <w:rPr>
          <w:sz w:val="24"/>
          <w:szCs w:val="24"/>
        </w:rPr>
        <w:t xml:space="preserve"> За констатираните нарушения се подготвят доклади до </w:t>
      </w:r>
      <w:r w:rsidR="002B0461" w:rsidRPr="002066C0">
        <w:rPr>
          <w:sz w:val="24"/>
          <w:szCs w:val="24"/>
        </w:rPr>
        <w:t>Н</w:t>
      </w:r>
      <w:r w:rsidR="005828B1">
        <w:rPr>
          <w:sz w:val="24"/>
          <w:szCs w:val="24"/>
        </w:rPr>
        <w:t>адзорния съвет</w:t>
      </w:r>
      <w:r w:rsidR="002B0461" w:rsidRPr="002066C0">
        <w:rPr>
          <w:sz w:val="24"/>
          <w:szCs w:val="24"/>
        </w:rPr>
        <w:t xml:space="preserve"> на НЗОК. </w:t>
      </w:r>
      <w:r w:rsidR="002B0461" w:rsidRPr="00E60E8E">
        <w:rPr>
          <w:sz w:val="24"/>
          <w:szCs w:val="24"/>
        </w:rPr>
        <w:t>Същите се внасят за разглеждане от НС на НЗОК в сроковете по чл.</w:t>
      </w:r>
      <w:r w:rsidR="00E60E8E">
        <w:rPr>
          <w:sz w:val="24"/>
          <w:szCs w:val="24"/>
        </w:rPr>
        <w:t>1</w:t>
      </w:r>
      <w:r w:rsidR="008E6B78">
        <w:rPr>
          <w:sz w:val="24"/>
          <w:szCs w:val="24"/>
        </w:rPr>
        <w:t>3</w:t>
      </w:r>
      <w:r w:rsidR="002B0461" w:rsidRPr="00E60E8E">
        <w:rPr>
          <w:sz w:val="24"/>
          <w:szCs w:val="24"/>
        </w:rPr>
        <w:t>, ал.</w:t>
      </w:r>
      <w:r w:rsidR="00E60E8E">
        <w:rPr>
          <w:sz w:val="24"/>
          <w:szCs w:val="24"/>
        </w:rPr>
        <w:t>3</w:t>
      </w:r>
      <w:r w:rsidR="002B0461" w:rsidRPr="00E60E8E">
        <w:rPr>
          <w:sz w:val="24"/>
          <w:szCs w:val="24"/>
        </w:rPr>
        <w:t>.</w:t>
      </w:r>
    </w:p>
    <w:p w:rsidR="00114216" w:rsidRPr="002B51BB" w:rsidRDefault="0011421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114216" w:rsidRPr="002B51BB" w:rsidRDefault="00114216" w:rsidP="00114216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ГЛАВА </w:t>
      </w:r>
      <w:r w:rsidR="00127F1D" w:rsidRPr="002B51BB">
        <w:rPr>
          <w:b/>
          <w:sz w:val="24"/>
          <w:szCs w:val="24"/>
        </w:rPr>
        <w:t>І</w:t>
      </w:r>
      <w:r w:rsidRPr="002B51BB">
        <w:rPr>
          <w:b/>
          <w:sz w:val="24"/>
          <w:szCs w:val="24"/>
        </w:rPr>
        <w:t>V</w:t>
      </w:r>
    </w:p>
    <w:p w:rsidR="00114216" w:rsidRPr="002B51BB" w:rsidRDefault="00114216" w:rsidP="00114216">
      <w:pPr>
        <w:keepNext/>
        <w:spacing w:line="300" w:lineRule="atLeast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УСЛОВИЯ И РЕД ЗА ОСЪЩЕСТВЯВАНЕ ОТ НАДЗОРНИЯ СЪВЕТ НА НЗОК НА НАБЛЮДЕНИЕ, АНАЛИЗ, КОНТРОЛ И КОРИГИРАНЕ НА СТОЙНОСТИТЕ </w:t>
      </w:r>
    </w:p>
    <w:p w:rsidR="00114216" w:rsidRPr="002B51BB" w:rsidRDefault="00114216" w:rsidP="00053835">
      <w:pPr>
        <w:keepNext/>
        <w:spacing w:line="300" w:lineRule="atLeast"/>
        <w:ind w:firstLine="539"/>
        <w:jc w:val="both"/>
        <w:rPr>
          <w:b/>
          <w:sz w:val="24"/>
          <w:szCs w:val="24"/>
        </w:rPr>
      </w:pPr>
    </w:p>
    <w:p w:rsidR="00114216" w:rsidRDefault="00B05BCB" w:rsidP="00B05BCB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Чл. 1</w:t>
      </w:r>
      <w:r w:rsidR="008E6B78">
        <w:rPr>
          <w:b/>
          <w:sz w:val="24"/>
          <w:szCs w:val="24"/>
        </w:rPr>
        <w:t>5</w:t>
      </w:r>
      <w:r w:rsidRPr="002B51BB">
        <w:rPr>
          <w:b/>
          <w:sz w:val="24"/>
          <w:szCs w:val="24"/>
        </w:rPr>
        <w:t>. </w:t>
      </w:r>
      <w:r w:rsidRPr="002B51BB">
        <w:rPr>
          <w:sz w:val="24"/>
          <w:szCs w:val="24"/>
        </w:rPr>
        <w:t xml:space="preserve">Надзорният съвет на НЗОК </w:t>
      </w:r>
      <w:r w:rsidR="00114216" w:rsidRPr="002B51BB">
        <w:rPr>
          <w:sz w:val="24"/>
          <w:szCs w:val="24"/>
        </w:rPr>
        <w:t xml:space="preserve">наблюдава, анализира и контролира изпълнението на здравноосигурителните плащания по чл.4, ал.1 </w:t>
      </w:r>
      <w:r w:rsidR="00090B4B" w:rsidRPr="002B51BB">
        <w:rPr>
          <w:sz w:val="24"/>
          <w:szCs w:val="24"/>
        </w:rPr>
        <w:t>от ЗБНЗОК за 20</w:t>
      </w:r>
      <w:r w:rsidR="00DE5280">
        <w:rPr>
          <w:sz w:val="24"/>
          <w:szCs w:val="24"/>
        </w:rPr>
        <w:t>20</w:t>
      </w:r>
      <w:r w:rsidR="00090B4B" w:rsidRPr="002B51BB">
        <w:rPr>
          <w:sz w:val="24"/>
          <w:szCs w:val="24"/>
        </w:rPr>
        <w:t xml:space="preserve"> г.</w:t>
      </w:r>
      <w:r w:rsidR="00E60E8E">
        <w:rPr>
          <w:sz w:val="24"/>
          <w:szCs w:val="24"/>
        </w:rPr>
        <w:t>,</w:t>
      </w:r>
      <w:r w:rsidR="00090B4B" w:rsidRPr="002B51BB">
        <w:rPr>
          <w:sz w:val="24"/>
          <w:szCs w:val="24"/>
        </w:rPr>
        <w:t xml:space="preserve"> </w:t>
      </w:r>
      <w:r w:rsidR="00E60E8E" w:rsidRPr="002B51BB">
        <w:rPr>
          <w:sz w:val="24"/>
          <w:szCs w:val="24"/>
        </w:rPr>
        <w:t>на тримесечие</w:t>
      </w:r>
      <w:r w:rsidR="00E60E8E">
        <w:rPr>
          <w:sz w:val="24"/>
          <w:szCs w:val="24"/>
        </w:rPr>
        <w:t xml:space="preserve">, </w:t>
      </w:r>
      <w:r w:rsidR="00A57F82">
        <w:rPr>
          <w:sz w:val="24"/>
          <w:szCs w:val="24"/>
        </w:rPr>
        <w:t xml:space="preserve">на </w:t>
      </w:r>
      <w:r w:rsidR="00292E83">
        <w:rPr>
          <w:sz w:val="24"/>
          <w:szCs w:val="24"/>
        </w:rPr>
        <w:t xml:space="preserve">национално </w:t>
      </w:r>
      <w:r w:rsidR="00A57F82">
        <w:rPr>
          <w:sz w:val="24"/>
          <w:szCs w:val="24"/>
        </w:rPr>
        <w:t xml:space="preserve">ниво и </w:t>
      </w:r>
      <w:r w:rsidR="00292E83">
        <w:rPr>
          <w:sz w:val="24"/>
          <w:szCs w:val="24"/>
        </w:rPr>
        <w:t xml:space="preserve">на ниво </w:t>
      </w:r>
      <w:r w:rsidR="00A57F82">
        <w:rPr>
          <w:sz w:val="24"/>
          <w:szCs w:val="24"/>
        </w:rPr>
        <w:t>РЗОК</w:t>
      </w:r>
      <w:r w:rsidR="00090B4B" w:rsidRPr="002B51BB">
        <w:rPr>
          <w:sz w:val="24"/>
          <w:szCs w:val="24"/>
        </w:rPr>
        <w:t>.</w:t>
      </w:r>
    </w:p>
    <w:p w:rsidR="00CE078A" w:rsidRDefault="00CE078A" w:rsidP="00CE078A">
      <w:pPr>
        <w:spacing w:line="300" w:lineRule="atLeast"/>
        <w:ind w:firstLine="539"/>
        <w:jc w:val="both"/>
        <w:rPr>
          <w:sz w:val="24"/>
          <w:szCs w:val="24"/>
        </w:rPr>
      </w:pPr>
      <w:r w:rsidRPr="002408BE">
        <w:rPr>
          <w:b/>
          <w:sz w:val="24"/>
          <w:szCs w:val="24"/>
        </w:rPr>
        <w:t>Чл. 1</w:t>
      </w:r>
      <w:r w:rsidR="008E6B78">
        <w:rPr>
          <w:b/>
          <w:sz w:val="24"/>
          <w:szCs w:val="24"/>
        </w:rPr>
        <w:t>6</w:t>
      </w:r>
      <w:r w:rsidRPr="002408BE">
        <w:rPr>
          <w:b/>
          <w:sz w:val="24"/>
          <w:szCs w:val="24"/>
        </w:rPr>
        <w:t>. </w:t>
      </w:r>
      <w:r w:rsidRPr="002408BE">
        <w:rPr>
          <w:sz w:val="24"/>
          <w:szCs w:val="24"/>
        </w:rPr>
        <w:t xml:space="preserve">Надзорният съвет на НЗОК утвърждава корекции по стойностите на разходите на РЗОК и на изпълнители на БМП в съответствие </w:t>
      </w:r>
      <w:r w:rsidR="00E32B1A" w:rsidRPr="002408BE">
        <w:rPr>
          <w:sz w:val="24"/>
          <w:szCs w:val="24"/>
        </w:rPr>
        <w:t>с</w:t>
      </w:r>
      <w:r w:rsidRPr="002408BE">
        <w:rPr>
          <w:sz w:val="24"/>
          <w:szCs w:val="24"/>
        </w:rPr>
        <w:t xml:space="preserve"> параметрите на </w:t>
      </w:r>
      <w:r w:rsidRPr="002408BE">
        <w:rPr>
          <w:sz w:val="24"/>
          <w:szCs w:val="24"/>
        </w:rPr>
        <w:lastRenderedPageBreak/>
        <w:t>национално ниво на изпълнението на здравноосигурителните плащания за БМП при прилагане на чл.3</w:t>
      </w:r>
      <w:r w:rsidR="00E60E8E">
        <w:rPr>
          <w:sz w:val="24"/>
          <w:szCs w:val="24"/>
        </w:rPr>
        <w:t>70</w:t>
      </w:r>
      <w:r w:rsidRPr="002408BE">
        <w:rPr>
          <w:sz w:val="24"/>
          <w:szCs w:val="24"/>
        </w:rPr>
        <w:t xml:space="preserve"> от НРД </w:t>
      </w:r>
      <w:r w:rsidR="00CC44FA">
        <w:rPr>
          <w:sz w:val="24"/>
          <w:szCs w:val="24"/>
        </w:rPr>
        <w:t>за</w:t>
      </w:r>
      <w:r w:rsidRPr="002408BE">
        <w:rPr>
          <w:sz w:val="24"/>
          <w:szCs w:val="24"/>
        </w:rPr>
        <w:t xml:space="preserve"> 20</w:t>
      </w:r>
      <w:r w:rsidR="00E60E8E">
        <w:rPr>
          <w:sz w:val="24"/>
          <w:szCs w:val="24"/>
        </w:rPr>
        <w:t>20 - 2022</w:t>
      </w:r>
      <w:r w:rsidRPr="002408BE">
        <w:rPr>
          <w:sz w:val="24"/>
          <w:szCs w:val="24"/>
        </w:rPr>
        <w:t xml:space="preserve"> г. </w:t>
      </w:r>
    </w:p>
    <w:p w:rsidR="00CE078A" w:rsidRPr="00A92837" w:rsidRDefault="00CE078A" w:rsidP="00B05BCB">
      <w:pPr>
        <w:spacing w:line="300" w:lineRule="atLeast"/>
        <w:ind w:firstLine="539"/>
        <w:jc w:val="both"/>
        <w:rPr>
          <w:sz w:val="24"/>
          <w:szCs w:val="24"/>
        </w:rPr>
      </w:pPr>
    </w:p>
    <w:p w:rsidR="00110616" w:rsidRPr="002B51BB" w:rsidRDefault="00A14C05" w:rsidP="007D3107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ДОПЪЛНИТЕЛНА </w:t>
      </w:r>
      <w:r w:rsidR="00110616" w:rsidRPr="002B51BB">
        <w:rPr>
          <w:b/>
          <w:sz w:val="24"/>
          <w:szCs w:val="24"/>
        </w:rPr>
        <w:t>РАЗПОРЕДБА</w:t>
      </w:r>
    </w:p>
    <w:p w:rsidR="00236989" w:rsidRPr="002B51BB" w:rsidRDefault="00236989" w:rsidP="007D3107">
      <w:pPr>
        <w:spacing w:line="300" w:lineRule="atLeast"/>
        <w:ind w:firstLine="539"/>
        <w:jc w:val="both"/>
        <w:rPr>
          <w:b/>
          <w:sz w:val="24"/>
          <w:szCs w:val="24"/>
        </w:rPr>
      </w:pP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§ 1.</w:t>
      </w:r>
      <w:r w:rsidRPr="002B51BB">
        <w:rPr>
          <w:sz w:val="24"/>
          <w:szCs w:val="24"/>
        </w:rPr>
        <w:t> По смисъла на настоящите правила „болнична медицинска помощ“ включва: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rFonts w:asciiTheme="majorBidi" w:hAnsiTheme="majorBidi" w:cstheme="majorBidi"/>
          <w:sz w:val="24"/>
          <w:szCs w:val="24"/>
        </w:rPr>
      </w:pPr>
      <w:r w:rsidRPr="002B51BB">
        <w:rPr>
          <w:sz w:val="24"/>
          <w:szCs w:val="24"/>
        </w:rPr>
        <w:t>1.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дейности по клинични пътеки (КП), клинични процедури (</w:t>
      </w:r>
      <w:proofErr w:type="spellStart"/>
      <w:r w:rsidRPr="002B51BB">
        <w:rPr>
          <w:sz w:val="24"/>
          <w:szCs w:val="24"/>
        </w:rPr>
        <w:t>КПр</w:t>
      </w:r>
      <w:proofErr w:type="spellEnd"/>
      <w:r w:rsidRPr="002B51BB">
        <w:rPr>
          <w:sz w:val="24"/>
          <w:szCs w:val="24"/>
        </w:rPr>
        <w:t>), амбулаторни процедури (</w:t>
      </w:r>
      <w:proofErr w:type="spellStart"/>
      <w:r w:rsidRPr="002B51BB">
        <w:rPr>
          <w:sz w:val="24"/>
          <w:szCs w:val="24"/>
        </w:rPr>
        <w:t>АПр</w:t>
      </w:r>
      <w:proofErr w:type="spellEnd"/>
      <w:r w:rsidRPr="002B51BB">
        <w:rPr>
          <w:sz w:val="24"/>
          <w:szCs w:val="24"/>
        </w:rPr>
        <w:t xml:space="preserve">), </w:t>
      </w:r>
      <w:r w:rsidRPr="002B51BB">
        <w:rPr>
          <w:rFonts w:asciiTheme="majorBidi" w:hAnsiTheme="majorBidi" w:cstheme="majorBidi"/>
          <w:sz w:val="24"/>
          <w:szCs w:val="24"/>
        </w:rPr>
        <w:t>посочени в приложения №№ 7, 8, 9, 10, 11 и 12 към чл.1, чл.2 и чл.3 и чл.4 от</w:t>
      </w:r>
      <w:r w:rsidR="00F81282" w:rsidRPr="002B51BB">
        <w:rPr>
          <w:rFonts w:asciiTheme="majorBidi" w:hAnsiTheme="majorBidi" w:cstheme="majorBidi"/>
          <w:sz w:val="24"/>
          <w:szCs w:val="24"/>
        </w:rPr>
        <w:t xml:space="preserve"> </w:t>
      </w:r>
      <w:r w:rsidRPr="002B51BB">
        <w:rPr>
          <w:rFonts w:asciiTheme="majorBidi" w:hAnsiTheme="majorBidi" w:cstheme="majorBidi"/>
          <w:sz w:val="24"/>
          <w:szCs w:val="24"/>
        </w:rPr>
        <w:t xml:space="preserve">Наредба № 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Pr="002B51BB">
        <w:rPr>
          <w:rFonts w:asciiTheme="majorBidi" w:hAnsiTheme="majorBidi" w:cstheme="majorBidi"/>
          <w:sz w:val="24"/>
          <w:szCs w:val="24"/>
        </w:rPr>
        <w:t xml:space="preserve"> от 201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Pr="002B51BB">
        <w:rPr>
          <w:rFonts w:asciiTheme="majorBidi" w:hAnsiTheme="majorBidi" w:cstheme="majorBidi"/>
          <w:sz w:val="24"/>
          <w:szCs w:val="24"/>
        </w:rPr>
        <w:t xml:space="preserve"> г. за определяне </w:t>
      </w:r>
      <w:r w:rsidR="00107323" w:rsidRPr="002B51BB">
        <w:rPr>
          <w:rFonts w:asciiTheme="majorBidi" w:hAnsiTheme="majorBidi" w:cstheme="majorBidi"/>
          <w:sz w:val="24"/>
          <w:szCs w:val="24"/>
        </w:rPr>
        <w:t xml:space="preserve">на пакета от здравни дейности, гарантиран от бюджета на </w:t>
      </w:r>
      <w:r w:rsidR="00F81282" w:rsidRPr="002B51BB">
        <w:rPr>
          <w:rFonts w:asciiTheme="majorBidi" w:hAnsiTheme="majorBidi" w:cstheme="majorBidi"/>
          <w:sz w:val="24"/>
          <w:szCs w:val="24"/>
        </w:rPr>
        <w:t>НЗОК</w:t>
      </w:r>
      <w:r w:rsidRPr="002B51BB">
        <w:rPr>
          <w:rFonts w:asciiTheme="majorBidi" w:hAnsiTheme="majorBidi" w:cstheme="majorBidi"/>
          <w:sz w:val="24"/>
          <w:szCs w:val="24"/>
        </w:rPr>
        <w:t>;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2.</w:t>
      </w:r>
      <w:r w:rsidR="002E3EF3" w:rsidRPr="002B51BB">
        <w:rPr>
          <w:sz w:val="24"/>
          <w:szCs w:val="24"/>
        </w:rPr>
        <w:t> </w:t>
      </w:r>
      <w:r w:rsidRPr="002B51BB">
        <w:rPr>
          <w:sz w:val="24"/>
          <w:szCs w:val="24"/>
        </w:rPr>
        <w:t>медицински изделия по „Списък с медицински изделия, които НЗОК заплаща в условията на болничната медицинска помощ“, съгласно чл.13, ал.2, т.2 от Наредба 10 от 2009 г.;</w:t>
      </w:r>
    </w:p>
    <w:p w:rsidR="00110616" w:rsidRPr="002B51BB" w:rsidRDefault="00110616" w:rsidP="007D3107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sz w:val="24"/>
          <w:szCs w:val="24"/>
        </w:rPr>
        <w:t>3.</w:t>
      </w:r>
      <w:r w:rsidR="002E3EF3" w:rsidRPr="002B51BB">
        <w:rPr>
          <w:sz w:val="24"/>
          <w:szCs w:val="24"/>
        </w:rPr>
        <w:t> </w:t>
      </w:r>
      <w:r w:rsidR="00122163" w:rsidRPr="002B51BB">
        <w:rPr>
          <w:sz w:val="24"/>
          <w:szCs w:val="24"/>
        </w:rPr>
        <w:t xml:space="preserve">лекарствени продукти за лечение на злокачествени заболявания и лекарствени продукти при </w:t>
      </w:r>
      <w:proofErr w:type="spellStart"/>
      <w:r w:rsidR="00122163" w:rsidRPr="002B51BB">
        <w:rPr>
          <w:sz w:val="24"/>
          <w:szCs w:val="24"/>
        </w:rPr>
        <w:t>животозастрашаващи</w:t>
      </w:r>
      <w:proofErr w:type="spellEnd"/>
      <w:r w:rsidR="00122163" w:rsidRPr="002B51BB">
        <w:rPr>
          <w:sz w:val="24"/>
          <w:szCs w:val="24"/>
        </w:rPr>
        <w:t xml:space="preserve"> кръвоизливи и спешни оперативни и инвазивни интервенции при пациенти с вродени </w:t>
      </w:r>
      <w:proofErr w:type="spellStart"/>
      <w:r w:rsidR="00122163" w:rsidRPr="002B51BB">
        <w:rPr>
          <w:sz w:val="24"/>
          <w:szCs w:val="24"/>
        </w:rPr>
        <w:t>коагулопатии</w:t>
      </w:r>
      <w:proofErr w:type="spellEnd"/>
      <w:r w:rsidR="00122163" w:rsidRPr="002B51BB">
        <w:rPr>
          <w:sz w:val="24"/>
          <w:szCs w:val="24"/>
        </w:rPr>
        <w:t xml:space="preserve"> в условията на БМП, които се заплащат извън цената на определените КП или </w:t>
      </w:r>
      <w:proofErr w:type="spellStart"/>
      <w:r w:rsidR="00122163" w:rsidRPr="002B51BB">
        <w:rPr>
          <w:sz w:val="24"/>
          <w:szCs w:val="24"/>
        </w:rPr>
        <w:t>АПр</w:t>
      </w:r>
      <w:proofErr w:type="spellEnd"/>
      <w:r w:rsidR="00122163" w:rsidRPr="002B51BB">
        <w:rPr>
          <w:sz w:val="24"/>
          <w:szCs w:val="24"/>
        </w:rPr>
        <w:t xml:space="preserve"> и са включени в лечебно-диагностичния алгоритъм на същите</w:t>
      </w:r>
      <w:r w:rsidR="009149CF">
        <w:rPr>
          <w:sz w:val="24"/>
          <w:szCs w:val="24"/>
        </w:rPr>
        <w:t>, съгласно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чл.</w:t>
      </w:r>
      <w:r w:rsidR="009149CF">
        <w:rPr>
          <w:rFonts w:asciiTheme="majorBidi" w:hAnsiTheme="majorBidi" w:cstheme="majorBidi"/>
          <w:sz w:val="24"/>
          <w:szCs w:val="24"/>
        </w:rPr>
        <w:t>5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от Наредба № 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от 201</w:t>
      </w:r>
      <w:r w:rsidR="009149CF">
        <w:rPr>
          <w:rFonts w:asciiTheme="majorBidi" w:hAnsiTheme="majorBidi" w:cstheme="majorBidi"/>
          <w:sz w:val="24"/>
          <w:szCs w:val="24"/>
        </w:rPr>
        <w:t>9</w:t>
      </w:r>
      <w:r w:rsidR="009149CF" w:rsidRPr="002B51BB">
        <w:rPr>
          <w:rFonts w:asciiTheme="majorBidi" w:hAnsiTheme="majorBidi" w:cstheme="majorBidi"/>
          <w:sz w:val="24"/>
          <w:szCs w:val="24"/>
        </w:rPr>
        <w:t xml:space="preserve"> г. за определяне на пакета от здравни дейности, гарантиран от бюджета на НЗОК</w:t>
      </w:r>
      <w:r w:rsidRPr="002B51BB">
        <w:rPr>
          <w:sz w:val="24"/>
          <w:szCs w:val="24"/>
        </w:rPr>
        <w:t>.</w:t>
      </w:r>
    </w:p>
    <w:p w:rsidR="00110616" w:rsidRPr="002B51BB" w:rsidRDefault="00110616" w:rsidP="007D3107">
      <w:pPr>
        <w:spacing w:line="300" w:lineRule="atLeast"/>
        <w:jc w:val="center"/>
        <w:rPr>
          <w:b/>
          <w:sz w:val="24"/>
          <w:szCs w:val="24"/>
        </w:rPr>
      </w:pPr>
    </w:p>
    <w:p w:rsidR="00971395" w:rsidRPr="002B51BB" w:rsidRDefault="00971395" w:rsidP="007D3107">
      <w:pPr>
        <w:spacing w:line="300" w:lineRule="atLeast"/>
        <w:jc w:val="center"/>
        <w:rPr>
          <w:b/>
          <w:sz w:val="24"/>
          <w:szCs w:val="24"/>
        </w:rPr>
      </w:pPr>
    </w:p>
    <w:p w:rsidR="00110616" w:rsidRPr="002B51BB" w:rsidRDefault="00A14C05" w:rsidP="007D3107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  <w:r w:rsidRPr="002B51BB">
        <w:rPr>
          <w:b/>
          <w:sz w:val="24"/>
          <w:szCs w:val="24"/>
        </w:rPr>
        <w:t xml:space="preserve">ПРЕХОДНИ И </w:t>
      </w:r>
      <w:r w:rsidR="00110616" w:rsidRPr="002B51BB">
        <w:rPr>
          <w:b/>
          <w:sz w:val="24"/>
          <w:szCs w:val="24"/>
        </w:rPr>
        <w:t>ЗАКЛЮЧИТЕЛНИ РАЗПОРЕДБИ</w:t>
      </w:r>
    </w:p>
    <w:p w:rsidR="00236989" w:rsidRPr="002B51BB" w:rsidRDefault="00236989" w:rsidP="007D3107">
      <w:pPr>
        <w:keepNext/>
        <w:spacing w:line="300" w:lineRule="atLeast"/>
        <w:ind w:firstLine="539"/>
        <w:jc w:val="center"/>
        <w:rPr>
          <w:b/>
          <w:sz w:val="24"/>
          <w:szCs w:val="24"/>
        </w:rPr>
      </w:pPr>
    </w:p>
    <w:p w:rsidR="001D4C39" w:rsidRPr="00A92837" w:rsidRDefault="00110616" w:rsidP="001D4C39">
      <w:pPr>
        <w:spacing w:line="300" w:lineRule="atLeast"/>
        <w:ind w:firstLine="539"/>
        <w:jc w:val="both"/>
        <w:rPr>
          <w:sz w:val="24"/>
          <w:szCs w:val="24"/>
        </w:rPr>
      </w:pPr>
      <w:r w:rsidRPr="002B51BB">
        <w:rPr>
          <w:b/>
          <w:sz w:val="24"/>
          <w:szCs w:val="24"/>
        </w:rPr>
        <w:t>§ </w:t>
      </w:r>
      <w:r w:rsidRPr="00A92837">
        <w:rPr>
          <w:b/>
          <w:sz w:val="24"/>
          <w:szCs w:val="24"/>
        </w:rPr>
        <w:t>2.</w:t>
      </w:r>
      <w:r w:rsidRPr="00A92837">
        <w:rPr>
          <w:sz w:val="24"/>
          <w:szCs w:val="24"/>
        </w:rPr>
        <w:t> Настоящите правила са приети от Надзорния съвет на НЗОК</w:t>
      </w:r>
      <w:r w:rsidR="0059525D" w:rsidRPr="00A92837">
        <w:rPr>
          <w:sz w:val="24"/>
          <w:szCs w:val="24"/>
        </w:rPr>
        <w:t xml:space="preserve"> с решение № РД-НС-04-</w:t>
      </w:r>
      <w:r w:rsidR="00944766" w:rsidRPr="00944766">
        <w:rPr>
          <w:sz w:val="24"/>
          <w:szCs w:val="24"/>
        </w:rPr>
        <w:t>4</w:t>
      </w:r>
      <w:r w:rsidR="0059525D" w:rsidRPr="00A92837">
        <w:rPr>
          <w:sz w:val="24"/>
          <w:szCs w:val="24"/>
        </w:rPr>
        <w:t xml:space="preserve"> от </w:t>
      </w:r>
      <w:r w:rsidR="00944766" w:rsidRPr="00944766">
        <w:rPr>
          <w:sz w:val="24"/>
          <w:szCs w:val="24"/>
        </w:rPr>
        <w:t>20.01.</w:t>
      </w:r>
      <w:r w:rsidR="0059525D" w:rsidRPr="00A92837">
        <w:rPr>
          <w:sz w:val="24"/>
          <w:szCs w:val="24"/>
        </w:rPr>
        <w:t>20</w:t>
      </w:r>
      <w:r w:rsidR="00C9399B">
        <w:rPr>
          <w:sz w:val="24"/>
          <w:szCs w:val="24"/>
        </w:rPr>
        <w:t>20</w:t>
      </w:r>
      <w:r w:rsidR="0059525D" w:rsidRPr="00A92837">
        <w:rPr>
          <w:sz w:val="24"/>
          <w:szCs w:val="24"/>
        </w:rPr>
        <w:t xml:space="preserve"> г.,</w:t>
      </w:r>
      <w:r w:rsidRPr="00A92837">
        <w:rPr>
          <w:sz w:val="24"/>
          <w:szCs w:val="24"/>
        </w:rPr>
        <w:t xml:space="preserve"> </w:t>
      </w:r>
      <w:r w:rsidR="0019135D" w:rsidRPr="00A92837">
        <w:rPr>
          <w:sz w:val="24"/>
          <w:szCs w:val="24"/>
        </w:rPr>
        <w:t xml:space="preserve">на основание чл.4, ал.4 </w:t>
      </w:r>
      <w:r w:rsidRPr="00A92837">
        <w:rPr>
          <w:sz w:val="24"/>
          <w:szCs w:val="24"/>
        </w:rPr>
        <w:t>от ЗБНЗОК за 20</w:t>
      </w:r>
      <w:r w:rsidR="00C9399B">
        <w:rPr>
          <w:sz w:val="24"/>
          <w:szCs w:val="24"/>
        </w:rPr>
        <w:t>20</w:t>
      </w:r>
      <w:r w:rsidR="002C0C0C" w:rsidRPr="00A92837">
        <w:rPr>
          <w:sz w:val="24"/>
          <w:szCs w:val="24"/>
        </w:rPr>
        <w:t xml:space="preserve"> г.</w:t>
      </w:r>
      <w:r w:rsidR="00B86C29" w:rsidRPr="00A92837">
        <w:rPr>
          <w:sz w:val="24"/>
          <w:szCs w:val="24"/>
        </w:rPr>
        <w:t xml:space="preserve"> и</w:t>
      </w:r>
      <w:r w:rsidRPr="00A92837">
        <w:rPr>
          <w:sz w:val="24"/>
          <w:szCs w:val="24"/>
        </w:rPr>
        <w:t xml:space="preserve"> влизат в сила от </w:t>
      </w:r>
      <w:r w:rsidR="002C0C0C" w:rsidRPr="00A92837">
        <w:rPr>
          <w:sz w:val="24"/>
          <w:szCs w:val="24"/>
        </w:rPr>
        <w:t>01.</w:t>
      </w:r>
      <w:proofErr w:type="spellStart"/>
      <w:r w:rsidR="007C2CF2" w:rsidRPr="00A92837">
        <w:rPr>
          <w:sz w:val="24"/>
          <w:szCs w:val="24"/>
        </w:rPr>
        <w:t>0</w:t>
      </w:r>
      <w:r w:rsidR="00B86C29" w:rsidRPr="00A92837">
        <w:rPr>
          <w:sz w:val="24"/>
          <w:szCs w:val="24"/>
        </w:rPr>
        <w:t>1</w:t>
      </w:r>
      <w:proofErr w:type="spellEnd"/>
      <w:r w:rsidR="002C0C0C" w:rsidRPr="00A92837">
        <w:rPr>
          <w:sz w:val="24"/>
          <w:szCs w:val="24"/>
        </w:rPr>
        <w:t>.201</w:t>
      </w:r>
      <w:r w:rsidR="00122163" w:rsidRPr="00A92837">
        <w:rPr>
          <w:sz w:val="24"/>
          <w:szCs w:val="24"/>
        </w:rPr>
        <w:t>9</w:t>
      </w:r>
      <w:r w:rsidR="002C0C0C" w:rsidRPr="00A92837">
        <w:rPr>
          <w:sz w:val="24"/>
          <w:szCs w:val="24"/>
        </w:rPr>
        <w:t xml:space="preserve"> г</w:t>
      </w:r>
      <w:r w:rsidRPr="00A92837">
        <w:rPr>
          <w:sz w:val="24"/>
          <w:szCs w:val="24"/>
        </w:rPr>
        <w:t>.</w:t>
      </w:r>
    </w:p>
    <w:p w:rsidR="00A218C6" w:rsidRPr="00A92837" w:rsidRDefault="00A218C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C9399B" w:rsidRPr="004F6313" w:rsidRDefault="00A218C6" w:rsidP="00A218C6">
      <w:pPr>
        <w:ind w:firstLine="539"/>
        <w:jc w:val="both"/>
        <w:rPr>
          <w:sz w:val="24"/>
          <w:szCs w:val="24"/>
        </w:rPr>
      </w:pPr>
      <w:r w:rsidRPr="004F6313">
        <w:rPr>
          <w:b/>
          <w:sz w:val="24"/>
          <w:szCs w:val="24"/>
        </w:rPr>
        <w:t>§</w:t>
      </w:r>
      <w:r w:rsidR="00420895" w:rsidRPr="004F6313">
        <w:rPr>
          <w:b/>
          <w:sz w:val="24"/>
          <w:szCs w:val="24"/>
        </w:rPr>
        <w:t> </w:t>
      </w:r>
      <w:r w:rsidRPr="004F6313">
        <w:rPr>
          <w:b/>
          <w:sz w:val="24"/>
          <w:szCs w:val="24"/>
        </w:rPr>
        <w:t>3</w:t>
      </w:r>
      <w:r w:rsidRPr="004F6313">
        <w:rPr>
          <w:sz w:val="24"/>
          <w:szCs w:val="24"/>
        </w:rPr>
        <w:t xml:space="preserve">. </w:t>
      </w:r>
      <w:r w:rsidR="00C9399B" w:rsidRPr="004F6313">
        <w:rPr>
          <w:sz w:val="24"/>
          <w:szCs w:val="24"/>
        </w:rPr>
        <w:t>При определяне на стойностите по чл.3 от настоящите правила се вземат предвид:</w:t>
      </w:r>
    </w:p>
    <w:p w:rsidR="00A218C6" w:rsidRPr="004F6313" w:rsidRDefault="00C9399B" w:rsidP="00A218C6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1. утвърдените с решение № РД-НС-04-</w:t>
      </w:r>
      <w:r w:rsidR="008E6B78" w:rsidRPr="004F6313">
        <w:rPr>
          <w:sz w:val="24"/>
          <w:szCs w:val="24"/>
        </w:rPr>
        <w:t>107</w:t>
      </w:r>
      <w:r w:rsidRPr="004F6313">
        <w:rPr>
          <w:sz w:val="24"/>
          <w:szCs w:val="24"/>
        </w:rPr>
        <w:t>/10.12.2019 г. месечни и индикативни стойности за дейност месец декември 2019 г., подлежащи на заплащане през м.януари 2020 г.</w:t>
      </w:r>
    </w:p>
    <w:p w:rsidR="00C9399B" w:rsidRPr="004F6313" w:rsidRDefault="00C9399B" w:rsidP="00A218C6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 xml:space="preserve">2. </w:t>
      </w:r>
      <w:r w:rsidR="00E11043" w:rsidRPr="004F6313">
        <w:rPr>
          <w:sz w:val="24"/>
          <w:szCs w:val="24"/>
        </w:rPr>
        <w:t>стойностите на авансовите плащания за дейност м. декември 2019 г., извършени през 2019 г. по реда на §1, ал.2 от ПЗР на ЗБНЗОК за 2019 г.</w:t>
      </w:r>
    </w:p>
    <w:p w:rsidR="00E11043" w:rsidRPr="004F6313" w:rsidRDefault="00E11043" w:rsidP="00A218C6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3. утвърдените с решение № РД-НС-04-</w:t>
      </w:r>
      <w:r w:rsidR="00944766" w:rsidRPr="00944766">
        <w:rPr>
          <w:sz w:val="24"/>
          <w:szCs w:val="24"/>
        </w:rPr>
        <w:t>2</w:t>
      </w:r>
      <w:r w:rsidRPr="004F6313">
        <w:rPr>
          <w:sz w:val="24"/>
          <w:szCs w:val="24"/>
        </w:rPr>
        <w:t>/</w:t>
      </w:r>
      <w:r w:rsidR="00944766" w:rsidRPr="00944766">
        <w:rPr>
          <w:sz w:val="24"/>
          <w:szCs w:val="24"/>
        </w:rPr>
        <w:t>20.</w:t>
      </w:r>
      <w:r w:rsidRPr="004F6313">
        <w:rPr>
          <w:sz w:val="24"/>
          <w:szCs w:val="24"/>
        </w:rPr>
        <w:t>01.2020 г. месечни и индикативни стойности за дейност месец януари 2020 г.</w:t>
      </w:r>
    </w:p>
    <w:p w:rsidR="00E11043" w:rsidRPr="004F6313" w:rsidRDefault="004F6313" w:rsidP="00A218C6">
      <w:pPr>
        <w:ind w:firstLine="539"/>
        <w:jc w:val="both"/>
        <w:rPr>
          <w:sz w:val="24"/>
          <w:szCs w:val="24"/>
        </w:rPr>
      </w:pPr>
      <w:r w:rsidRPr="004F6313">
        <w:rPr>
          <w:sz w:val="24"/>
          <w:szCs w:val="24"/>
        </w:rPr>
        <w:t>4</w:t>
      </w:r>
      <w:r w:rsidR="00E11043" w:rsidRPr="004F6313">
        <w:rPr>
          <w:sz w:val="24"/>
          <w:szCs w:val="24"/>
        </w:rPr>
        <w:t>. утвърдените с решение № РД-НС-04-</w:t>
      </w:r>
      <w:r w:rsidR="008E6B78" w:rsidRPr="004F6313">
        <w:rPr>
          <w:sz w:val="24"/>
          <w:szCs w:val="24"/>
        </w:rPr>
        <w:t>107</w:t>
      </w:r>
      <w:r w:rsidR="00E11043" w:rsidRPr="004F6313">
        <w:rPr>
          <w:sz w:val="24"/>
          <w:szCs w:val="24"/>
        </w:rPr>
        <w:t>/10.12.2019 г. и решение № РД-НС-04-</w:t>
      </w:r>
      <w:r w:rsidR="00944766" w:rsidRPr="00944766">
        <w:rPr>
          <w:sz w:val="24"/>
          <w:szCs w:val="24"/>
        </w:rPr>
        <w:t>2</w:t>
      </w:r>
      <w:r w:rsidR="00E11043" w:rsidRPr="004F6313">
        <w:rPr>
          <w:sz w:val="24"/>
          <w:szCs w:val="24"/>
        </w:rPr>
        <w:t>/</w:t>
      </w:r>
      <w:r w:rsidR="00944766">
        <w:rPr>
          <w:sz w:val="24"/>
          <w:szCs w:val="24"/>
          <w:lang w:val="en-US"/>
        </w:rPr>
        <w:t>20</w:t>
      </w:r>
      <w:bookmarkStart w:id="0" w:name="_GoBack"/>
      <w:bookmarkEnd w:id="0"/>
      <w:r w:rsidR="00E11043" w:rsidRPr="004F6313">
        <w:rPr>
          <w:sz w:val="24"/>
          <w:szCs w:val="24"/>
        </w:rPr>
        <w:t>.01.2020 г. индикативни стойности за лекарствени продукти и медицински изделия, подлежащи на заплащане през 2020 г.</w:t>
      </w:r>
    </w:p>
    <w:p w:rsidR="00A218C6" w:rsidRPr="004F6313" w:rsidRDefault="00A218C6" w:rsidP="007D3107">
      <w:pPr>
        <w:spacing w:line="300" w:lineRule="atLeast"/>
        <w:ind w:firstLine="539"/>
        <w:jc w:val="both"/>
        <w:rPr>
          <w:sz w:val="24"/>
          <w:szCs w:val="24"/>
        </w:rPr>
      </w:pPr>
    </w:p>
    <w:p w:rsidR="008C276C" w:rsidRPr="00325992" w:rsidRDefault="001778B6" w:rsidP="007D3107">
      <w:pPr>
        <w:keepNext/>
        <w:spacing w:line="300" w:lineRule="atLeast"/>
        <w:ind w:firstLine="539"/>
        <w:jc w:val="both"/>
        <w:rPr>
          <w:sz w:val="24"/>
          <w:szCs w:val="24"/>
        </w:rPr>
      </w:pPr>
      <w:r w:rsidRPr="00325992">
        <w:rPr>
          <w:b/>
          <w:sz w:val="24"/>
          <w:szCs w:val="24"/>
        </w:rPr>
        <w:t>§ </w:t>
      </w:r>
      <w:r w:rsidR="00A218C6" w:rsidRPr="00325992">
        <w:rPr>
          <w:b/>
          <w:sz w:val="24"/>
          <w:szCs w:val="24"/>
        </w:rPr>
        <w:t>4</w:t>
      </w:r>
      <w:r w:rsidRPr="00325992">
        <w:rPr>
          <w:b/>
          <w:sz w:val="24"/>
          <w:szCs w:val="24"/>
        </w:rPr>
        <w:t xml:space="preserve">. </w:t>
      </w:r>
      <w:r w:rsidR="00110616" w:rsidRPr="00325992">
        <w:rPr>
          <w:sz w:val="24"/>
          <w:szCs w:val="24"/>
        </w:rPr>
        <w:t>Неразделна част от Правилата са:</w:t>
      </w:r>
    </w:p>
    <w:p w:rsidR="007E0055" w:rsidRPr="00A92837" w:rsidRDefault="007E0055" w:rsidP="007E0055">
      <w:pPr>
        <w:spacing w:line="300" w:lineRule="atLeast"/>
        <w:ind w:firstLine="539"/>
        <w:jc w:val="both"/>
        <w:rPr>
          <w:rFonts w:eastAsia="Times New Roman"/>
          <w:sz w:val="24"/>
          <w:szCs w:val="24"/>
        </w:rPr>
      </w:pPr>
      <w:r w:rsidRPr="00A92837">
        <w:rPr>
          <w:rFonts w:eastAsia="Times New Roman"/>
          <w:sz w:val="24"/>
          <w:szCs w:val="24"/>
        </w:rPr>
        <w:t xml:space="preserve">1. Приложение № 1 – „Дейности в БМП – КП </w:t>
      </w:r>
      <w:r w:rsidR="004F0CA2" w:rsidRPr="00A92837">
        <w:rPr>
          <w:rFonts w:eastAsia="Times New Roman"/>
          <w:sz w:val="24"/>
          <w:szCs w:val="24"/>
        </w:rPr>
        <w:t xml:space="preserve">за раждане и грижи за здрави новородени </w:t>
      </w:r>
      <w:r w:rsidRPr="00A92837">
        <w:rPr>
          <w:rFonts w:eastAsia="Times New Roman"/>
          <w:sz w:val="24"/>
          <w:szCs w:val="24"/>
        </w:rPr>
        <w:t xml:space="preserve">и </w:t>
      </w:r>
      <w:proofErr w:type="spellStart"/>
      <w:r w:rsidRPr="00A92837">
        <w:rPr>
          <w:rFonts w:eastAsia="Times New Roman"/>
          <w:sz w:val="24"/>
          <w:szCs w:val="24"/>
        </w:rPr>
        <w:t>АПр</w:t>
      </w:r>
      <w:proofErr w:type="spellEnd"/>
      <w:r w:rsidR="004F0CA2">
        <w:rPr>
          <w:rFonts w:eastAsia="Times New Roman"/>
          <w:sz w:val="24"/>
          <w:szCs w:val="24"/>
        </w:rPr>
        <w:t xml:space="preserve"> </w:t>
      </w:r>
      <w:r w:rsidR="004F0CA2" w:rsidRPr="00A92837">
        <w:rPr>
          <w:rFonts w:eastAsia="Times New Roman"/>
          <w:sz w:val="24"/>
          <w:szCs w:val="24"/>
        </w:rPr>
        <w:t xml:space="preserve">за </w:t>
      </w:r>
      <w:proofErr w:type="spellStart"/>
      <w:r w:rsidR="004F0CA2">
        <w:rPr>
          <w:rFonts w:eastAsia="Times New Roman"/>
          <w:sz w:val="24"/>
          <w:szCs w:val="24"/>
        </w:rPr>
        <w:t>хемо</w:t>
      </w:r>
      <w:r w:rsidR="004F0CA2" w:rsidRPr="00A92837">
        <w:rPr>
          <w:rFonts w:eastAsia="Times New Roman"/>
          <w:sz w:val="24"/>
          <w:szCs w:val="24"/>
        </w:rPr>
        <w:t>диализа</w:t>
      </w:r>
      <w:proofErr w:type="spellEnd"/>
      <w:r w:rsidRPr="00A92837">
        <w:rPr>
          <w:rFonts w:eastAsia="Times New Roman"/>
          <w:sz w:val="24"/>
          <w:szCs w:val="24"/>
        </w:rPr>
        <w:t xml:space="preserve">, посочени в приложения №№ 7, 9 и 11 към чл.1 и чл.3 от Наредба № </w:t>
      </w:r>
      <w:r w:rsidR="00E11043">
        <w:rPr>
          <w:rFonts w:eastAsia="Times New Roman"/>
          <w:sz w:val="24"/>
          <w:szCs w:val="24"/>
        </w:rPr>
        <w:t>9</w:t>
      </w:r>
      <w:r w:rsidRPr="00A92837">
        <w:rPr>
          <w:rFonts w:eastAsia="Times New Roman"/>
          <w:sz w:val="24"/>
          <w:szCs w:val="24"/>
        </w:rPr>
        <w:t xml:space="preserve"> от 201</w:t>
      </w:r>
      <w:r w:rsidR="00E11043">
        <w:rPr>
          <w:rFonts w:eastAsia="Times New Roman"/>
          <w:sz w:val="24"/>
          <w:szCs w:val="24"/>
        </w:rPr>
        <w:t>9</w:t>
      </w:r>
      <w:r w:rsidRPr="00A92837">
        <w:rPr>
          <w:rFonts w:eastAsia="Times New Roman"/>
          <w:sz w:val="24"/>
          <w:szCs w:val="24"/>
        </w:rPr>
        <w:t xml:space="preserve"> г.“;</w:t>
      </w:r>
    </w:p>
    <w:p w:rsidR="007E0055" w:rsidRPr="00A92837" w:rsidRDefault="00E11043" w:rsidP="007E0055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E0055" w:rsidRPr="00A92837">
        <w:rPr>
          <w:sz w:val="24"/>
          <w:szCs w:val="24"/>
        </w:rPr>
        <w:t>. Приложение </w:t>
      </w:r>
      <w:r>
        <w:rPr>
          <w:sz w:val="24"/>
          <w:szCs w:val="24"/>
        </w:rPr>
        <w:t>2</w:t>
      </w:r>
      <w:r w:rsidR="00A92837" w:rsidRPr="00A92837">
        <w:rPr>
          <w:sz w:val="24"/>
          <w:szCs w:val="24"/>
        </w:rPr>
        <w:t xml:space="preserve"> </w:t>
      </w:r>
      <w:r w:rsidR="007E0055" w:rsidRPr="00A92837">
        <w:rPr>
          <w:sz w:val="24"/>
          <w:szCs w:val="24"/>
        </w:rPr>
        <w:t>– „Предложение от РЗОК за корекции на месечни стойности в Приложение № 2 по договора с изпълнител на БМП“</w:t>
      </w:r>
      <w:r>
        <w:rPr>
          <w:sz w:val="24"/>
          <w:szCs w:val="24"/>
        </w:rPr>
        <w:t>;</w:t>
      </w:r>
    </w:p>
    <w:p w:rsidR="007E0055" w:rsidRPr="00A92837" w:rsidRDefault="00E11043" w:rsidP="007E0055">
      <w:pPr>
        <w:spacing w:line="300" w:lineRule="atLeast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7E0055" w:rsidRPr="00A92837">
        <w:rPr>
          <w:b/>
          <w:sz w:val="24"/>
          <w:szCs w:val="24"/>
        </w:rPr>
        <w:t>.</w:t>
      </w:r>
      <w:r w:rsidR="007E0055" w:rsidRPr="00A92837">
        <w:rPr>
          <w:sz w:val="24"/>
          <w:szCs w:val="24"/>
        </w:rPr>
        <w:t xml:space="preserve"> Видът и формата на Приложение № 2 „Стойности за заплащане през 20</w:t>
      </w:r>
      <w:r>
        <w:rPr>
          <w:sz w:val="24"/>
          <w:szCs w:val="24"/>
        </w:rPr>
        <w:t>20</w:t>
      </w:r>
      <w:r w:rsidR="007E0055" w:rsidRPr="00A92837">
        <w:rPr>
          <w:sz w:val="24"/>
          <w:szCs w:val="24"/>
        </w:rPr>
        <w:t xml:space="preserve">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</w:t>
      </w:r>
      <w:r w:rsidR="007E0055" w:rsidRPr="00A92837">
        <w:rPr>
          <w:sz w:val="24"/>
          <w:szCs w:val="24"/>
        </w:rPr>
        <w:lastRenderedPageBreak/>
        <w:t>оказваните медицински услуги“ към индивидуалните договори с изпълнителите за извършване на БМП, по реда на НРД за 20</w:t>
      </w:r>
      <w:r>
        <w:rPr>
          <w:sz w:val="24"/>
          <w:szCs w:val="24"/>
        </w:rPr>
        <w:t>20 - 2022</w:t>
      </w:r>
      <w:r w:rsidR="007E0055" w:rsidRPr="00A92837">
        <w:rPr>
          <w:sz w:val="24"/>
          <w:szCs w:val="24"/>
        </w:rPr>
        <w:t xml:space="preserve"> г. </w:t>
      </w:r>
    </w:p>
    <w:p w:rsidR="000B06EA" w:rsidRPr="001D4C39" w:rsidRDefault="00E11043" w:rsidP="000B06EA">
      <w:pPr>
        <w:spacing w:line="320" w:lineRule="atLeast"/>
        <w:ind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>4</w:t>
      </w:r>
      <w:r w:rsidR="000B06EA" w:rsidRPr="001D4C39">
        <w:rPr>
          <w:rFonts w:eastAsia="Times New Roman"/>
          <w:sz w:val="24"/>
          <w:szCs w:val="24"/>
        </w:rPr>
        <w:t>.</w:t>
      </w:r>
      <w:r w:rsidR="000B06EA" w:rsidRPr="001D4C39">
        <w:rPr>
          <w:rFonts w:eastAsia="Times New Roman"/>
          <w:b/>
          <w:sz w:val="24"/>
          <w:szCs w:val="24"/>
        </w:rPr>
        <w:t xml:space="preserve"> </w:t>
      </w:r>
      <w:r w:rsidR="000B06EA" w:rsidRPr="00A92837">
        <w:rPr>
          <w:rFonts w:eastAsia="Times New Roman"/>
          <w:sz w:val="24"/>
          <w:szCs w:val="24"/>
        </w:rPr>
        <w:t>В</w:t>
      </w:r>
      <w:r w:rsidR="000B06EA" w:rsidRPr="001D4C39">
        <w:rPr>
          <w:rFonts w:eastAsia="Times New Roman"/>
          <w:sz w:val="24"/>
          <w:szCs w:val="24"/>
        </w:rPr>
        <w:t>идът и формата на „Приложение № 2 „Стойности за заплащане през 20</w:t>
      </w:r>
      <w:r>
        <w:rPr>
          <w:rFonts w:eastAsia="Times New Roman"/>
          <w:sz w:val="24"/>
          <w:szCs w:val="24"/>
        </w:rPr>
        <w:t xml:space="preserve">20 </w:t>
      </w:r>
      <w:r w:rsidR="000B06EA" w:rsidRPr="001D4C39">
        <w:rPr>
          <w:rFonts w:eastAsia="Times New Roman"/>
          <w:sz w:val="24"/>
          <w:szCs w:val="24"/>
        </w:rPr>
        <w:t>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услуги“ към индивидуалните договори с изпълнителите за извършване дейност за БМП, по реда на НРД за 2018 г.</w:t>
      </w:r>
    </w:p>
    <w:p w:rsidR="001D4C39" w:rsidRDefault="001D4C39" w:rsidP="002544F0">
      <w:pPr>
        <w:spacing w:line="360" w:lineRule="atLeast"/>
        <w:ind w:firstLine="567"/>
        <w:jc w:val="both"/>
        <w:rPr>
          <w:sz w:val="24"/>
          <w:szCs w:val="24"/>
        </w:rPr>
      </w:pPr>
    </w:p>
    <w:p w:rsidR="001D4C39" w:rsidRPr="00A92837" w:rsidRDefault="001D4C39" w:rsidP="002544F0">
      <w:pPr>
        <w:spacing w:line="360" w:lineRule="atLeast"/>
        <w:ind w:firstLine="567"/>
        <w:jc w:val="both"/>
        <w:rPr>
          <w:rFonts w:eastAsia="Times New Roman"/>
          <w:sz w:val="24"/>
          <w:szCs w:val="24"/>
        </w:rPr>
      </w:pPr>
    </w:p>
    <w:p w:rsidR="00A218C6" w:rsidRPr="00A92837" w:rsidRDefault="00A218C6" w:rsidP="002544F0">
      <w:pPr>
        <w:spacing w:line="300" w:lineRule="atLeast"/>
        <w:ind w:firstLine="539"/>
        <w:jc w:val="both"/>
        <w:rPr>
          <w:sz w:val="24"/>
          <w:szCs w:val="24"/>
        </w:rPr>
      </w:pPr>
    </w:p>
    <w:sectPr w:rsidR="00A218C6" w:rsidRPr="00A92837" w:rsidSect="00D472C1">
      <w:footerReference w:type="even" r:id="rId12"/>
      <w:footerReference w:type="default" r:id="rId13"/>
      <w:headerReference w:type="first" r:id="rId14"/>
      <w:pgSz w:w="11906" w:h="16838" w:code="9"/>
      <w:pgMar w:top="1134" w:right="1134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58" w:rsidRDefault="00FA0358">
      <w:r>
        <w:separator/>
      </w:r>
    </w:p>
  </w:endnote>
  <w:endnote w:type="continuationSeparator" w:id="0">
    <w:p w:rsidR="00FA0358" w:rsidRDefault="00FA0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83E" w:rsidRDefault="0086183E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183E" w:rsidRDefault="0086183E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67207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555D8" w:rsidRDefault="000555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476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58" w:rsidRDefault="00FA0358">
      <w:r>
        <w:separator/>
      </w:r>
    </w:p>
  </w:footnote>
  <w:footnote w:type="continuationSeparator" w:id="0">
    <w:p w:rsidR="00FA0358" w:rsidRDefault="00FA0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83E" w:rsidRPr="00D472C1" w:rsidRDefault="00D472C1">
    <w:pPr>
      <w:pStyle w:val="Header"/>
    </w:pPr>
    <w:r>
      <w:t>ПРОЕКТ</w:t>
    </w:r>
  </w:p>
  <w:p w:rsidR="0086183E" w:rsidRPr="00326E97" w:rsidRDefault="0086183E" w:rsidP="008F78EE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17320"/>
    <w:multiLevelType w:val="hybridMultilevel"/>
    <w:tmpl w:val="EA66D1B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15E07"/>
    <w:multiLevelType w:val="hybridMultilevel"/>
    <w:tmpl w:val="942CECD6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6015626"/>
    <w:multiLevelType w:val="hybridMultilevel"/>
    <w:tmpl w:val="8CCE520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7B3752"/>
    <w:multiLevelType w:val="hybridMultilevel"/>
    <w:tmpl w:val="1BF4BA74"/>
    <w:lvl w:ilvl="0" w:tplc="BBB814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DCB064B"/>
    <w:multiLevelType w:val="hybridMultilevel"/>
    <w:tmpl w:val="185A9694"/>
    <w:lvl w:ilvl="0" w:tplc="0E6CC702">
      <w:start w:val="4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6">
    <w:nsid w:val="36495A53"/>
    <w:multiLevelType w:val="hybridMultilevel"/>
    <w:tmpl w:val="F326A346"/>
    <w:lvl w:ilvl="0" w:tplc="70641B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B36FD"/>
    <w:multiLevelType w:val="hybridMultilevel"/>
    <w:tmpl w:val="47223736"/>
    <w:lvl w:ilvl="0" w:tplc="62F011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B0977BA"/>
    <w:multiLevelType w:val="hybridMultilevel"/>
    <w:tmpl w:val="775EB996"/>
    <w:lvl w:ilvl="0" w:tplc="3AC2B2DE">
      <w:start w:val="1"/>
      <w:numFmt w:val="decimal"/>
      <w:lvlText w:val="%1."/>
      <w:lvlJc w:val="left"/>
      <w:pPr>
        <w:ind w:left="178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508" w:hanging="360"/>
      </w:pPr>
    </w:lvl>
    <w:lvl w:ilvl="2" w:tplc="0402001B" w:tentative="1">
      <w:start w:val="1"/>
      <w:numFmt w:val="lowerRoman"/>
      <w:lvlText w:val="%3."/>
      <w:lvlJc w:val="right"/>
      <w:pPr>
        <w:ind w:left="3228" w:hanging="180"/>
      </w:pPr>
    </w:lvl>
    <w:lvl w:ilvl="3" w:tplc="0402000F" w:tentative="1">
      <w:start w:val="1"/>
      <w:numFmt w:val="decimal"/>
      <w:lvlText w:val="%4."/>
      <w:lvlJc w:val="left"/>
      <w:pPr>
        <w:ind w:left="3948" w:hanging="360"/>
      </w:pPr>
    </w:lvl>
    <w:lvl w:ilvl="4" w:tplc="04020019" w:tentative="1">
      <w:start w:val="1"/>
      <w:numFmt w:val="lowerLetter"/>
      <w:lvlText w:val="%5."/>
      <w:lvlJc w:val="left"/>
      <w:pPr>
        <w:ind w:left="4668" w:hanging="360"/>
      </w:pPr>
    </w:lvl>
    <w:lvl w:ilvl="5" w:tplc="0402001B" w:tentative="1">
      <w:start w:val="1"/>
      <w:numFmt w:val="lowerRoman"/>
      <w:lvlText w:val="%6."/>
      <w:lvlJc w:val="right"/>
      <w:pPr>
        <w:ind w:left="5388" w:hanging="180"/>
      </w:pPr>
    </w:lvl>
    <w:lvl w:ilvl="6" w:tplc="0402000F" w:tentative="1">
      <w:start w:val="1"/>
      <w:numFmt w:val="decimal"/>
      <w:lvlText w:val="%7."/>
      <w:lvlJc w:val="left"/>
      <w:pPr>
        <w:ind w:left="6108" w:hanging="360"/>
      </w:pPr>
    </w:lvl>
    <w:lvl w:ilvl="7" w:tplc="04020019" w:tentative="1">
      <w:start w:val="1"/>
      <w:numFmt w:val="lowerLetter"/>
      <w:lvlText w:val="%8."/>
      <w:lvlJc w:val="left"/>
      <w:pPr>
        <w:ind w:left="6828" w:hanging="360"/>
      </w:pPr>
    </w:lvl>
    <w:lvl w:ilvl="8" w:tplc="040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>
    <w:nsid w:val="430B3189"/>
    <w:multiLevelType w:val="hybridMultilevel"/>
    <w:tmpl w:val="72CC7E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B245B5"/>
    <w:multiLevelType w:val="hybridMultilevel"/>
    <w:tmpl w:val="045A6E76"/>
    <w:lvl w:ilvl="0" w:tplc="10BA2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3C57F8D"/>
    <w:multiLevelType w:val="hybridMultilevel"/>
    <w:tmpl w:val="6C16E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1938B2"/>
    <w:multiLevelType w:val="hybridMultilevel"/>
    <w:tmpl w:val="69DE0B0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A7F1E0E"/>
    <w:multiLevelType w:val="hybridMultilevel"/>
    <w:tmpl w:val="E85E253C"/>
    <w:lvl w:ilvl="0" w:tplc="10BA236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AFE43FC"/>
    <w:multiLevelType w:val="hybridMultilevel"/>
    <w:tmpl w:val="ACDCF39E"/>
    <w:lvl w:ilvl="0" w:tplc="1272088E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7CB908B4"/>
    <w:multiLevelType w:val="hybridMultilevel"/>
    <w:tmpl w:val="B302D4EA"/>
    <w:lvl w:ilvl="0" w:tplc="1E667C7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19" w:hanging="360"/>
      </w:pPr>
    </w:lvl>
    <w:lvl w:ilvl="2" w:tplc="0402001B" w:tentative="1">
      <w:start w:val="1"/>
      <w:numFmt w:val="lowerRoman"/>
      <w:lvlText w:val="%3."/>
      <w:lvlJc w:val="right"/>
      <w:pPr>
        <w:ind w:left="2339" w:hanging="180"/>
      </w:pPr>
    </w:lvl>
    <w:lvl w:ilvl="3" w:tplc="0402000F" w:tentative="1">
      <w:start w:val="1"/>
      <w:numFmt w:val="decimal"/>
      <w:lvlText w:val="%4."/>
      <w:lvlJc w:val="left"/>
      <w:pPr>
        <w:ind w:left="3059" w:hanging="360"/>
      </w:pPr>
    </w:lvl>
    <w:lvl w:ilvl="4" w:tplc="04020019" w:tentative="1">
      <w:start w:val="1"/>
      <w:numFmt w:val="lowerLetter"/>
      <w:lvlText w:val="%5."/>
      <w:lvlJc w:val="left"/>
      <w:pPr>
        <w:ind w:left="3779" w:hanging="360"/>
      </w:pPr>
    </w:lvl>
    <w:lvl w:ilvl="5" w:tplc="0402001B" w:tentative="1">
      <w:start w:val="1"/>
      <w:numFmt w:val="lowerRoman"/>
      <w:lvlText w:val="%6."/>
      <w:lvlJc w:val="right"/>
      <w:pPr>
        <w:ind w:left="4499" w:hanging="180"/>
      </w:pPr>
    </w:lvl>
    <w:lvl w:ilvl="6" w:tplc="0402000F" w:tentative="1">
      <w:start w:val="1"/>
      <w:numFmt w:val="decimal"/>
      <w:lvlText w:val="%7."/>
      <w:lvlJc w:val="left"/>
      <w:pPr>
        <w:ind w:left="5219" w:hanging="360"/>
      </w:pPr>
    </w:lvl>
    <w:lvl w:ilvl="7" w:tplc="04020019" w:tentative="1">
      <w:start w:val="1"/>
      <w:numFmt w:val="lowerLetter"/>
      <w:lvlText w:val="%8."/>
      <w:lvlJc w:val="left"/>
      <w:pPr>
        <w:ind w:left="5939" w:hanging="360"/>
      </w:pPr>
    </w:lvl>
    <w:lvl w:ilvl="8" w:tplc="0402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7FDC026D"/>
    <w:multiLevelType w:val="hybridMultilevel"/>
    <w:tmpl w:val="CC92832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0"/>
  </w:num>
  <w:num w:numId="5">
    <w:abstractNumId w:val="3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17"/>
  </w:num>
  <w:num w:numId="14">
    <w:abstractNumId w:val="10"/>
  </w:num>
  <w:num w:numId="15">
    <w:abstractNumId w:val="8"/>
  </w:num>
  <w:num w:numId="16">
    <w:abstractNumId w:val="15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29B1"/>
    <w:rsid w:val="000035E5"/>
    <w:rsid w:val="000064C9"/>
    <w:rsid w:val="000136EC"/>
    <w:rsid w:val="0001460C"/>
    <w:rsid w:val="00017703"/>
    <w:rsid w:val="00021F00"/>
    <w:rsid w:val="000248E3"/>
    <w:rsid w:val="000255B2"/>
    <w:rsid w:val="00027830"/>
    <w:rsid w:val="00030E70"/>
    <w:rsid w:val="000316A1"/>
    <w:rsid w:val="0003187D"/>
    <w:rsid w:val="00033946"/>
    <w:rsid w:val="00035455"/>
    <w:rsid w:val="00037545"/>
    <w:rsid w:val="00037B7A"/>
    <w:rsid w:val="000411F3"/>
    <w:rsid w:val="00042F2E"/>
    <w:rsid w:val="00044693"/>
    <w:rsid w:val="0004530D"/>
    <w:rsid w:val="000453EC"/>
    <w:rsid w:val="00045E59"/>
    <w:rsid w:val="00046175"/>
    <w:rsid w:val="000511C4"/>
    <w:rsid w:val="00052646"/>
    <w:rsid w:val="00053835"/>
    <w:rsid w:val="000555D8"/>
    <w:rsid w:val="00055828"/>
    <w:rsid w:val="00057705"/>
    <w:rsid w:val="00060737"/>
    <w:rsid w:val="00062765"/>
    <w:rsid w:val="00063472"/>
    <w:rsid w:val="0006364E"/>
    <w:rsid w:val="000639F6"/>
    <w:rsid w:val="00064549"/>
    <w:rsid w:val="00071579"/>
    <w:rsid w:val="00071A1A"/>
    <w:rsid w:val="00075DE7"/>
    <w:rsid w:val="000771FA"/>
    <w:rsid w:val="000774D3"/>
    <w:rsid w:val="00080252"/>
    <w:rsid w:val="000807BD"/>
    <w:rsid w:val="00080DB7"/>
    <w:rsid w:val="00081277"/>
    <w:rsid w:val="00081D4C"/>
    <w:rsid w:val="00084289"/>
    <w:rsid w:val="00090B4B"/>
    <w:rsid w:val="000910F9"/>
    <w:rsid w:val="00094CD7"/>
    <w:rsid w:val="00095E24"/>
    <w:rsid w:val="000966E9"/>
    <w:rsid w:val="000A5597"/>
    <w:rsid w:val="000B0430"/>
    <w:rsid w:val="000B06EA"/>
    <w:rsid w:val="000B3BC5"/>
    <w:rsid w:val="000B3E34"/>
    <w:rsid w:val="000B6C64"/>
    <w:rsid w:val="000B75F6"/>
    <w:rsid w:val="000C061C"/>
    <w:rsid w:val="000C26D1"/>
    <w:rsid w:val="000C36EC"/>
    <w:rsid w:val="000C3C80"/>
    <w:rsid w:val="000C4457"/>
    <w:rsid w:val="000C6328"/>
    <w:rsid w:val="000C6E0C"/>
    <w:rsid w:val="000C6EA2"/>
    <w:rsid w:val="000D1EE8"/>
    <w:rsid w:val="000D32C2"/>
    <w:rsid w:val="000D58CA"/>
    <w:rsid w:val="000D64EB"/>
    <w:rsid w:val="000E69CD"/>
    <w:rsid w:val="000E6F9D"/>
    <w:rsid w:val="000F1E39"/>
    <w:rsid w:val="000F467B"/>
    <w:rsid w:val="000F49B9"/>
    <w:rsid w:val="000F5269"/>
    <w:rsid w:val="00101642"/>
    <w:rsid w:val="00102BBF"/>
    <w:rsid w:val="00102C93"/>
    <w:rsid w:val="001036F6"/>
    <w:rsid w:val="00104B0C"/>
    <w:rsid w:val="00107323"/>
    <w:rsid w:val="00110616"/>
    <w:rsid w:val="00110E27"/>
    <w:rsid w:val="00114216"/>
    <w:rsid w:val="00114439"/>
    <w:rsid w:val="00116505"/>
    <w:rsid w:val="00121E27"/>
    <w:rsid w:val="00122163"/>
    <w:rsid w:val="00125671"/>
    <w:rsid w:val="00126979"/>
    <w:rsid w:val="00127355"/>
    <w:rsid w:val="00127F1D"/>
    <w:rsid w:val="0013162F"/>
    <w:rsid w:val="00132B27"/>
    <w:rsid w:val="00132EA5"/>
    <w:rsid w:val="00140B0D"/>
    <w:rsid w:val="0014126B"/>
    <w:rsid w:val="00141711"/>
    <w:rsid w:val="00143631"/>
    <w:rsid w:val="001439C4"/>
    <w:rsid w:val="0014495D"/>
    <w:rsid w:val="0014562B"/>
    <w:rsid w:val="001460AF"/>
    <w:rsid w:val="00153513"/>
    <w:rsid w:val="001549BC"/>
    <w:rsid w:val="00155195"/>
    <w:rsid w:val="0015575F"/>
    <w:rsid w:val="001624E0"/>
    <w:rsid w:val="00163AA8"/>
    <w:rsid w:val="0016464F"/>
    <w:rsid w:val="00164864"/>
    <w:rsid w:val="00164CC1"/>
    <w:rsid w:val="0016570E"/>
    <w:rsid w:val="0017037C"/>
    <w:rsid w:val="00171E39"/>
    <w:rsid w:val="0017665E"/>
    <w:rsid w:val="001778B6"/>
    <w:rsid w:val="0018190B"/>
    <w:rsid w:val="00181B84"/>
    <w:rsid w:val="0018550D"/>
    <w:rsid w:val="001863D3"/>
    <w:rsid w:val="0018727C"/>
    <w:rsid w:val="00187483"/>
    <w:rsid w:val="00190055"/>
    <w:rsid w:val="00190DF8"/>
    <w:rsid w:val="0019135D"/>
    <w:rsid w:val="001946F4"/>
    <w:rsid w:val="001960FE"/>
    <w:rsid w:val="001962C3"/>
    <w:rsid w:val="0019696A"/>
    <w:rsid w:val="00197556"/>
    <w:rsid w:val="001A4194"/>
    <w:rsid w:val="001A75C4"/>
    <w:rsid w:val="001A7BF9"/>
    <w:rsid w:val="001A7CA5"/>
    <w:rsid w:val="001B4224"/>
    <w:rsid w:val="001C1DE6"/>
    <w:rsid w:val="001C4276"/>
    <w:rsid w:val="001D0121"/>
    <w:rsid w:val="001D3B95"/>
    <w:rsid w:val="001D4C39"/>
    <w:rsid w:val="001D676B"/>
    <w:rsid w:val="001E0A8C"/>
    <w:rsid w:val="001E0EBE"/>
    <w:rsid w:val="001E5C95"/>
    <w:rsid w:val="001E6861"/>
    <w:rsid w:val="001E6B85"/>
    <w:rsid w:val="001E714B"/>
    <w:rsid w:val="001F13C7"/>
    <w:rsid w:val="001F4779"/>
    <w:rsid w:val="001F56C1"/>
    <w:rsid w:val="001F7FB0"/>
    <w:rsid w:val="002008CF"/>
    <w:rsid w:val="002033DC"/>
    <w:rsid w:val="0020440C"/>
    <w:rsid w:val="002066C0"/>
    <w:rsid w:val="00206ADE"/>
    <w:rsid w:val="002074AA"/>
    <w:rsid w:val="002105EB"/>
    <w:rsid w:val="002130CB"/>
    <w:rsid w:val="00215CEC"/>
    <w:rsid w:val="00216ACA"/>
    <w:rsid w:val="0022133D"/>
    <w:rsid w:val="0022648C"/>
    <w:rsid w:val="00226AFD"/>
    <w:rsid w:val="00227143"/>
    <w:rsid w:val="00227394"/>
    <w:rsid w:val="00227CB8"/>
    <w:rsid w:val="002309E9"/>
    <w:rsid w:val="00231FEC"/>
    <w:rsid w:val="00232E55"/>
    <w:rsid w:val="0023356B"/>
    <w:rsid w:val="0023360A"/>
    <w:rsid w:val="0023452F"/>
    <w:rsid w:val="00234721"/>
    <w:rsid w:val="00234E37"/>
    <w:rsid w:val="00236989"/>
    <w:rsid w:val="00236BEA"/>
    <w:rsid w:val="002408BE"/>
    <w:rsid w:val="002413C4"/>
    <w:rsid w:val="002417E6"/>
    <w:rsid w:val="002445F4"/>
    <w:rsid w:val="00244F3D"/>
    <w:rsid w:val="002544F0"/>
    <w:rsid w:val="00255E2B"/>
    <w:rsid w:val="00256695"/>
    <w:rsid w:val="00257477"/>
    <w:rsid w:val="00261CC6"/>
    <w:rsid w:val="002634DC"/>
    <w:rsid w:val="00282F5F"/>
    <w:rsid w:val="00283B4C"/>
    <w:rsid w:val="00290D26"/>
    <w:rsid w:val="0029226B"/>
    <w:rsid w:val="002928E2"/>
    <w:rsid w:val="00292B26"/>
    <w:rsid w:val="00292E83"/>
    <w:rsid w:val="00293699"/>
    <w:rsid w:val="0029369C"/>
    <w:rsid w:val="00294668"/>
    <w:rsid w:val="002964BA"/>
    <w:rsid w:val="002978DF"/>
    <w:rsid w:val="00297C4D"/>
    <w:rsid w:val="00297C99"/>
    <w:rsid w:val="002A0EA9"/>
    <w:rsid w:val="002A101D"/>
    <w:rsid w:val="002A16C6"/>
    <w:rsid w:val="002A2417"/>
    <w:rsid w:val="002A3156"/>
    <w:rsid w:val="002A432E"/>
    <w:rsid w:val="002A4A07"/>
    <w:rsid w:val="002A505C"/>
    <w:rsid w:val="002A612C"/>
    <w:rsid w:val="002A632D"/>
    <w:rsid w:val="002A66F1"/>
    <w:rsid w:val="002A78F8"/>
    <w:rsid w:val="002B0461"/>
    <w:rsid w:val="002B0685"/>
    <w:rsid w:val="002B242A"/>
    <w:rsid w:val="002B39AD"/>
    <w:rsid w:val="002B487B"/>
    <w:rsid w:val="002B4EEF"/>
    <w:rsid w:val="002B51BB"/>
    <w:rsid w:val="002B7583"/>
    <w:rsid w:val="002C0C0C"/>
    <w:rsid w:val="002C1687"/>
    <w:rsid w:val="002C198B"/>
    <w:rsid w:val="002C1D73"/>
    <w:rsid w:val="002C589E"/>
    <w:rsid w:val="002C73F6"/>
    <w:rsid w:val="002C7B66"/>
    <w:rsid w:val="002C7D14"/>
    <w:rsid w:val="002D0A2D"/>
    <w:rsid w:val="002D14D1"/>
    <w:rsid w:val="002D2742"/>
    <w:rsid w:val="002D2F10"/>
    <w:rsid w:val="002D3209"/>
    <w:rsid w:val="002D3884"/>
    <w:rsid w:val="002E2C5A"/>
    <w:rsid w:val="002E3D66"/>
    <w:rsid w:val="002E3EF3"/>
    <w:rsid w:val="002E6F3D"/>
    <w:rsid w:val="002F0248"/>
    <w:rsid w:val="002F1068"/>
    <w:rsid w:val="002F19F7"/>
    <w:rsid w:val="002F624C"/>
    <w:rsid w:val="002F6F56"/>
    <w:rsid w:val="00301564"/>
    <w:rsid w:val="003030EE"/>
    <w:rsid w:val="0030371D"/>
    <w:rsid w:val="0030662C"/>
    <w:rsid w:val="003105F7"/>
    <w:rsid w:val="00313FA5"/>
    <w:rsid w:val="00316F47"/>
    <w:rsid w:val="0032047C"/>
    <w:rsid w:val="003216ED"/>
    <w:rsid w:val="00324E21"/>
    <w:rsid w:val="00325992"/>
    <w:rsid w:val="00326E97"/>
    <w:rsid w:val="00330623"/>
    <w:rsid w:val="003313F3"/>
    <w:rsid w:val="0033375A"/>
    <w:rsid w:val="0033488B"/>
    <w:rsid w:val="00335098"/>
    <w:rsid w:val="00336CEC"/>
    <w:rsid w:val="00337D41"/>
    <w:rsid w:val="00340167"/>
    <w:rsid w:val="0034099E"/>
    <w:rsid w:val="0034758B"/>
    <w:rsid w:val="00347B22"/>
    <w:rsid w:val="0035131F"/>
    <w:rsid w:val="00354842"/>
    <w:rsid w:val="0035527E"/>
    <w:rsid w:val="0035753C"/>
    <w:rsid w:val="0036148C"/>
    <w:rsid w:val="00362E78"/>
    <w:rsid w:val="00364B89"/>
    <w:rsid w:val="003655A7"/>
    <w:rsid w:val="0036566C"/>
    <w:rsid w:val="0037461A"/>
    <w:rsid w:val="003765CE"/>
    <w:rsid w:val="003774F1"/>
    <w:rsid w:val="00377600"/>
    <w:rsid w:val="003815E4"/>
    <w:rsid w:val="00390FA5"/>
    <w:rsid w:val="003915FD"/>
    <w:rsid w:val="00393357"/>
    <w:rsid w:val="003A2B4E"/>
    <w:rsid w:val="003A3DAA"/>
    <w:rsid w:val="003A5173"/>
    <w:rsid w:val="003A53E3"/>
    <w:rsid w:val="003A6D8C"/>
    <w:rsid w:val="003A7E9E"/>
    <w:rsid w:val="003B327A"/>
    <w:rsid w:val="003B3A16"/>
    <w:rsid w:val="003B52AE"/>
    <w:rsid w:val="003B59FE"/>
    <w:rsid w:val="003B6426"/>
    <w:rsid w:val="003C2468"/>
    <w:rsid w:val="003C38B8"/>
    <w:rsid w:val="003C55D4"/>
    <w:rsid w:val="003C5A2E"/>
    <w:rsid w:val="003C6AAB"/>
    <w:rsid w:val="003C7C57"/>
    <w:rsid w:val="003D33A5"/>
    <w:rsid w:val="003E0BA5"/>
    <w:rsid w:val="003E43DC"/>
    <w:rsid w:val="003E74D3"/>
    <w:rsid w:val="003E7B56"/>
    <w:rsid w:val="003F0062"/>
    <w:rsid w:val="003F01A8"/>
    <w:rsid w:val="003F1724"/>
    <w:rsid w:val="003F6757"/>
    <w:rsid w:val="00400558"/>
    <w:rsid w:val="00402CEE"/>
    <w:rsid w:val="00404809"/>
    <w:rsid w:val="0041018D"/>
    <w:rsid w:val="004103B8"/>
    <w:rsid w:val="00414DB9"/>
    <w:rsid w:val="00420165"/>
    <w:rsid w:val="00420895"/>
    <w:rsid w:val="00421AFD"/>
    <w:rsid w:val="0042347B"/>
    <w:rsid w:val="00425F95"/>
    <w:rsid w:val="00431D27"/>
    <w:rsid w:val="00436B57"/>
    <w:rsid w:val="00436C37"/>
    <w:rsid w:val="00436E83"/>
    <w:rsid w:val="004417ED"/>
    <w:rsid w:val="0044344C"/>
    <w:rsid w:val="004440B3"/>
    <w:rsid w:val="004479EE"/>
    <w:rsid w:val="00452B19"/>
    <w:rsid w:val="0045355C"/>
    <w:rsid w:val="0045397B"/>
    <w:rsid w:val="00455EA9"/>
    <w:rsid w:val="00457046"/>
    <w:rsid w:val="0046198B"/>
    <w:rsid w:val="00462826"/>
    <w:rsid w:val="0046560A"/>
    <w:rsid w:val="004704CF"/>
    <w:rsid w:val="00472242"/>
    <w:rsid w:val="004726EA"/>
    <w:rsid w:val="004750D2"/>
    <w:rsid w:val="0047554F"/>
    <w:rsid w:val="004816E4"/>
    <w:rsid w:val="00481B01"/>
    <w:rsid w:val="004838A9"/>
    <w:rsid w:val="004844DE"/>
    <w:rsid w:val="004859B9"/>
    <w:rsid w:val="00485CA7"/>
    <w:rsid w:val="004939F0"/>
    <w:rsid w:val="00494271"/>
    <w:rsid w:val="00496AD1"/>
    <w:rsid w:val="004A172E"/>
    <w:rsid w:val="004A22C5"/>
    <w:rsid w:val="004A54D3"/>
    <w:rsid w:val="004A62BD"/>
    <w:rsid w:val="004A635B"/>
    <w:rsid w:val="004B2D9E"/>
    <w:rsid w:val="004B5934"/>
    <w:rsid w:val="004B5A06"/>
    <w:rsid w:val="004B69C7"/>
    <w:rsid w:val="004C0476"/>
    <w:rsid w:val="004C20A1"/>
    <w:rsid w:val="004C3038"/>
    <w:rsid w:val="004D111E"/>
    <w:rsid w:val="004D1180"/>
    <w:rsid w:val="004D151D"/>
    <w:rsid w:val="004D423C"/>
    <w:rsid w:val="004D6EFC"/>
    <w:rsid w:val="004E2187"/>
    <w:rsid w:val="004E50B6"/>
    <w:rsid w:val="004E64D2"/>
    <w:rsid w:val="004E6542"/>
    <w:rsid w:val="004E746F"/>
    <w:rsid w:val="004F0CA2"/>
    <w:rsid w:val="004F15F0"/>
    <w:rsid w:val="004F4133"/>
    <w:rsid w:val="004F47AA"/>
    <w:rsid w:val="004F493A"/>
    <w:rsid w:val="004F5D85"/>
    <w:rsid w:val="004F6313"/>
    <w:rsid w:val="004F762D"/>
    <w:rsid w:val="005011AA"/>
    <w:rsid w:val="00501681"/>
    <w:rsid w:val="005035B3"/>
    <w:rsid w:val="00503887"/>
    <w:rsid w:val="00504774"/>
    <w:rsid w:val="005067A8"/>
    <w:rsid w:val="00506A4A"/>
    <w:rsid w:val="00506D74"/>
    <w:rsid w:val="00506E01"/>
    <w:rsid w:val="005101AA"/>
    <w:rsid w:val="005127B9"/>
    <w:rsid w:val="0051333D"/>
    <w:rsid w:val="00514D53"/>
    <w:rsid w:val="005152A7"/>
    <w:rsid w:val="00520D95"/>
    <w:rsid w:val="00521E36"/>
    <w:rsid w:val="00525729"/>
    <w:rsid w:val="00526F37"/>
    <w:rsid w:val="00532269"/>
    <w:rsid w:val="005324EB"/>
    <w:rsid w:val="00532BC1"/>
    <w:rsid w:val="00535D6A"/>
    <w:rsid w:val="00536425"/>
    <w:rsid w:val="005377C0"/>
    <w:rsid w:val="00537831"/>
    <w:rsid w:val="00543D6B"/>
    <w:rsid w:val="005448B3"/>
    <w:rsid w:val="00544D98"/>
    <w:rsid w:val="005456F4"/>
    <w:rsid w:val="00546B50"/>
    <w:rsid w:val="005542E0"/>
    <w:rsid w:val="00561425"/>
    <w:rsid w:val="00561EC1"/>
    <w:rsid w:val="00565601"/>
    <w:rsid w:val="00565B28"/>
    <w:rsid w:val="00566DC2"/>
    <w:rsid w:val="00566F65"/>
    <w:rsid w:val="00567C51"/>
    <w:rsid w:val="00570650"/>
    <w:rsid w:val="00572C7E"/>
    <w:rsid w:val="005751BC"/>
    <w:rsid w:val="00577135"/>
    <w:rsid w:val="00580099"/>
    <w:rsid w:val="005828B1"/>
    <w:rsid w:val="00590045"/>
    <w:rsid w:val="0059004D"/>
    <w:rsid w:val="00590156"/>
    <w:rsid w:val="00592711"/>
    <w:rsid w:val="00593360"/>
    <w:rsid w:val="00594099"/>
    <w:rsid w:val="0059525D"/>
    <w:rsid w:val="00597439"/>
    <w:rsid w:val="005A0114"/>
    <w:rsid w:val="005A1CC9"/>
    <w:rsid w:val="005A3C5E"/>
    <w:rsid w:val="005B120F"/>
    <w:rsid w:val="005B21A1"/>
    <w:rsid w:val="005B4D76"/>
    <w:rsid w:val="005B56E5"/>
    <w:rsid w:val="005B5FA4"/>
    <w:rsid w:val="005B7BB9"/>
    <w:rsid w:val="005C3788"/>
    <w:rsid w:val="005C5366"/>
    <w:rsid w:val="005D4251"/>
    <w:rsid w:val="005D5E91"/>
    <w:rsid w:val="005D62AD"/>
    <w:rsid w:val="005D6B78"/>
    <w:rsid w:val="005D6E66"/>
    <w:rsid w:val="005E2CE0"/>
    <w:rsid w:val="005E4150"/>
    <w:rsid w:val="005E6C6B"/>
    <w:rsid w:val="005F1343"/>
    <w:rsid w:val="005F15C9"/>
    <w:rsid w:val="005F1E79"/>
    <w:rsid w:val="005F3645"/>
    <w:rsid w:val="005F5DDA"/>
    <w:rsid w:val="00601064"/>
    <w:rsid w:val="006016AB"/>
    <w:rsid w:val="00601AEC"/>
    <w:rsid w:val="00611BC8"/>
    <w:rsid w:val="00613CFD"/>
    <w:rsid w:val="006153C7"/>
    <w:rsid w:val="00616538"/>
    <w:rsid w:val="00617730"/>
    <w:rsid w:val="00617E7A"/>
    <w:rsid w:val="00620B44"/>
    <w:rsid w:val="00620CE6"/>
    <w:rsid w:val="00623575"/>
    <w:rsid w:val="0063208C"/>
    <w:rsid w:val="0063258C"/>
    <w:rsid w:val="00633AD8"/>
    <w:rsid w:val="00636634"/>
    <w:rsid w:val="00637722"/>
    <w:rsid w:val="006378F3"/>
    <w:rsid w:val="006424B5"/>
    <w:rsid w:val="00642BF9"/>
    <w:rsid w:val="00643A54"/>
    <w:rsid w:val="00643CBD"/>
    <w:rsid w:val="00646053"/>
    <w:rsid w:val="006545D0"/>
    <w:rsid w:val="00655E8D"/>
    <w:rsid w:val="00656053"/>
    <w:rsid w:val="00660053"/>
    <w:rsid w:val="006708CD"/>
    <w:rsid w:val="00671776"/>
    <w:rsid w:val="00675372"/>
    <w:rsid w:val="006756A0"/>
    <w:rsid w:val="0067708E"/>
    <w:rsid w:val="006809FB"/>
    <w:rsid w:val="00681DDA"/>
    <w:rsid w:val="00683FC2"/>
    <w:rsid w:val="00685867"/>
    <w:rsid w:val="00686D20"/>
    <w:rsid w:val="00687E61"/>
    <w:rsid w:val="0069139D"/>
    <w:rsid w:val="00692277"/>
    <w:rsid w:val="00697095"/>
    <w:rsid w:val="006A418A"/>
    <w:rsid w:val="006A51E0"/>
    <w:rsid w:val="006A5F17"/>
    <w:rsid w:val="006B0799"/>
    <w:rsid w:val="006B0B85"/>
    <w:rsid w:val="006B28A3"/>
    <w:rsid w:val="006B6B9A"/>
    <w:rsid w:val="006B738D"/>
    <w:rsid w:val="006B77E8"/>
    <w:rsid w:val="006B7B5B"/>
    <w:rsid w:val="006C0D19"/>
    <w:rsid w:val="006C1126"/>
    <w:rsid w:val="006C2093"/>
    <w:rsid w:val="006C252B"/>
    <w:rsid w:val="006C675F"/>
    <w:rsid w:val="006C6EB1"/>
    <w:rsid w:val="006D0905"/>
    <w:rsid w:val="006E27D4"/>
    <w:rsid w:val="006E3499"/>
    <w:rsid w:val="006F061F"/>
    <w:rsid w:val="006F39F9"/>
    <w:rsid w:val="006F4120"/>
    <w:rsid w:val="006F4E87"/>
    <w:rsid w:val="006F626B"/>
    <w:rsid w:val="006F7030"/>
    <w:rsid w:val="007011AE"/>
    <w:rsid w:val="00701723"/>
    <w:rsid w:val="00701C04"/>
    <w:rsid w:val="0070204E"/>
    <w:rsid w:val="0070374E"/>
    <w:rsid w:val="0071187A"/>
    <w:rsid w:val="00713103"/>
    <w:rsid w:val="007171DE"/>
    <w:rsid w:val="007202E2"/>
    <w:rsid w:val="00720595"/>
    <w:rsid w:val="00722B36"/>
    <w:rsid w:val="00723338"/>
    <w:rsid w:val="00724F99"/>
    <w:rsid w:val="00726980"/>
    <w:rsid w:val="00731C8D"/>
    <w:rsid w:val="00732DE3"/>
    <w:rsid w:val="00733C30"/>
    <w:rsid w:val="00734411"/>
    <w:rsid w:val="00735272"/>
    <w:rsid w:val="00736B87"/>
    <w:rsid w:val="00740681"/>
    <w:rsid w:val="007409AB"/>
    <w:rsid w:val="007410B1"/>
    <w:rsid w:val="007432FD"/>
    <w:rsid w:val="00745351"/>
    <w:rsid w:val="00745FDC"/>
    <w:rsid w:val="00750973"/>
    <w:rsid w:val="007569AE"/>
    <w:rsid w:val="00760822"/>
    <w:rsid w:val="00760AF8"/>
    <w:rsid w:val="00762432"/>
    <w:rsid w:val="00762D18"/>
    <w:rsid w:val="0076575E"/>
    <w:rsid w:val="00765A31"/>
    <w:rsid w:val="0076694B"/>
    <w:rsid w:val="00767BED"/>
    <w:rsid w:val="00773DE3"/>
    <w:rsid w:val="0077648E"/>
    <w:rsid w:val="00776AA0"/>
    <w:rsid w:val="007824AF"/>
    <w:rsid w:val="007901C9"/>
    <w:rsid w:val="00791F70"/>
    <w:rsid w:val="00792431"/>
    <w:rsid w:val="0079410F"/>
    <w:rsid w:val="007942A5"/>
    <w:rsid w:val="007A3472"/>
    <w:rsid w:val="007A4CDF"/>
    <w:rsid w:val="007A6AC2"/>
    <w:rsid w:val="007B6007"/>
    <w:rsid w:val="007B6361"/>
    <w:rsid w:val="007B7A77"/>
    <w:rsid w:val="007C2CF2"/>
    <w:rsid w:val="007C452D"/>
    <w:rsid w:val="007C505E"/>
    <w:rsid w:val="007C5308"/>
    <w:rsid w:val="007C60DD"/>
    <w:rsid w:val="007C7CAF"/>
    <w:rsid w:val="007D2D3E"/>
    <w:rsid w:val="007D3107"/>
    <w:rsid w:val="007D770C"/>
    <w:rsid w:val="007E0055"/>
    <w:rsid w:val="007E0C51"/>
    <w:rsid w:val="007E11BA"/>
    <w:rsid w:val="007E4E81"/>
    <w:rsid w:val="007E5A9A"/>
    <w:rsid w:val="007E721B"/>
    <w:rsid w:val="007E7C94"/>
    <w:rsid w:val="007E7E0D"/>
    <w:rsid w:val="007F0C86"/>
    <w:rsid w:val="007F3727"/>
    <w:rsid w:val="007F401F"/>
    <w:rsid w:val="007F5C25"/>
    <w:rsid w:val="007F6865"/>
    <w:rsid w:val="007F75BB"/>
    <w:rsid w:val="007F7AFB"/>
    <w:rsid w:val="00800A00"/>
    <w:rsid w:val="008030DB"/>
    <w:rsid w:val="00810075"/>
    <w:rsid w:val="00810BD1"/>
    <w:rsid w:val="00811C29"/>
    <w:rsid w:val="008133C7"/>
    <w:rsid w:val="0081699D"/>
    <w:rsid w:val="00816F76"/>
    <w:rsid w:val="008216FA"/>
    <w:rsid w:val="00823516"/>
    <w:rsid w:val="00824B8F"/>
    <w:rsid w:val="00824C10"/>
    <w:rsid w:val="00825BA0"/>
    <w:rsid w:val="00827BD7"/>
    <w:rsid w:val="00830A3C"/>
    <w:rsid w:val="008324FC"/>
    <w:rsid w:val="00833330"/>
    <w:rsid w:val="00834B20"/>
    <w:rsid w:val="008357DD"/>
    <w:rsid w:val="008361DD"/>
    <w:rsid w:val="008367AB"/>
    <w:rsid w:val="00836E3C"/>
    <w:rsid w:val="008414FE"/>
    <w:rsid w:val="008420A7"/>
    <w:rsid w:val="00842218"/>
    <w:rsid w:val="0084286E"/>
    <w:rsid w:val="00846DF0"/>
    <w:rsid w:val="00851472"/>
    <w:rsid w:val="008553B1"/>
    <w:rsid w:val="008616A7"/>
    <w:rsid w:val="0086183E"/>
    <w:rsid w:val="00861ED5"/>
    <w:rsid w:val="00864DA5"/>
    <w:rsid w:val="00865495"/>
    <w:rsid w:val="00865A44"/>
    <w:rsid w:val="00867F09"/>
    <w:rsid w:val="00871827"/>
    <w:rsid w:val="00875667"/>
    <w:rsid w:val="00877676"/>
    <w:rsid w:val="0088087D"/>
    <w:rsid w:val="00883A98"/>
    <w:rsid w:val="008871C2"/>
    <w:rsid w:val="00887836"/>
    <w:rsid w:val="00887BB1"/>
    <w:rsid w:val="00890B6D"/>
    <w:rsid w:val="0089222E"/>
    <w:rsid w:val="0089316D"/>
    <w:rsid w:val="00894974"/>
    <w:rsid w:val="00894E39"/>
    <w:rsid w:val="00895D90"/>
    <w:rsid w:val="00895F80"/>
    <w:rsid w:val="00896C86"/>
    <w:rsid w:val="00897090"/>
    <w:rsid w:val="008A0B80"/>
    <w:rsid w:val="008A3B91"/>
    <w:rsid w:val="008B0C74"/>
    <w:rsid w:val="008B1AC6"/>
    <w:rsid w:val="008B57D8"/>
    <w:rsid w:val="008B5C06"/>
    <w:rsid w:val="008B6850"/>
    <w:rsid w:val="008B6A9B"/>
    <w:rsid w:val="008C276C"/>
    <w:rsid w:val="008C36A1"/>
    <w:rsid w:val="008C510A"/>
    <w:rsid w:val="008C6756"/>
    <w:rsid w:val="008D12C8"/>
    <w:rsid w:val="008D1453"/>
    <w:rsid w:val="008D4483"/>
    <w:rsid w:val="008D5B4B"/>
    <w:rsid w:val="008D5DA2"/>
    <w:rsid w:val="008D649C"/>
    <w:rsid w:val="008D6FF7"/>
    <w:rsid w:val="008D7CD2"/>
    <w:rsid w:val="008E6B78"/>
    <w:rsid w:val="008F32C1"/>
    <w:rsid w:val="008F38DD"/>
    <w:rsid w:val="008F58AB"/>
    <w:rsid w:val="008F64F0"/>
    <w:rsid w:val="008F6B46"/>
    <w:rsid w:val="008F77FA"/>
    <w:rsid w:val="008F78EE"/>
    <w:rsid w:val="0090114C"/>
    <w:rsid w:val="009014B8"/>
    <w:rsid w:val="00901B8A"/>
    <w:rsid w:val="0090450A"/>
    <w:rsid w:val="00904980"/>
    <w:rsid w:val="00904A43"/>
    <w:rsid w:val="00906314"/>
    <w:rsid w:val="00911932"/>
    <w:rsid w:val="00913293"/>
    <w:rsid w:val="009149CF"/>
    <w:rsid w:val="00916712"/>
    <w:rsid w:val="0091735F"/>
    <w:rsid w:val="00920501"/>
    <w:rsid w:val="00921F69"/>
    <w:rsid w:val="0092387A"/>
    <w:rsid w:val="00924940"/>
    <w:rsid w:val="00925F26"/>
    <w:rsid w:val="00926A83"/>
    <w:rsid w:val="00926CEE"/>
    <w:rsid w:val="009303C3"/>
    <w:rsid w:val="009319E1"/>
    <w:rsid w:val="00933270"/>
    <w:rsid w:val="00933C7E"/>
    <w:rsid w:val="00936054"/>
    <w:rsid w:val="0093642E"/>
    <w:rsid w:val="00937D30"/>
    <w:rsid w:val="009420E0"/>
    <w:rsid w:val="00944766"/>
    <w:rsid w:val="00946979"/>
    <w:rsid w:val="00946D07"/>
    <w:rsid w:val="00947A8E"/>
    <w:rsid w:val="00956276"/>
    <w:rsid w:val="00963370"/>
    <w:rsid w:val="009633E6"/>
    <w:rsid w:val="00963605"/>
    <w:rsid w:val="00964A51"/>
    <w:rsid w:val="00966F14"/>
    <w:rsid w:val="00967693"/>
    <w:rsid w:val="009703D4"/>
    <w:rsid w:val="009703EF"/>
    <w:rsid w:val="00970D23"/>
    <w:rsid w:val="00970EEF"/>
    <w:rsid w:val="00971395"/>
    <w:rsid w:val="009727DA"/>
    <w:rsid w:val="00972E0A"/>
    <w:rsid w:val="009760F4"/>
    <w:rsid w:val="009837D4"/>
    <w:rsid w:val="00984C07"/>
    <w:rsid w:val="009869F7"/>
    <w:rsid w:val="0098760D"/>
    <w:rsid w:val="00987671"/>
    <w:rsid w:val="009913A7"/>
    <w:rsid w:val="00993A8C"/>
    <w:rsid w:val="009954D4"/>
    <w:rsid w:val="009A0963"/>
    <w:rsid w:val="009A619D"/>
    <w:rsid w:val="009A7DE7"/>
    <w:rsid w:val="009B1C79"/>
    <w:rsid w:val="009B521B"/>
    <w:rsid w:val="009B5227"/>
    <w:rsid w:val="009B71F0"/>
    <w:rsid w:val="009C1A0A"/>
    <w:rsid w:val="009D1006"/>
    <w:rsid w:val="009D189C"/>
    <w:rsid w:val="009D3511"/>
    <w:rsid w:val="009D4C49"/>
    <w:rsid w:val="009D4E2B"/>
    <w:rsid w:val="009E2E45"/>
    <w:rsid w:val="009E5E1C"/>
    <w:rsid w:val="009E6F8E"/>
    <w:rsid w:val="009E6FA1"/>
    <w:rsid w:val="009E799D"/>
    <w:rsid w:val="009F3D3E"/>
    <w:rsid w:val="009F4D19"/>
    <w:rsid w:val="009F4E13"/>
    <w:rsid w:val="009F53BF"/>
    <w:rsid w:val="00A0027B"/>
    <w:rsid w:val="00A034E8"/>
    <w:rsid w:val="00A0617F"/>
    <w:rsid w:val="00A11FE8"/>
    <w:rsid w:val="00A13C5F"/>
    <w:rsid w:val="00A14C05"/>
    <w:rsid w:val="00A17422"/>
    <w:rsid w:val="00A218C6"/>
    <w:rsid w:val="00A21BE1"/>
    <w:rsid w:val="00A22890"/>
    <w:rsid w:val="00A23A33"/>
    <w:rsid w:val="00A30DF1"/>
    <w:rsid w:val="00A30F8F"/>
    <w:rsid w:val="00A33F87"/>
    <w:rsid w:val="00A36E17"/>
    <w:rsid w:val="00A40E0B"/>
    <w:rsid w:val="00A41965"/>
    <w:rsid w:val="00A46164"/>
    <w:rsid w:val="00A46F75"/>
    <w:rsid w:val="00A50820"/>
    <w:rsid w:val="00A529FC"/>
    <w:rsid w:val="00A5602E"/>
    <w:rsid w:val="00A56126"/>
    <w:rsid w:val="00A57F82"/>
    <w:rsid w:val="00A61481"/>
    <w:rsid w:val="00A6155D"/>
    <w:rsid w:val="00A62EEB"/>
    <w:rsid w:val="00A6314B"/>
    <w:rsid w:val="00A66504"/>
    <w:rsid w:val="00A7065C"/>
    <w:rsid w:val="00A7257F"/>
    <w:rsid w:val="00A74490"/>
    <w:rsid w:val="00A75220"/>
    <w:rsid w:val="00A76506"/>
    <w:rsid w:val="00A82387"/>
    <w:rsid w:val="00A84CEA"/>
    <w:rsid w:val="00A8510C"/>
    <w:rsid w:val="00A85E9D"/>
    <w:rsid w:val="00A86CC0"/>
    <w:rsid w:val="00A90245"/>
    <w:rsid w:val="00A905BC"/>
    <w:rsid w:val="00A90F27"/>
    <w:rsid w:val="00A92837"/>
    <w:rsid w:val="00A9417D"/>
    <w:rsid w:val="00A955E1"/>
    <w:rsid w:val="00A96541"/>
    <w:rsid w:val="00AA027F"/>
    <w:rsid w:val="00AA2B44"/>
    <w:rsid w:val="00AA326D"/>
    <w:rsid w:val="00AA6ADC"/>
    <w:rsid w:val="00AA6FBC"/>
    <w:rsid w:val="00AB072C"/>
    <w:rsid w:val="00AB2A77"/>
    <w:rsid w:val="00AB5E80"/>
    <w:rsid w:val="00AB6A07"/>
    <w:rsid w:val="00AB7E27"/>
    <w:rsid w:val="00AD17AE"/>
    <w:rsid w:val="00AD40F9"/>
    <w:rsid w:val="00AD5266"/>
    <w:rsid w:val="00AD52F4"/>
    <w:rsid w:val="00AD5766"/>
    <w:rsid w:val="00AD6B26"/>
    <w:rsid w:val="00AD7806"/>
    <w:rsid w:val="00AF2CE9"/>
    <w:rsid w:val="00AF5E5D"/>
    <w:rsid w:val="00AF6BE5"/>
    <w:rsid w:val="00AF753B"/>
    <w:rsid w:val="00AF7898"/>
    <w:rsid w:val="00AF7FBE"/>
    <w:rsid w:val="00B0028F"/>
    <w:rsid w:val="00B05BCB"/>
    <w:rsid w:val="00B069CD"/>
    <w:rsid w:val="00B10949"/>
    <w:rsid w:val="00B116FE"/>
    <w:rsid w:val="00B11B66"/>
    <w:rsid w:val="00B12319"/>
    <w:rsid w:val="00B16D48"/>
    <w:rsid w:val="00B21A98"/>
    <w:rsid w:val="00B21D40"/>
    <w:rsid w:val="00B21F46"/>
    <w:rsid w:val="00B225DD"/>
    <w:rsid w:val="00B227E2"/>
    <w:rsid w:val="00B2434F"/>
    <w:rsid w:val="00B2473A"/>
    <w:rsid w:val="00B25F4D"/>
    <w:rsid w:val="00B304C8"/>
    <w:rsid w:val="00B34261"/>
    <w:rsid w:val="00B34B88"/>
    <w:rsid w:val="00B36B40"/>
    <w:rsid w:val="00B43341"/>
    <w:rsid w:val="00B44028"/>
    <w:rsid w:val="00B5173B"/>
    <w:rsid w:val="00B51AD2"/>
    <w:rsid w:val="00B5225A"/>
    <w:rsid w:val="00B53C6F"/>
    <w:rsid w:val="00B56C72"/>
    <w:rsid w:val="00B61285"/>
    <w:rsid w:val="00B62C9B"/>
    <w:rsid w:val="00B63836"/>
    <w:rsid w:val="00B65A78"/>
    <w:rsid w:val="00B67F0C"/>
    <w:rsid w:val="00B741A2"/>
    <w:rsid w:val="00B754DD"/>
    <w:rsid w:val="00B76AB8"/>
    <w:rsid w:val="00B81349"/>
    <w:rsid w:val="00B81726"/>
    <w:rsid w:val="00B86AF0"/>
    <w:rsid w:val="00B86C29"/>
    <w:rsid w:val="00B87931"/>
    <w:rsid w:val="00B911B6"/>
    <w:rsid w:val="00B9523B"/>
    <w:rsid w:val="00B95AF4"/>
    <w:rsid w:val="00B97125"/>
    <w:rsid w:val="00B97ABC"/>
    <w:rsid w:val="00BA1513"/>
    <w:rsid w:val="00BA5D2A"/>
    <w:rsid w:val="00BA685C"/>
    <w:rsid w:val="00BA70E9"/>
    <w:rsid w:val="00BA7869"/>
    <w:rsid w:val="00BA7B8C"/>
    <w:rsid w:val="00BB05B7"/>
    <w:rsid w:val="00BB18E2"/>
    <w:rsid w:val="00BB4C69"/>
    <w:rsid w:val="00BB589E"/>
    <w:rsid w:val="00BC1DA5"/>
    <w:rsid w:val="00BC1E77"/>
    <w:rsid w:val="00BC2EBB"/>
    <w:rsid w:val="00BC3A3E"/>
    <w:rsid w:val="00BD249B"/>
    <w:rsid w:val="00BD30C4"/>
    <w:rsid w:val="00BD3376"/>
    <w:rsid w:val="00BD6AF1"/>
    <w:rsid w:val="00BD72AE"/>
    <w:rsid w:val="00BE4B28"/>
    <w:rsid w:val="00BE4EE8"/>
    <w:rsid w:val="00BE6879"/>
    <w:rsid w:val="00BE734E"/>
    <w:rsid w:val="00BF3E2C"/>
    <w:rsid w:val="00BF6F69"/>
    <w:rsid w:val="00BF78BA"/>
    <w:rsid w:val="00C00379"/>
    <w:rsid w:val="00C0269A"/>
    <w:rsid w:val="00C12BDB"/>
    <w:rsid w:val="00C15317"/>
    <w:rsid w:val="00C158EA"/>
    <w:rsid w:val="00C1626F"/>
    <w:rsid w:val="00C16753"/>
    <w:rsid w:val="00C22BDD"/>
    <w:rsid w:val="00C24B4D"/>
    <w:rsid w:val="00C33981"/>
    <w:rsid w:val="00C351EB"/>
    <w:rsid w:val="00C35DBF"/>
    <w:rsid w:val="00C4015C"/>
    <w:rsid w:val="00C4080D"/>
    <w:rsid w:val="00C417BC"/>
    <w:rsid w:val="00C41A27"/>
    <w:rsid w:val="00C42C15"/>
    <w:rsid w:val="00C4555B"/>
    <w:rsid w:val="00C50B78"/>
    <w:rsid w:val="00C53739"/>
    <w:rsid w:val="00C5483B"/>
    <w:rsid w:val="00C56DBB"/>
    <w:rsid w:val="00C57DAB"/>
    <w:rsid w:val="00C60E11"/>
    <w:rsid w:val="00C64100"/>
    <w:rsid w:val="00C64744"/>
    <w:rsid w:val="00C664A1"/>
    <w:rsid w:val="00C66C84"/>
    <w:rsid w:val="00C7327C"/>
    <w:rsid w:val="00C7340D"/>
    <w:rsid w:val="00C752F4"/>
    <w:rsid w:val="00C7541D"/>
    <w:rsid w:val="00C7658D"/>
    <w:rsid w:val="00C76649"/>
    <w:rsid w:val="00C77C52"/>
    <w:rsid w:val="00C829BA"/>
    <w:rsid w:val="00C83087"/>
    <w:rsid w:val="00C853CB"/>
    <w:rsid w:val="00C855D6"/>
    <w:rsid w:val="00C8733A"/>
    <w:rsid w:val="00C9399B"/>
    <w:rsid w:val="00C94B7D"/>
    <w:rsid w:val="00C97F76"/>
    <w:rsid w:val="00CA069A"/>
    <w:rsid w:val="00CA53E1"/>
    <w:rsid w:val="00CA560E"/>
    <w:rsid w:val="00CA5E79"/>
    <w:rsid w:val="00CB4615"/>
    <w:rsid w:val="00CB4D12"/>
    <w:rsid w:val="00CB6E16"/>
    <w:rsid w:val="00CB757E"/>
    <w:rsid w:val="00CC00DF"/>
    <w:rsid w:val="00CC22BD"/>
    <w:rsid w:val="00CC3C86"/>
    <w:rsid w:val="00CC3C8E"/>
    <w:rsid w:val="00CC44FA"/>
    <w:rsid w:val="00CC482F"/>
    <w:rsid w:val="00CC4E24"/>
    <w:rsid w:val="00CC5AB1"/>
    <w:rsid w:val="00CC5E25"/>
    <w:rsid w:val="00CC61A0"/>
    <w:rsid w:val="00CC673E"/>
    <w:rsid w:val="00CD307A"/>
    <w:rsid w:val="00CD44A4"/>
    <w:rsid w:val="00CD767D"/>
    <w:rsid w:val="00CE027B"/>
    <w:rsid w:val="00CE078A"/>
    <w:rsid w:val="00CE2D1B"/>
    <w:rsid w:val="00CE5D3E"/>
    <w:rsid w:val="00CE66C4"/>
    <w:rsid w:val="00CE6776"/>
    <w:rsid w:val="00CE6984"/>
    <w:rsid w:val="00CF33D0"/>
    <w:rsid w:val="00CF34D1"/>
    <w:rsid w:val="00CF7070"/>
    <w:rsid w:val="00CF7ABE"/>
    <w:rsid w:val="00D028F5"/>
    <w:rsid w:val="00D03A12"/>
    <w:rsid w:val="00D048C4"/>
    <w:rsid w:val="00D05988"/>
    <w:rsid w:val="00D05E38"/>
    <w:rsid w:val="00D07476"/>
    <w:rsid w:val="00D13B23"/>
    <w:rsid w:val="00D16DEC"/>
    <w:rsid w:val="00D16EA7"/>
    <w:rsid w:val="00D170FF"/>
    <w:rsid w:val="00D222FE"/>
    <w:rsid w:val="00D2471E"/>
    <w:rsid w:val="00D24814"/>
    <w:rsid w:val="00D2558F"/>
    <w:rsid w:val="00D26CF5"/>
    <w:rsid w:val="00D30D0D"/>
    <w:rsid w:val="00D3137D"/>
    <w:rsid w:val="00D3235E"/>
    <w:rsid w:val="00D331CC"/>
    <w:rsid w:val="00D33286"/>
    <w:rsid w:val="00D33D01"/>
    <w:rsid w:val="00D33E85"/>
    <w:rsid w:val="00D34100"/>
    <w:rsid w:val="00D34CAC"/>
    <w:rsid w:val="00D37416"/>
    <w:rsid w:val="00D410D0"/>
    <w:rsid w:val="00D42998"/>
    <w:rsid w:val="00D43AD2"/>
    <w:rsid w:val="00D472C1"/>
    <w:rsid w:val="00D474B5"/>
    <w:rsid w:val="00D5255B"/>
    <w:rsid w:val="00D567F7"/>
    <w:rsid w:val="00D56BE9"/>
    <w:rsid w:val="00D676CC"/>
    <w:rsid w:val="00D74962"/>
    <w:rsid w:val="00D83E8A"/>
    <w:rsid w:val="00D8704E"/>
    <w:rsid w:val="00D87643"/>
    <w:rsid w:val="00D97C1E"/>
    <w:rsid w:val="00DA181D"/>
    <w:rsid w:val="00DA27B0"/>
    <w:rsid w:val="00DA33E1"/>
    <w:rsid w:val="00DA472F"/>
    <w:rsid w:val="00DA5C1A"/>
    <w:rsid w:val="00DA6146"/>
    <w:rsid w:val="00DA6584"/>
    <w:rsid w:val="00DA68F9"/>
    <w:rsid w:val="00DA7EE1"/>
    <w:rsid w:val="00DB12D8"/>
    <w:rsid w:val="00DB1B6F"/>
    <w:rsid w:val="00DB5E83"/>
    <w:rsid w:val="00DB604A"/>
    <w:rsid w:val="00DB74A7"/>
    <w:rsid w:val="00DC09D0"/>
    <w:rsid w:val="00DC1501"/>
    <w:rsid w:val="00DC1855"/>
    <w:rsid w:val="00DC4349"/>
    <w:rsid w:val="00DC4F73"/>
    <w:rsid w:val="00DC6103"/>
    <w:rsid w:val="00DC6F4C"/>
    <w:rsid w:val="00DC77DB"/>
    <w:rsid w:val="00DC7D04"/>
    <w:rsid w:val="00DD07F5"/>
    <w:rsid w:val="00DD441A"/>
    <w:rsid w:val="00DD4F51"/>
    <w:rsid w:val="00DE0F57"/>
    <w:rsid w:val="00DE3845"/>
    <w:rsid w:val="00DE5280"/>
    <w:rsid w:val="00DF0012"/>
    <w:rsid w:val="00DF0335"/>
    <w:rsid w:val="00DF2CDA"/>
    <w:rsid w:val="00DF38CC"/>
    <w:rsid w:val="00DF5AE1"/>
    <w:rsid w:val="00E0022F"/>
    <w:rsid w:val="00E00B18"/>
    <w:rsid w:val="00E00C1F"/>
    <w:rsid w:val="00E012BE"/>
    <w:rsid w:val="00E03398"/>
    <w:rsid w:val="00E05E83"/>
    <w:rsid w:val="00E11043"/>
    <w:rsid w:val="00E14FD9"/>
    <w:rsid w:val="00E15132"/>
    <w:rsid w:val="00E15BF1"/>
    <w:rsid w:val="00E2126B"/>
    <w:rsid w:val="00E21700"/>
    <w:rsid w:val="00E224DE"/>
    <w:rsid w:val="00E246DC"/>
    <w:rsid w:val="00E3019A"/>
    <w:rsid w:val="00E31CA0"/>
    <w:rsid w:val="00E32B1A"/>
    <w:rsid w:val="00E32C22"/>
    <w:rsid w:val="00E332DE"/>
    <w:rsid w:val="00E33E1D"/>
    <w:rsid w:val="00E34489"/>
    <w:rsid w:val="00E348A3"/>
    <w:rsid w:val="00E35F90"/>
    <w:rsid w:val="00E3644E"/>
    <w:rsid w:val="00E4031F"/>
    <w:rsid w:val="00E40447"/>
    <w:rsid w:val="00E4097C"/>
    <w:rsid w:val="00E45240"/>
    <w:rsid w:val="00E45CBB"/>
    <w:rsid w:val="00E52C81"/>
    <w:rsid w:val="00E55D32"/>
    <w:rsid w:val="00E56CB5"/>
    <w:rsid w:val="00E57A32"/>
    <w:rsid w:val="00E60E8E"/>
    <w:rsid w:val="00E61118"/>
    <w:rsid w:val="00E62DAF"/>
    <w:rsid w:val="00E62ED9"/>
    <w:rsid w:val="00E63EB1"/>
    <w:rsid w:val="00E64093"/>
    <w:rsid w:val="00E661C1"/>
    <w:rsid w:val="00E7043F"/>
    <w:rsid w:val="00E712FD"/>
    <w:rsid w:val="00E72161"/>
    <w:rsid w:val="00E72D75"/>
    <w:rsid w:val="00E7350B"/>
    <w:rsid w:val="00E745EC"/>
    <w:rsid w:val="00E74991"/>
    <w:rsid w:val="00E7599E"/>
    <w:rsid w:val="00E76A23"/>
    <w:rsid w:val="00E77EA4"/>
    <w:rsid w:val="00E80510"/>
    <w:rsid w:val="00E832CD"/>
    <w:rsid w:val="00E8426F"/>
    <w:rsid w:val="00E86770"/>
    <w:rsid w:val="00E86BAC"/>
    <w:rsid w:val="00E86CF8"/>
    <w:rsid w:val="00E9433A"/>
    <w:rsid w:val="00E95E02"/>
    <w:rsid w:val="00E976A3"/>
    <w:rsid w:val="00EA1B33"/>
    <w:rsid w:val="00EA2420"/>
    <w:rsid w:val="00EA29C1"/>
    <w:rsid w:val="00EA29CE"/>
    <w:rsid w:val="00EA29F4"/>
    <w:rsid w:val="00EA3806"/>
    <w:rsid w:val="00EA49F7"/>
    <w:rsid w:val="00EA5287"/>
    <w:rsid w:val="00EB25AC"/>
    <w:rsid w:val="00EB364D"/>
    <w:rsid w:val="00EC59CC"/>
    <w:rsid w:val="00EC6678"/>
    <w:rsid w:val="00ED0BBD"/>
    <w:rsid w:val="00ED0F2A"/>
    <w:rsid w:val="00ED32FE"/>
    <w:rsid w:val="00ED35FF"/>
    <w:rsid w:val="00ED3AB9"/>
    <w:rsid w:val="00ED41D7"/>
    <w:rsid w:val="00EE3FAD"/>
    <w:rsid w:val="00EE443F"/>
    <w:rsid w:val="00EE6117"/>
    <w:rsid w:val="00EF20DD"/>
    <w:rsid w:val="00EF3C33"/>
    <w:rsid w:val="00EF505F"/>
    <w:rsid w:val="00EF6EF7"/>
    <w:rsid w:val="00EF7E38"/>
    <w:rsid w:val="00F00E0B"/>
    <w:rsid w:val="00F0106A"/>
    <w:rsid w:val="00F01F87"/>
    <w:rsid w:val="00F02DF1"/>
    <w:rsid w:val="00F10174"/>
    <w:rsid w:val="00F10DDE"/>
    <w:rsid w:val="00F12DAB"/>
    <w:rsid w:val="00F14579"/>
    <w:rsid w:val="00F16054"/>
    <w:rsid w:val="00F1651F"/>
    <w:rsid w:val="00F16C34"/>
    <w:rsid w:val="00F205C2"/>
    <w:rsid w:val="00F20692"/>
    <w:rsid w:val="00F22BBA"/>
    <w:rsid w:val="00F24EB3"/>
    <w:rsid w:val="00F309D6"/>
    <w:rsid w:val="00F336B1"/>
    <w:rsid w:val="00F36182"/>
    <w:rsid w:val="00F37F1C"/>
    <w:rsid w:val="00F407B6"/>
    <w:rsid w:val="00F4295F"/>
    <w:rsid w:val="00F4339D"/>
    <w:rsid w:val="00F43F65"/>
    <w:rsid w:val="00F44F02"/>
    <w:rsid w:val="00F45F16"/>
    <w:rsid w:val="00F54551"/>
    <w:rsid w:val="00F55FAC"/>
    <w:rsid w:val="00F562B6"/>
    <w:rsid w:val="00F60D48"/>
    <w:rsid w:val="00F64203"/>
    <w:rsid w:val="00F669F7"/>
    <w:rsid w:val="00F66AAF"/>
    <w:rsid w:val="00F704C3"/>
    <w:rsid w:val="00F70BA2"/>
    <w:rsid w:val="00F70CC3"/>
    <w:rsid w:val="00F72C04"/>
    <w:rsid w:val="00F80DBF"/>
    <w:rsid w:val="00F81282"/>
    <w:rsid w:val="00F907EA"/>
    <w:rsid w:val="00F93466"/>
    <w:rsid w:val="00F97646"/>
    <w:rsid w:val="00F97792"/>
    <w:rsid w:val="00FA0358"/>
    <w:rsid w:val="00FA0DA8"/>
    <w:rsid w:val="00FA2B07"/>
    <w:rsid w:val="00FA2DC8"/>
    <w:rsid w:val="00FA4DA6"/>
    <w:rsid w:val="00FA6617"/>
    <w:rsid w:val="00FB001E"/>
    <w:rsid w:val="00FB3DBE"/>
    <w:rsid w:val="00FB49E0"/>
    <w:rsid w:val="00FB5802"/>
    <w:rsid w:val="00FC62E8"/>
    <w:rsid w:val="00FC6392"/>
    <w:rsid w:val="00FD68F0"/>
    <w:rsid w:val="00FD7409"/>
    <w:rsid w:val="00FE3877"/>
    <w:rsid w:val="00FE4B20"/>
    <w:rsid w:val="00FE5344"/>
    <w:rsid w:val="00FE5E7D"/>
    <w:rsid w:val="00FE670E"/>
    <w:rsid w:val="00FE7E33"/>
    <w:rsid w:val="00FE7FB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bg-BG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8A"/>
    <w:rPr>
      <w:lang w:eastAsia="bg-BG"/>
    </w:rPr>
  </w:style>
  <w:style w:type="paragraph" w:styleId="Heading1">
    <w:name w:val="heading 1"/>
    <w:basedOn w:val="Normal"/>
    <w:next w:val="Normal"/>
    <w:qFormat/>
    <w:rsid w:val="00681D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9E6F8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link w:val="FooterChar"/>
    <w:uiPriority w:val="99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link w:val="HeaderChar"/>
    <w:uiPriority w:val="99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paragraph" w:styleId="BalloonText">
    <w:name w:val="Balloon Text"/>
    <w:basedOn w:val="Normal"/>
    <w:semiHidden/>
    <w:rsid w:val="00A13C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81DDA"/>
    <w:pPr>
      <w:spacing w:after="120"/>
      <w:ind w:left="283"/>
    </w:pPr>
    <w:rPr>
      <w:rFonts w:ascii="Arial" w:hAnsi="Arial" w:cs="Arial"/>
      <w:sz w:val="24"/>
      <w:szCs w:val="24"/>
    </w:rPr>
  </w:style>
  <w:style w:type="character" w:customStyle="1" w:styleId="longtext1">
    <w:name w:val="long_text1"/>
    <w:rsid w:val="00D410D0"/>
    <w:rPr>
      <w:sz w:val="20"/>
      <w:szCs w:val="20"/>
    </w:rPr>
  </w:style>
  <w:style w:type="paragraph" w:customStyle="1" w:styleId="Style5">
    <w:name w:val="Style5"/>
    <w:basedOn w:val="Normal"/>
    <w:uiPriority w:val="99"/>
    <w:rsid w:val="00EA29C1"/>
    <w:pPr>
      <w:widowControl w:val="0"/>
      <w:autoSpaceDE w:val="0"/>
      <w:autoSpaceDN w:val="0"/>
      <w:adjustRightInd w:val="0"/>
      <w:spacing w:line="410" w:lineRule="exact"/>
      <w:ind w:firstLine="821"/>
    </w:pPr>
    <w:rPr>
      <w:rFonts w:ascii="Arial" w:eastAsia="SimSun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EA29C1"/>
    <w:pPr>
      <w:widowControl w:val="0"/>
      <w:autoSpaceDE w:val="0"/>
      <w:autoSpaceDN w:val="0"/>
      <w:adjustRightInd w:val="0"/>
      <w:spacing w:line="263" w:lineRule="exact"/>
      <w:ind w:firstLine="706"/>
    </w:pPr>
    <w:rPr>
      <w:rFonts w:ascii="Arial" w:eastAsia="SimSun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9">
    <w:name w:val="Style9"/>
    <w:basedOn w:val="Normal"/>
    <w:uiPriority w:val="99"/>
    <w:rsid w:val="00EA29C1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2">
    <w:name w:val="Style12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3">
    <w:name w:val="Style13"/>
    <w:basedOn w:val="Normal"/>
    <w:uiPriority w:val="99"/>
    <w:rsid w:val="00EA29C1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21">
    <w:name w:val="Font Style21"/>
    <w:uiPriority w:val="99"/>
    <w:rsid w:val="00EA29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uiPriority w:val="99"/>
    <w:rsid w:val="00EA29C1"/>
    <w:rPr>
      <w:rFonts w:ascii="Times New Roman" w:hAnsi="Times New Roman" w:cs="Times New Roman" w:hint="default"/>
      <w:sz w:val="22"/>
      <w:szCs w:val="22"/>
    </w:rPr>
  </w:style>
  <w:style w:type="paragraph" w:styleId="NormalWeb">
    <w:name w:val="Normal (Web)"/>
    <w:basedOn w:val="Normal"/>
    <w:uiPriority w:val="99"/>
    <w:rsid w:val="00081D4C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61285"/>
    <w:rPr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0555D8"/>
    <w:rPr>
      <w:lang w:eastAsia="bg-BG"/>
    </w:rPr>
  </w:style>
  <w:style w:type="paragraph" w:styleId="ListParagraph">
    <w:name w:val="List Paragraph"/>
    <w:basedOn w:val="Normal"/>
    <w:uiPriority w:val="34"/>
    <w:qFormat/>
    <w:rsid w:val="00E86C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bg-BG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78A"/>
    <w:rPr>
      <w:lang w:eastAsia="bg-BG"/>
    </w:rPr>
  </w:style>
  <w:style w:type="paragraph" w:styleId="Heading1">
    <w:name w:val="heading 1"/>
    <w:basedOn w:val="Normal"/>
    <w:next w:val="Normal"/>
    <w:qFormat/>
    <w:rsid w:val="00681D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9E6F8E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link w:val="FooterChar"/>
    <w:uiPriority w:val="99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link w:val="HeaderChar"/>
    <w:uiPriority w:val="99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paragraph" w:styleId="BalloonText">
    <w:name w:val="Balloon Text"/>
    <w:basedOn w:val="Normal"/>
    <w:semiHidden/>
    <w:rsid w:val="00A13C5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81DDA"/>
    <w:pPr>
      <w:spacing w:after="120"/>
      <w:ind w:left="283"/>
    </w:pPr>
    <w:rPr>
      <w:rFonts w:ascii="Arial" w:hAnsi="Arial" w:cs="Arial"/>
      <w:sz w:val="24"/>
      <w:szCs w:val="24"/>
    </w:rPr>
  </w:style>
  <w:style w:type="character" w:customStyle="1" w:styleId="longtext1">
    <w:name w:val="long_text1"/>
    <w:rsid w:val="00D410D0"/>
    <w:rPr>
      <w:sz w:val="20"/>
      <w:szCs w:val="20"/>
    </w:rPr>
  </w:style>
  <w:style w:type="paragraph" w:customStyle="1" w:styleId="Style5">
    <w:name w:val="Style5"/>
    <w:basedOn w:val="Normal"/>
    <w:uiPriority w:val="99"/>
    <w:rsid w:val="00EA29C1"/>
    <w:pPr>
      <w:widowControl w:val="0"/>
      <w:autoSpaceDE w:val="0"/>
      <w:autoSpaceDN w:val="0"/>
      <w:adjustRightInd w:val="0"/>
      <w:spacing w:line="410" w:lineRule="exact"/>
      <w:ind w:firstLine="821"/>
    </w:pPr>
    <w:rPr>
      <w:rFonts w:ascii="Arial" w:eastAsia="SimSun" w:hAnsi="Arial" w:cs="Arial"/>
      <w:sz w:val="24"/>
      <w:szCs w:val="24"/>
    </w:rPr>
  </w:style>
  <w:style w:type="paragraph" w:customStyle="1" w:styleId="Style7">
    <w:name w:val="Style7"/>
    <w:basedOn w:val="Normal"/>
    <w:uiPriority w:val="99"/>
    <w:rsid w:val="00EA29C1"/>
    <w:pPr>
      <w:widowControl w:val="0"/>
      <w:autoSpaceDE w:val="0"/>
      <w:autoSpaceDN w:val="0"/>
      <w:adjustRightInd w:val="0"/>
      <w:spacing w:line="263" w:lineRule="exact"/>
      <w:ind w:firstLine="706"/>
    </w:pPr>
    <w:rPr>
      <w:rFonts w:ascii="Arial" w:eastAsia="SimSun" w:hAnsi="Arial" w:cs="Arial"/>
      <w:sz w:val="24"/>
      <w:szCs w:val="24"/>
    </w:rPr>
  </w:style>
  <w:style w:type="paragraph" w:customStyle="1" w:styleId="Style8">
    <w:name w:val="Style8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9">
    <w:name w:val="Style9"/>
    <w:basedOn w:val="Normal"/>
    <w:uiPriority w:val="99"/>
    <w:rsid w:val="00EA29C1"/>
    <w:pPr>
      <w:widowControl w:val="0"/>
      <w:autoSpaceDE w:val="0"/>
      <w:autoSpaceDN w:val="0"/>
      <w:adjustRightInd w:val="0"/>
      <w:spacing w:line="518" w:lineRule="exact"/>
      <w:jc w:val="center"/>
    </w:pPr>
    <w:rPr>
      <w:rFonts w:ascii="Arial" w:eastAsia="SimSu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2">
    <w:name w:val="Style12"/>
    <w:basedOn w:val="Normal"/>
    <w:uiPriority w:val="99"/>
    <w:rsid w:val="00EA29C1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</w:rPr>
  </w:style>
  <w:style w:type="paragraph" w:customStyle="1" w:styleId="Style13">
    <w:name w:val="Style13"/>
    <w:basedOn w:val="Normal"/>
    <w:uiPriority w:val="99"/>
    <w:rsid w:val="00EA29C1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eastAsia="SimSun" w:hAnsi="Arial" w:cs="Arial"/>
      <w:sz w:val="24"/>
      <w:szCs w:val="24"/>
    </w:rPr>
  </w:style>
  <w:style w:type="character" w:customStyle="1" w:styleId="FontStyle21">
    <w:name w:val="Font Style21"/>
    <w:uiPriority w:val="99"/>
    <w:rsid w:val="00EA29C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3">
    <w:name w:val="Font Style23"/>
    <w:uiPriority w:val="99"/>
    <w:rsid w:val="00EA29C1"/>
    <w:rPr>
      <w:rFonts w:ascii="Times New Roman" w:hAnsi="Times New Roman" w:cs="Times New Roman" w:hint="default"/>
      <w:sz w:val="22"/>
      <w:szCs w:val="22"/>
    </w:rPr>
  </w:style>
  <w:style w:type="paragraph" w:styleId="NormalWeb">
    <w:name w:val="Normal (Web)"/>
    <w:basedOn w:val="Normal"/>
    <w:uiPriority w:val="99"/>
    <w:rsid w:val="00081D4C"/>
    <w:pPr>
      <w:spacing w:before="100" w:beforeAutospacing="1" w:after="100" w:afterAutospacing="1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61285"/>
    <w:rPr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0555D8"/>
    <w:rPr>
      <w:lang w:eastAsia="bg-BG"/>
    </w:rPr>
  </w:style>
  <w:style w:type="paragraph" w:styleId="ListParagraph">
    <w:name w:val="List Paragraph"/>
    <w:basedOn w:val="Normal"/>
    <w:uiPriority w:val="34"/>
    <w:qFormat/>
    <w:rsid w:val="00E86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apis://Base=NARH&amp;DocCode=30492&amp;ToPar=Art352_Al10&amp;Type=201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apis://Base=NARH&amp;DocCode=30492&amp;ToPar=Art352_Al10&amp;Type=201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hif.bg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E4D88-1FAC-4824-8FF9-ACDDEB8D6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52</TotalTime>
  <Pages>9</Pages>
  <Words>3350</Words>
  <Characters>19099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22405</CharactersWithSpaces>
  <SharedDoc>false</SharedDoc>
  <HLinks>
    <vt:vector size="6" baseType="variant">
      <vt:variant>
        <vt:i4>6619196</vt:i4>
      </vt:variant>
      <vt:variant>
        <vt:i4>0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Таня Кирилова</cp:lastModifiedBy>
  <cp:revision>20</cp:revision>
  <cp:lastPrinted>2019-01-31T11:11:00Z</cp:lastPrinted>
  <dcterms:created xsi:type="dcterms:W3CDTF">2020-01-10T15:48:00Z</dcterms:created>
  <dcterms:modified xsi:type="dcterms:W3CDTF">2020-01-22T08:44:00Z</dcterms:modified>
</cp:coreProperties>
</file>